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B9981B" w14:textId="77777777" w:rsidR="000719BB" w:rsidRDefault="000719BB" w:rsidP="006C2343">
      <w:pPr>
        <w:pStyle w:val="Titul2"/>
      </w:pPr>
    </w:p>
    <w:p w14:paraId="590D26F0" w14:textId="77777777" w:rsidR="00826B7B" w:rsidRDefault="00826B7B" w:rsidP="006C2343">
      <w:pPr>
        <w:pStyle w:val="Titul2"/>
      </w:pPr>
    </w:p>
    <w:p w14:paraId="689BAAF0" w14:textId="77777777" w:rsidR="0069769D" w:rsidRDefault="0069769D" w:rsidP="006C2343">
      <w:pPr>
        <w:pStyle w:val="Titul2"/>
      </w:pPr>
    </w:p>
    <w:p w14:paraId="36F9ACA7" w14:textId="77777777" w:rsidR="003254A3" w:rsidRPr="000719BB" w:rsidRDefault="00C10F4C" w:rsidP="006C2343">
      <w:pPr>
        <w:pStyle w:val="Titul2"/>
      </w:pPr>
      <w:r>
        <w:t>Příloha č. 2 d)</w:t>
      </w:r>
    </w:p>
    <w:p w14:paraId="236158FD" w14:textId="77777777" w:rsidR="00AD0C7B" w:rsidRDefault="0069470F" w:rsidP="006C2343">
      <w:pPr>
        <w:pStyle w:val="Titul1"/>
      </w:pPr>
      <w:r>
        <w:t xml:space="preserve">Zvláštní </w:t>
      </w:r>
      <w:r w:rsidR="00AD0C7B">
        <w:t>technické podmínky</w:t>
      </w:r>
    </w:p>
    <w:p w14:paraId="689F9EF9" w14:textId="77777777" w:rsidR="00AD0C7B" w:rsidRDefault="00AD0C7B" w:rsidP="00EB46E5">
      <w:pPr>
        <w:pStyle w:val="Titul2"/>
      </w:pPr>
    </w:p>
    <w:p w14:paraId="4EA2B815" w14:textId="77777777" w:rsidR="00EB46E5" w:rsidRPr="00BF54FE" w:rsidRDefault="00646589" w:rsidP="00BF54FE">
      <w:pPr>
        <w:pStyle w:val="Titul2"/>
      </w:pPr>
      <w:r>
        <w:t xml:space="preserve">Zhotovení </w:t>
      </w:r>
      <w:r w:rsidR="003541F2">
        <w:t>Projektová dokumentace</w:t>
      </w:r>
      <w:r w:rsidR="003541F2">
        <w:br/>
        <w:t xml:space="preserve">a </w:t>
      </w:r>
      <w:r>
        <w:t>Z</w:t>
      </w:r>
      <w:r w:rsidR="00EB46E5" w:rsidRPr="00BF54FE">
        <w:t>h</w:t>
      </w:r>
      <w:r w:rsidR="00EB46E5" w:rsidRPr="00BF54FE">
        <w:rPr>
          <w:rStyle w:val="Nzevakce"/>
          <w:b/>
        </w:rPr>
        <w:t>otov</w:t>
      </w:r>
      <w:r w:rsidR="00EB46E5" w:rsidRPr="00BF54FE">
        <w:t>en</w:t>
      </w:r>
      <w:r w:rsidR="00232000" w:rsidRPr="00BF54FE">
        <w:t xml:space="preserve">í stavby </w:t>
      </w:r>
      <w:r w:rsidR="003541F2">
        <w:t>(P+R)</w:t>
      </w:r>
    </w:p>
    <w:p w14:paraId="537CE09C" w14:textId="77777777" w:rsidR="002007BA" w:rsidRDefault="002007BA" w:rsidP="006C2343">
      <w:pPr>
        <w:pStyle w:val="Tituldatum"/>
      </w:pPr>
    </w:p>
    <w:sdt>
      <w:sdtPr>
        <w:rPr>
          <w:rStyle w:val="Nzevakce"/>
        </w:rPr>
        <w:alias w:val="Název akce - VYplnit pole - přenese se do zápatí"/>
        <w:tag w:val="Název akce"/>
        <w:id w:val="1889687308"/>
        <w:placeholder>
          <w:docPart w:val="15C87C99BD3C4F8E85ACFE448FD2A825"/>
        </w:placeholder>
        <w:text w:multiLine="1"/>
      </w:sdtPr>
      <w:sdtEndPr>
        <w:rPr>
          <w:rStyle w:val="Nzevakce"/>
        </w:rPr>
      </w:sdtEndPr>
      <w:sdtContent>
        <w:p w14:paraId="78C1987C" w14:textId="77777777" w:rsidR="00BF54FE" w:rsidRDefault="00081DF9" w:rsidP="006C2343">
          <w:pPr>
            <w:pStyle w:val="Tituldatum"/>
          </w:pPr>
          <w:r w:rsidRPr="00081DF9">
            <w:rPr>
              <w:rStyle w:val="Nzevakce"/>
            </w:rPr>
            <w:t>„Doplnění závor na přejezdu P5893 v km 45,166 Kácov - Světlá nad Sázavou“</w:t>
          </w:r>
        </w:p>
      </w:sdtContent>
    </w:sdt>
    <w:p w14:paraId="3603C8C1" w14:textId="77777777" w:rsidR="00BF54FE" w:rsidRDefault="00BF54FE" w:rsidP="006C2343">
      <w:pPr>
        <w:pStyle w:val="Tituldatum"/>
      </w:pPr>
    </w:p>
    <w:p w14:paraId="4A3969C2" w14:textId="77777777" w:rsidR="009226C1" w:rsidRDefault="009226C1" w:rsidP="006C2343">
      <w:pPr>
        <w:pStyle w:val="Tituldatum"/>
      </w:pPr>
    </w:p>
    <w:p w14:paraId="179B028F" w14:textId="77777777" w:rsidR="0069769D" w:rsidRDefault="0069769D" w:rsidP="006C2343">
      <w:pPr>
        <w:pStyle w:val="Tituldatum"/>
      </w:pPr>
    </w:p>
    <w:p w14:paraId="30BDDB93" w14:textId="77777777" w:rsidR="0069769D" w:rsidRDefault="0069769D" w:rsidP="006C2343">
      <w:pPr>
        <w:pStyle w:val="Tituldatum"/>
      </w:pPr>
    </w:p>
    <w:p w14:paraId="7E9D7602" w14:textId="77777777" w:rsidR="0069769D" w:rsidRDefault="0069769D" w:rsidP="006C2343">
      <w:pPr>
        <w:pStyle w:val="Tituldatum"/>
      </w:pPr>
    </w:p>
    <w:p w14:paraId="79C5223C" w14:textId="77777777" w:rsidR="003B111D" w:rsidRDefault="003B111D" w:rsidP="006C2343">
      <w:pPr>
        <w:pStyle w:val="Tituldatum"/>
      </w:pPr>
    </w:p>
    <w:p w14:paraId="1ABF4D36" w14:textId="77777777" w:rsidR="00826B7B" w:rsidRPr="006C2343" w:rsidRDefault="006C2343" w:rsidP="006C2343">
      <w:pPr>
        <w:pStyle w:val="Tituldatum"/>
      </w:pPr>
      <w:r w:rsidRPr="006C2343">
        <w:t xml:space="preserve">Datum vydání: </w:t>
      </w:r>
      <w:r w:rsidRPr="006C2343">
        <w:tab/>
      </w:r>
      <w:r w:rsidR="00081DF9" w:rsidRPr="00081DF9">
        <w:t>1</w:t>
      </w:r>
      <w:r w:rsidR="0064398E">
        <w:t>2</w:t>
      </w:r>
      <w:r w:rsidR="00C10F4C" w:rsidRPr="00081DF9">
        <w:t>.</w:t>
      </w:r>
      <w:r w:rsidRPr="00081DF9">
        <w:t xml:space="preserve"> </w:t>
      </w:r>
      <w:r w:rsidR="007F52E9" w:rsidRPr="00081DF9">
        <w:t>1</w:t>
      </w:r>
      <w:r w:rsidR="00081DF9" w:rsidRPr="00081DF9">
        <w:t>2</w:t>
      </w:r>
      <w:r w:rsidRPr="00081DF9">
        <w:t>. 20</w:t>
      </w:r>
      <w:r w:rsidR="00CE507E" w:rsidRPr="00081DF9">
        <w:t>20</w:t>
      </w:r>
      <w:r w:rsidR="0076790E">
        <w:t xml:space="preserve"> </w:t>
      </w:r>
    </w:p>
    <w:p w14:paraId="3801DC5F" w14:textId="77777777" w:rsidR="00826B7B" w:rsidRDefault="00826B7B">
      <w:r>
        <w:br w:type="page"/>
      </w:r>
    </w:p>
    <w:p w14:paraId="3A6FF47D" w14:textId="77777777" w:rsidR="00BD7E91" w:rsidRDefault="00BD7E91" w:rsidP="00B101FD">
      <w:pPr>
        <w:pStyle w:val="Nadpisbezsl1-1"/>
      </w:pPr>
      <w:r>
        <w:lastRenderedPageBreak/>
        <w:t>Obsah</w:t>
      </w:r>
      <w:r w:rsidR="00887F36">
        <w:t xml:space="preserve"> </w:t>
      </w:r>
    </w:p>
    <w:bookmarkStart w:id="0" w:name="_GoBack"/>
    <w:bookmarkEnd w:id="0"/>
    <w:p w14:paraId="017EF392" w14:textId="38C03DB6" w:rsidR="00553592"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63869834" w:history="1">
        <w:r w:rsidR="00553592" w:rsidRPr="004B4076">
          <w:rPr>
            <w:rStyle w:val="Hypertextovodkaz"/>
          </w:rPr>
          <w:t>SEZNAM ZKRATEK</w:t>
        </w:r>
        <w:r w:rsidR="00553592">
          <w:rPr>
            <w:noProof/>
            <w:webHidden/>
          </w:rPr>
          <w:tab/>
        </w:r>
        <w:r w:rsidR="00553592">
          <w:rPr>
            <w:noProof/>
            <w:webHidden/>
          </w:rPr>
          <w:fldChar w:fldCharType="begin"/>
        </w:r>
        <w:r w:rsidR="00553592">
          <w:rPr>
            <w:noProof/>
            <w:webHidden/>
          </w:rPr>
          <w:instrText xml:space="preserve"> PAGEREF _Toc63869834 \h </w:instrText>
        </w:r>
        <w:r w:rsidR="00553592">
          <w:rPr>
            <w:noProof/>
            <w:webHidden/>
          </w:rPr>
        </w:r>
        <w:r w:rsidR="00553592">
          <w:rPr>
            <w:noProof/>
            <w:webHidden/>
          </w:rPr>
          <w:fldChar w:fldCharType="separate"/>
        </w:r>
        <w:r w:rsidR="00553592">
          <w:rPr>
            <w:noProof/>
            <w:webHidden/>
          </w:rPr>
          <w:t>2</w:t>
        </w:r>
        <w:r w:rsidR="00553592">
          <w:rPr>
            <w:noProof/>
            <w:webHidden/>
          </w:rPr>
          <w:fldChar w:fldCharType="end"/>
        </w:r>
      </w:hyperlink>
    </w:p>
    <w:p w14:paraId="7E52E7E0" w14:textId="38F8584E" w:rsidR="00553592" w:rsidRDefault="00553592">
      <w:pPr>
        <w:pStyle w:val="Obsah1"/>
        <w:rPr>
          <w:rFonts w:asciiTheme="minorHAnsi" w:eastAsiaTheme="minorEastAsia" w:hAnsiTheme="minorHAnsi"/>
          <w:b w:val="0"/>
          <w:caps w:val="0"/>
          <w:noProof/>
          <w:spacing w:val="0"/>
          <w:sz w:val="22"/>
          <w:szCs w:val="22"/>
          <w:lang w:eastAsia="cs-CZ"/>
        </w:rPr>
      </w:pPr>
      <w:hyperlink w:anchor="_Toc63869835" w:history="1">
        <w:r w:rsidRPr="004B4076">
          <w:rPr>
            <w:rStyle w:val="Hypertextovodkaz"/>
          </w:rPr>
          <w:t>1.</w:t>
        </w:r>
        <w:r>
          <w:rPr>
            <w:rFonts w:asciiTheme="minorHAnsi" w:eastAsiaTheme="minorEastAsia" w:hAnsiTheme="minorHAnsi"/>
            <w:b w:val="0"/>
            <w:caps w:val="0"/>
            <w:noProof/>
            <w:spacing w:val="0"/>
            <w:sz w:val="22"/>
            <w:szCs w:val="22"/>
            <w:lang w:eastAsia="cs-CZ"/>
          </w:rPr>
          <w:tab/>
        </w:r>
        <w:r w:rsidRPr="004B4076">
          <w:rPr>
            <w:rStyle w:val="Hypertextovodkaz"/>
          </w:rPr>
          <w:t>SPECIFIKACE PŘEDMĚTU DÍLA</w:t>
        </w:r>
        <w:r>
          <w:rPr>
            <w:noProof/>
            <w:webHidden/>
          </w:rPr>
          <w:tab/>
        </w:r>
        <w:r>
          <w:rPr>
            <w:noProof/>
            <w:webHidden/>
          </w:rPr>
          <w:fldChar w:fldCharType="begin"/>
        </w:r>
        <w:r>
          <w:rPr>
            <w:noProof/>
            <w:webHidden/>
          </w:rPr>
          <w:instrText xml:space="preserve"> PAGEREF _Toc63869835 \h </w:instrText>
        </w:r>
        <w:r>
          <w:rPr>
            <w:noProof/>
            <w:webHidden/>
          </w:rPr>
        </w:r>
        <w:r>
          <w:rPr>
            <w:noProof/>
            <w:webHidden/>
          </w:rPr>
          <w:fldChar w:fldCharType="separate"/>
        </w:r>
        <w:r>
          <w:rPr>
            <w:noProof/>
            <w:webHidden/>
          </w:rPr>
          <w:t>4</w:t>
        </w:r>
        <w:r>
          <w:rPr>
            <w:noProof/>
            <w:webHidden/>
          </w:rPr>
          <w:fldChar w:fldCharType="end"/>
        </w:r>
      </w:hyperlink>
    </w:p>
    <w:p w14:paraId="4D967349" w14:textId="2CAC662B" w:rsidR="00553592" w:rsidRDefault="00553592">
      <w:pPr>
        <w:pStyle w:val="Obsah2"/>
        <w:rPr>
          <w:rFonts w:asciiTheme="minorHAnsi" w:eastAsiaTheme="minorEastAsia" w:hAnsiTheme="minorHAnsi"/>
          <w:noProof/>
          <w:spacing w:val="0"/>
          <w:sz w:val="22"/>
          <w:szCs w:val="22"/>
          <w:lang w:eastAsia="cs-CZ"/>
        </w:rPr>
      </w:pPr>
      <w:hyperlink w:anchor="_Toc63869836" w:history="1">
        <w:r w:rsidRPr="004B4076">
          <w:rPr>
            <w:rStyle w:val="Hypertextovodkaz"/>
            <w:rFonts w:asciiTheme="majorHAnsi" w:hAnsiTheme="majorHAnsi"/>
          </w:rPr>
          <w:t>1.1</w:t>
        </w:r>
        <w:r>
          <w:rPr>
            <w:rFonts w:asciiTheme="minorHAnsi" w:eastAsiaTheme="minorEastAsia" w:hAnsiTheme="minorHAnsi"/>
            <w:noProof/>
            <w:spacing w:val="0"/>
            <w:sz w:val="22"/>
            <w:szCs w:val="22"/>
            <w:lang w:eastAsia="cs-CZ"/>
          </w:rPr>
          <w:tab/>
        </w:r>
        <w:r w:rsidRPr="004B4076">
          <w:rPr>
            <w:rStyle w:val="Hypertextovodkaz"/>
          </w:rPr>
          <w:t>Účel a rozsah předmětu Díla</w:t>
        </w:r>
        <w:r>
          <w:rPr>
            <w:noProof/>
            <w:webHidden/>
          </w:rPr>
          <w:tab/>
        </w:r>
        <w:r>
          <w:rPr>
            <w:noProof/>
            <w:webHidden/>
          </w:rPr>
          <w:fldChar w:fldCharType="begin"/>
        </w:r>
        <w:r>
          <w:rPr>
            <w:noProof/>
            <w:webHidden/>
          </w:rPr>
          <w:instrText xml:space="preserve"> PAGEREF _Toc63869836 \h </w:instrText>
        </w:r>
        <w:r>
          <w:rPr>
            <w:noProof/>
            <w:webHidden/>
          </w:rPr>
        </w:r>
        <w:r>
          <w:rPr>
            <w:noProof/>
            <w:webHidden/>
          </w:rPr>
          <w:fldChar w:fldCharType="separate"/>
        </w:r>
        <w:r>
          <w:rPr>
            <w:noProof/>
            <w:webHidden/>
          </w:rPr>
          <w:t>4</w:t>
        </w:r>
        <w:r>
          <w:rPr>
            <w:noProof/>
            <w:webHidden/>
          </w:rPr>
          <w:fldChar w:fldCharType="end"/>
        </w:r>
      </w:hyperlink>
    </w:p>
    <w:p w14:paraId="1FD1A717" w14:textId="0237FDA0" w:rsidR="00553592" w:rsidRDefault="00553592">
      <w:pPr>
        <w:pStyle w:val="Obsah2"/>
        <w:rPr>
          <w:rFonts w:asciiTheme="minorHAnsi" w:eastAsiaTheme="minorEastAsia" w:hAnsiTheme="minorHAnsi"/>
          <w:noProof/>
          <w:spacing w:val="0"/>
          <w:sz w:val="22"/>
          <w:szCs w:val="22"/>
          <w:lang w:eastAsia="cs-CZ"/>
        </w:rPr>
      </w:pPr>
      <w:hyperlink w:anchor="_Toc63869837" w:history="1">
        <w:r w:rsidRPr="004B4076">
          <w:rPr>
            <w:rStyle w:val="Hypertextovodkaz"/>
            <w:rFonts w:asciiTheme="majorHAnsi" w:hAnsiTheme="majorHAnsi"/>
          </w:rPr>
          <w:t>1.2</w:t>
        </w:r>
        <w:r>
          <w:rPr>
            <w:rFonts w:asciiTheme="minorHAnsi" w:eastAsiaTheme="minorEastAsia" w:hAnsiTheme="minorHAnsi"/>
            <w:noProof/>
            <w:spacing w:val="0"/>
            <w:sz w:val="22"/>
            <w:szCs w:val="22"/>
            <w:lang w:eastAsia="cs-CZ"/>
          </w:rPr>
          <w:tab/>
        </w:r>
        <w:r w:rsidRPr="004B4076">
          <w:rPr>
            <w:rStyle w:val="Hypertextovodkaz"/>
          </w:rPr>
          <w:t>Umístění stavby</w:t>
        </w:r>
        <w:r>
          <w:rPr>
            <w:noProof/>
            <w:webHidden/>
          </w:rPr>
          <w:tab/>
        </w:r>
        <w:r>
          <w:rPr>
            <w:noProof/>
            <w:webHidden/>
          </w:rPr>
          <w:fldChar w:fldCharType="begin"/>
        </w:r>
        <w:r>
          <w:rPr>
            <w:noProof/>
            <w:webHidden/>
          </w:rPr>
          <w:instrText xml:space="preserve"> PAGEREF _Toc63869837 \h </w:instrText>
        </w:r>
        <w:r>
          <w:rPr>
            <w:noProof/>
            <w:webHidden/>
          </w:rPr>
        </w:r>
        <w:r>
          <w:rPr>
            <w:noProof/>
            <w:webHidden/>
          </w:rPr>
          <w:fldChar w:fldCharType="separate"/>
        </w:r>
        <w:r>
          <w:rPr>
            <w:noProof/>
            <w:webHidden/>
          </w:rPr>
          <w:t>4</w:t>
        </w:r>
        <w:r>
          <w:rPr>
            <w:noProof/>
            <w:webHidden/>
          </w:rPr>
          <w:fldChar w:fldCharType="end"/>
        </w:r>
      </w:hyperlink>
    </w:p>
    <w:p w14:paraId="4903E297" w14:textId="35BC2CA2" w:rsidR="00553592" w:rsidRDefault="00553592">
      <w:pPr>
        <w:pStyle w:val="Obsah1"/>
        <w:rPr>
          <w:rFonts w:asciiTheme="minorHAnsi" w:eastAsiaTheme="minorEastAsia" w:hAnsiTheme="minorHAnsi"/>
          <w:b w:val="0"/>
          <w:caps w:val="0"/>
          <w:noProof/>
          <w:spacing w:val="0"/>
          <w:sz w:val="22"/>
          <w:szCs w:val="22"/>
          <w:lang w:eastAsia="cs-CZ"/>
        </w:rPr>
      </w:pPr>
      <w:hyperlink w:anchor="_Toc63869838" w:history="1">
        <w:r w:rsidRPr="004B4076">
          <w:rPr>
            <w:rStyle w:val="Hypertextovodkaz"/>
          </w:rPr>
          <w:t>2.</w:t>
        </w:r>
        <w:r>
          <w:rPr>
            <w:rFonts w:asciiTheme="minorHAnsi" w:eastAsiaTheme="minorEastAsia" w:hAnsiTheme="minorHAnsi"/>
            <w:b w:val="0"/>
            <w:caps w:val="0"/>
            <w:noProof/>
            <w:spacing w:val="0"/>
            <w:sz w:val="22"/>
            <w:szCs w:val="22"/>
            <w:lang w:eastAsia="cs-CZ"/>
          </w:rPr>
          <w:tab/>
        </w:r>
        <w:r w:rsidRPr="004B4076">
          <w:rPr>
            <w:rStyle w:val="Hypertextovodkaz"/>
          </w:rPr>
          <w:t>PŘEHLED VÝCHOZÍCH PODKLADŮ</w:t>
        </w:r>
        <w:r>
          <w:rPr>
            <w:noProof/>
            <w:webHidden/>
          </w:rPr>
          <w:tab/>
        </w:r>
        <w:r>
          <w:rPr>
            <w:noProof/>
            <w:webHidden/>
          </w:rPr>
          <w:fldChar w:fldCharType="begin"/>
        </w:r>
        <w:r>
          <w:rPr>
            <w:noProof/>
            <w:webHidden/>
          </w:rPr>
          <w:instrText xml:space="preserve"> PAGEREF _Toc63869838 \h </w:instrText>
        </w:r>
        <w:r>
          <w:rPr>
            <w:noProof/>
            <w:webHidden/>
          </w:rPr>
        </w:r>
        <w:r>
          <w:rPr>
            <w:noProof/>
            <w:webHidden/>
          </w:rPr>
          <w:fldChar w:fldCharType="separate"/>
        </w:r>
        <w:r>
          <w:rPr>
            <w:noProof/>
            <w:webHidden/>
          </w:rPr>
          <w:t>6</w:t>
        </w:r>
        <w:r>
          <w:rPr>
            <w:noProof/>
            <w:webHidden/>
          </w:rPr>
          <w:fldChar w:fldCharType="end"/>
        </w:r>
      </w:hyperlink>
    </w:p>
    <w:p w14:paraId="35188E67" w14:textId="794F6C9D" w:rsidR="00553592" w:rsidRDefault="00553592">
      <w:pPr>
        <w:pStyle w:val="Obsah2"/>
        <w:rPr>
          <w:rFonts w:asciiTheme="minorHAnsi" w:eastAsiaTheme="minorEastAsia" w:hAnsiTheme="minorHAnsi"/>
          <w:noProof/>
          <w:spacing w:val="0"/>
          <w:sz w:val="22"/>
          <w:szCs w:val="22"/>
          <w:lang w:eastAsia="cs-CZ"/>
        </w:rPr>
      </w:pPr>
      <w:hyperlink w:anchor="_Toc63869839" w:history="1">
        <w:r w:rsidRPr="004B4076">
          <w:rPr>
            <w:rStyle w:val="Hypertextovodkaz"/>
            <w:rFonts w:asciiTheme="majorHAnsi" w:hAnsiTheme="majorHAnsi"/>
          </w:rPr>
          <w:t>2.1</w:t>
        </w:r>
        <w:r>
          <w:rPr>
            <w:rFonts w:asciiTheme="minorHAnsi" w:eastAsiaTheme="minorEastAsia" w:hAnsiTheme="minorHAnsi"/>
            <w:noProof/>
            <w:spacing w:val="0"/>
            <w:sz w:val="22"/>
            <w:szCs w:val="22"/>
            <w:lang w:eastAsia="cs-CZ"/>
          </w:rPr>
          <w:tab/>
        </w:r>
        <w:r w:rsidRPr="004B4076">
          <w:rPr>
            <w:rStyle w:val="Hypertextovodkaz"/>
          </w:rPr>
          <w:t>Předprojektová dokumentace</w:t>
        </w:r>
        <w:r>
          <w:rPr>
            <w:noProof/>
            <w:webHidden/>
          </w:rPr>
          <w:tab/>
        </w:r>
        <w:r>
          <w:rPr>
            <w:noProof/>
            <w:webHidden/>
          </w:rPr>
          <w:fldChar w:fldCharType="begin"/>
        </w:r>
        <w:r>
          <w:rPr>
            <w:noProof/>
            <w:webHidden/>
          </w:rPr>
          <w:instrText xml:space="preserve"> PAGEREF _Toc63869839 \h </w:instrText>
        </w:r>
        <w:r>
          <w:rPr>
            <w:noProof/>
            <w:webHidden/>
          </w:rPr>
        </w:r>
        <w:r>
          <w:rPr>
            <w:noProof/>
            <w:webHidden/>
          </w:rPr>
          <w:fldChar w:fldCharType="separate"/>
        </w:r>
        <w:r>
          <w:rPr>
            <w:noProof/>
            <w:webHidden/>
          </w:rPr>
          <w:t>6</w:t>
        </w:r>
        <w:r>
          <w:rPr>
            <w:noProof/>
            <w:webHidden/>
          </w:rPr>
          <w:fldChar w:fldCharType="end"/>
        </w:r>
      </w:hyperlink>
    </w:p>
    <w:p w14:paraId="0A1BCD34" w14:textId="47CE1183" w:rsidR="00553592" w:rsidRDefault="00553592">
      <w:pPr>
        <w:pStyle w:val="Obsah2"/>
        <w:rPr>
          <w:rFonts w:asciiTheme="minorHAnsi" w:eastAsiaTheme="minorEastAsia" w:hAnsiTheme="minorHAnsi"/>
          <w:noProof/>
          <w:spacing w:val="0"/>
          <w:sz w:val="22"/>
          <w:szCs w:val="22"/>
          <w:lang w:eastAsia="cs-CZ"/>
        </w:rPr>
      </w:pPr>
      <w:hyperlink w:anchor="_Toc63869840" w:history="1">
        <w:r w:rsidRPr="004B4076">
          <w:rPr>
            <w:rStyle w:val="Hypertextovodkaz"/>
            <w:rFonts w:asciiTheme="majorHAnsi" w:hAnsiTheme="majorHAnsi"/>
          </w:rPr>
          <w:t>2.2</w:t>
        </w:r>
        <w:r>
          <w:rPr>
            <w:rFonts w:asciiTheme="minorHAnsi" w:eastAsiaTheme="minorEastAsia" w:hAnsiTheme="minorHAnsi"/>
            <w:noProof/>
            <w:spacing w:val="0"/>
            <w:sz w:val="22"/>
            <w:szCs w:val="22"/>
            <w:lang w:eastAsia="cs-CZ"/>
          </w:rPr>
          <w:tab/>
        </w:r>
        <w:r w:rsidRPr="004B4076">
          <w:rPr>
            <w:rStyle w:val="Hypertextovodkaz"/>
          </w:rPr>
          <w:t>Související dokumentace</w:t>
        </w:r>
        <w:r>
          <w:rPr>
            <w:noProof/>
            <w:webHidden/>
          </w:rPr>
          <w:tab/>
        </w:r>
        <w:r>
          <w:rPr>
            <w:noProof/>
            <w:webHidden/>
          </w:rPr>
          <w:fldChar w:fldCharType="begin"/>
        </w:r>
        <w:r>
          <w:rPr>
            <w:noProof/>
            <w:webHidden/>
          </w:rPr>
          <w:instrText xml:space="preserve"> PAGEREF _Toc63869840 \h </w:instrText>
        </w:r>
        <w:r>
          <w:rPr>
            <w:noProof/>
            <w:webHidden/>
          </w:rPr>
        </w:r>
        <w:r>
          <w:rPr>
            <w:noProof/>
            <w:webHidden/>
          </w:rPr>
          <w:fldChar w:fldCharType="separate"/>
        </w:r>
        <w:r>
          <w:rPr>
            <w:noProof/>
            <w:webHidden/>
          </w:rPr>
          <w:t>6</w:t>
        </w:r>
        <w:r>
          <w:rPr>
            <w:noProof/>
            <w:webHidden/>
          </w:rPr>
          <w:fldChar w:fldCharType="end"/>
        </w:r>
      </w:hyperlink>
    </w:p>
    <w:p w14:paraId="679BF7D0" w14:textId="75436506" w:rsidR="00553592" w:rsidRDefault="00553592">
      <w:pPr>
        <w:pStyle w:val="Obsah1"/>
        <w:rPr>
          <w:rFonts w:asciiTheme="minorHAnsi" w:eastAsiaTheme="minorEastAsia" w:hAnsiTheme="minorHAnsi"/>
          <w:b w:val="0"/>
          <w:caps w:val="0"/>
          <w:noProof/>
          <w:spacing w:val="0"/>
          <w:sz w:val="22"/>
          <w:szCs w:val="22"/>
          <w:lang w:eastAsia="cs-CZ"/>
        </w:rPr>
      </w:pPr>
      <w:hyperlink w:anchor="_Toc63869841" w:history="1">
        <w:r w:rsidRPr="004B4076">
          <w:rPr>
            <w:rStyle w:val="Hypertextovodkaz"/>
          </w:rPr>
          <w:t>3.</w:t>
        </w:r>
        <w:r>
          <w:rPr>
            <w:rFonts w:asciiTheme="minorHAnsi" w:eastAsiaTheme="minorEastAsia" w:hAnsiTheme="minorHAnsi"/>
            <w:b w:val="0"/>
            <w:caps w:val="0"/>
            <w:noProof/>
            <w:spacing w:val="0"/>
            <w:sz w:val="22"/>
            <w:szCs w:val="22"/>
            <w:lang w:eastAsia="cs-CZ"/>
          </w:rPr>
          <w:tab/>
        </w:r>
        <w:r w:rsidRPr="004B4076">
          <w:rPr>
            <w:rStyle w:val="Hypertextovodkaz"/>
          </w:rPr>
          <w:t>KOORDINACE S JINÝMI STAVBAMI</w:t>
        </w:r>
        <w:r>
          <w:rPr>
            <w:noProof/>
            <w:webHidden/>
          </w:rPr>
          <w:tab/>
        </w:r>
        <w:r>
          <w:rPr>
            <w:noProof/>
            <w:webHidden/>
          </w:rPr>
          <w:fldChar w:fldCharType="begin"/>
        </w:r>
        <w:r>
          <w:rPr>
            <w:noProof/>
            <w:webHidden/>
          </w:rPr>
          <w:instrText xml:space="preserve"> PAGEREF _Toc63869841 \h </w:instrText>
        </w:r>
        <w:r>
          <w:rPr>
            <w:noProof/>
            <w:webHidden/>
          </w:rPr>
        </w:r>
        <w:r>
          <w:rPr>
            <w:noProof/>
            <w:webHidden/>
          </w:rPr>
          <w:fldChar w:fldCharType="separate"/>
        </w:r>
        <w:r>
          <w:rPr>
            <w:noProof/>
            <w:webHidden/>
          </w:rPr>
          <w:t>7</w:t>
        </w:r>
        <w:r>
          <w:rPr>
            <w:noProof/>
            <w:webHidden/>
          </w:rPr>
          <w:fldChar w:fldCharType="end"/>
        </w:r>
      </w:hyperlink>
    </w:p>
    <w:p w14:paraId="657EE20B" w14:textId="18D9DD3D" w:rsidR="00553592" w:rsidRDefault="00553592">
      <w:pPr>
        <w:pStyle w:val="Obsah1"/>
        <w:rPr>
          <w:rFonts w:asciiTheme="minorHAnsi" w:eastAsiaTheme="minorEastAsia" w:hAnsiTheme="minorHAnsi"/>
          <w:b w:val="0"/>
          <w:caps w:val="0"/>
          <w:noProof/>
          <w:spacing w:val="0"/>
          <w:sz w:val="22"/>
          <w:szCs w:val="22"/>
          <w:lang w:eastAsia="cs-CZ"/>
        </w:rPr>
      </w:pPr>
      <w:hyperlink w:anchor="_Toc63869842" w:history="1">
        <w:r w:rsidRPr="004B4076">
          <w:rPr>
            <w:rStyle w:val="Hypertextovodkaz"/>
          </w:rPr>
          <w:t>4.</w:t>
        </w:r>
        <w:r>
          <w:rPr>
            <w:rFonts w:asciiTheme="minorHAnsi" w:eastAsiaTheme="minorEastAsia" w:hAnsiTheme="minorHAnsi"/>
            <w:b w:val="0"/>
            <w:caps w:val="0"/>
            <w:noProof/>
            <w:spacing w:val="0"/>
            <w:sz w:val="22"/>
            <w:szCs w:val="22"/>
            <w:lang w:eastAsia="cs-CZ"/>
          </w:rPr>
          <w:tab/>
        </w:r>
        <w:r w:rsidRPr="004B4076">
          <w:rPr>
            <w:rStyle w:val="Hypertextovodkaz"/>
          </w:rPr>
          <w:t>ZVLÁŠTNÍ TECHNICKÉ PODMÍNKY A POŽADAVKY NA PROVEDENÍ DÍLA</w:t>
        </w:r>
        <w:r>
          <w:rPr>
            <w:noProof/>
            <w:webHidden/>
          </w:rPr>
          <w:tab/>
        </w:r>
        <w:r>
          <w:rPr>
            <w:noProof/>
            <w:webHidden/>
          </w:rPr>
          <w:fldChar w:fldCharType="begin"/>
        </w:r>
        <w:r>
          <w:rPr>
            <w:noProof/>
            <w:webHidden/>
          </w:rPr>
          <w:instrText xml:space="preserve"> PAGEREF _Toc63869842 \h </w:instrText>
        </w:r>
        <w:r>
          <w:rPr>
            <w:noProof/>
            <w:webHidden/>
          </w:rPr>
        </w:r>
        <w:r>
          <w:rPr>
            <w:noProof/>
            <w:webHidden/>
          </w:rPr>
          <w:fldChar w:fldCharType="separate"/>
        </w:r>
        <w:r>
          <w:rPr>
            <w:noProof/>
            <w:webHidden/>
          </w:rPr>
          <w:t>7</w:t>
        </w:r>
        <w:r>
          <w:rPr>
            <w:noProof/>
            <w:webHidden/>
          </w:rPr>
          <w:fldChar w:fldCharType="end"/>
        </w:r>
      </w:hyperlink>
    </w:p>
    <w:p w14:paraId="4FB2A706" w14:textId="55017E39" w:rsidR="00553592" w:rsidRDefault="00553592">
      <w:pPr>
        <w:pStyle w:val="Obsah2"/>
        <w:rPr>
          <w:rFonts w:asciiTheme="minorHAnsi" w:eastAsiaTheme="minorEastAsia" w:hAnsiTheme="minorHAnsi"/>
          <w:noProof/>
          <w:spacing w:val="0"/>
          <w:sz w:val="22"/>
          <w:szCs w:val="22"/>
          <w:lang w:eastAsia="cs-CZ"/>
        </w:rPr>
      </w:pPr>
      <w:hyperlink w:anchor="_Toc63869843" w:history="1">
        <w:r w:rsidRPr="004B4076">
          <w:rPr>
            <w:rStyle w:val="Hypertextovodkaz"/>
            <w:rFonts w:asciiTheme="majorHAnsi" w:hAnsiTheme="majorHAnsi"/>
          </w:rPr>
          <w:t>4.1</w:t>
        </w:r>
        <w:r>
          <w:rPr>
            <w:rFonts w:asciiTheme="minorHAnsi" w:eastAsiaTheme="minorEastAsia" w:hAnsiTheme="minorHAnsi"/>
            <w:noProof/>
            <w:spacing w:val="0"/>
            <w:sz w:val="22"/>
            <w:szCs w:val="22"/>
            <w:lang w:eastAsia="cs-CZ"/>
          </w:rPr>
          <w:tab/>
        </w:r>
        <w:r w:rsidRPr="004B4076">
          <w:rPr>
            <w:rStyle w:val="Hypertextovodkaz"/>
          </w:rPr>
          <w:t>Všeobecně</w:t>
        </w:r>
        <w:r>
          <w:rPr>
            <w:noProof/>
            <w:webHidden/>
          </w:rPr>
          <w:tab/>
        </w:r>
        <w:r>
          <w:rPr>
            <w:noProof/>
            <w:webHidden/>
          </w:rPr>
          <w:fldChar w:fldCharType="begin"/>
        </w:r>
        <w:r>
          <w:rPr>
            <w:noProof/>
            <w:webHidden/>
          </w:rPr>
          <w:instrText xml:space="preserve"> PAGEREF _Toc63869843 \h </w:instrText>
        </w:r>
        <w:r>
          <w:rPr>
            <w:noProof/>
            <w:webHidden/>
          </w:rPr>
        </w:r>
        <w:r>
          <w:rPr>
            <w:noProof/>
            <w:webHidden/>
          </w:rPr>
          <w:fldChar w:fldCharType="separate"/>
        </w:r>
        <w:r>
          <w:rPr>
            <w:noProof/>
            <w:webHidden/>
          </w:rPr>
          <w:t>7</w:t>
        </w:r>
        <w:r>
          <w:rPr>
            <w:noProof/>
            <w:webHidden/>
          </w:rPr>
          <w:fldChar w:fldCharType="end"/>
        </w:r>
      </w:hyperlink>
    </w:p>
    <w:p w14:paraId="13BE61A8" w14:textId="016573F6" w:rsidR="00553592" w:rsidRDefault="00553592">
      <w:pPr>
        <w:pStyle w:val="Obsah2"/>
        <w:rPr>
          <w:rFonts w:asciiTheme="minorHAnsi" w:eastAsiaTheme="minorEastAsia" w:hAnsiTheme="minorHAnsi"/>
          <w:noProof/>
          <w:spacing w:val="0"/>
          <w:sz w:val="22"/>
          <w:szCs w:val="22"/>
          <w:lang w:eastAsia="cs-CZ"/>
        </w:rPr>
      </w:pPr>
      <w:hyperlink w:anchor="_Toc63869844" w:history="1">
        <w:r w:rsidRPr="004B4076">
          <w:rPr>
            <w:rStyle w:val="Hypertextovodkaz"/>
            <w:rFonts w:asciiTheme="majorHAnsi" w:hAnsiTheme="majorHAnsi"/>
          </w:rPr>
          <w:t>4.2</w:t>
        </w:r>
        <w:r>
          <w:rPr>
            <w:rFonts w:asciiTheme="minorHAnsi" w:eastAsiaTheme="minorEastAsia" w:hAnsiTheme="minorHAnsi"/>
            <w:noProof/>
            <w:spacing w:val="0"/>
            <w:sz w:val="22"/>
            <w:szCs w:val="22"/>
            <w:lang w:eastAsia="cs-CZ"/>
          </w:rPr>
          <w:tab/>
        </w:r>
        <w:r w:rsidRPr="004B4076">
          <w:rPr>
            <w:rStyle w:val="Hypertextovodkaz"/>
          </w:rPr>
          <w:t>Zhotovení Projektové dokumentace</w:t>
        </w:r>
        <w:r>
          <w:rPr>
            <w:noProof/>
            <w:webHidden/>
          </w:rPr>
          <w:tab/>
        </w:r>
        <w:r>
          <w:rPr>
            <w:noProof/>
            <w:webHidden/>
          </w:rPr>
          <w:fldChar w:fldCharType="begin"/>
        </w:r>
        <w:r>
          <w:rPr>
            <w:noProof/>
            <w:webHidden/>
          </w:rPr>
          <w:instrText xml:space="preserve"> PAGEREF _Toc63869844 \h </w:instrText>
        </w:r>
        <w:r>
          <w:rPr>
            <w:noProof/>
            <w:webHidden/>
          </w:rPr>
        </w:r>
        <w:r>
          <w:rPr>
            <w:noProof/>
            <w:webHidden/>
          </w:rPr>
          <w:fldChar w:fldCharType="separate"/>
        </w:r>
        <w:r>
          <w:rPr>
            <w:noProof/>
            <w:webHidden/>
          </w:rPr>
          <w:t>8</w:t>
        </w:r>
        <w:r>
          <w:rPr>
            <w:noProof/>
            <w:webHidden/>
          </w:rPr>
          <w:fldChar w:fldCharType="end"/>
        </w:r>
      </w:hyperlink>
    </w:p>
    <w:p w14:paraId="09B520A8" w14:textId="3B2DC9B3" w:rsidR="00553592" w:rsidRDefault="00553592">
      <w:pPr>
        <w:pStyle w:val="Obsah2"/>
        <w:rPr>
          <w:rFonts w:asciiTheme="minorHAnsi" w:eastAsiaTheme="minorEastAsia" w:hAnsiTheme="minorHAnsi"/>
          <w:noProof/>
          <w:spacing w:val="0"/>
          <w:sz w:val="22"/>
          <w:szCs w:val="22"/>
          <w:lang w:eastAsia="cs-CZ"/>
        </w:rPr>
      </w:pPr>
      <w:hyperlink w:anchor="_Toc63869845" w:history="1">
        <w:r w:rsidRPr="004B4076">
          <w:rPr>
            <w:rStyle w:val="Hypertextovodkaz"/>
            <w:rFonts w:asciiTheme="majorHAnsi" w:hAnsiTheme="majorHAnsi"/>
          </w:rPr>
          <w:t>4.3</w:t>
        </w:r>
        <w:r>
          <w:rPr>
            <w:rFonts w:asciiTheme="minorHAnsi" w:eastAsiaTheme="minorEastAsia" w:hAnsiTheme="minorHAnsi"/>
            <w:noProof/>
            <w:spacing w:val="0"/>
            <w:sz w:val="22"/>
            <w:szCs w:val="22"/>
            <w:lang w:eastAsia="cs-CZ"/>
          </w:rPr>
          <w:tab/>
        </w:r>
        <w:r w:rsidRPr="004B4076">
          <w:rPr>
            <w:rStyle w:val="Hypertextovodkaz"/>
          </w:rPr>
          <w:t>Zhotovení stavby</w:t>
        </w:r>
        <w:r>
          <w:rPr>
            <w:noProof/>
            <w:webHidden/>
          </w:rPr>
          <w:tab/>
        </w:r>
        <w:r>
          <w:rPr>
            <w:noProof/>
            <w:webHidden/>
          </w:rPr>
          <w:fldChar w:fldCharType="begin"/>
        </w:r>
        <w:r>
          <w:rPr>
            <w:noProof/>
            <w:webHidden/>
          </w:rPr>
          <w:instrText xml:space="preserve"> PAGEREF _Toc63869845 \h </w:instrText>
        </w:r>
        <w:r>
          <w:rPr>
            <w:noProof/>
            <w:webHidden/>
          </w:rPr>
        </w:r>
        <w:r>
          <w:rPr>
            <w:noProof/>
            <w:webHidden/>
          </w:rPr>
          <w:fldChar w:fldCharType="separate"/>
        </w:r>
        <w:r>
          <w:rPr>
            <w:noProof/>
            <w:webHidden/>
          </w:rPr>
          <w:t>10</w:t>
        </w:r>
        <w:r>
          <w:rPr>
            <w:noProof/>
            <w:webHidden/>
          </w:rPr>
          <w:fldChar w:fldCharType="end"/>
        </w:r>
      </w:hyperlink>
    </w:p>
    <w:p w14:paraId="04B29078" w14:textId="2A81B94A" w:rsidR="00553592" w:rsidRDefault="00553592">
      <w:pPr>
        <w:pStyle w:val="Obsah2"/>
        <w:rPr>
          <w:rFonts w:asciiTheme="minorHAnsi" w:eastAsiaTheme="minorEastAsia" w:hAnsiTheme="minorHAnsi"/>
          <w:noProof/>
          <w:spacing w:val="0"/>
          <w:sz w:val="22"/>
          <w:szCs w:val="22"/>
          <w:lang w:eastAsia="cs-CZ"/>
        </w:rPr>
      </w:pPr>
      <w:hyperlink w:anchor="_Toc63869846" w:history="1">
        <w:r w:rsidRPr="004B4076">
          <w:rPr>
            <w:rStyle w:val="Hypertextovodkaz"/>
            <w:rFonts w:asciiTheme="majorHAnsi" w:hAnsiTheme="majorHAnsi"/>
          </w:rPr>
          <w:t>4.4</w:t>
        </w:r>
        <w:r>
          <w:rPr>
            <w:rFonts w:asciiTheme="minorHAnsi" w:eastAsiaTheme="minorEastAsia" w:hAnsiTheme="minorHAnsi"/>
            <w:noProof/>
            <w:spacing w:val="0"/>
            <w:sz w:val="22"/>
            <w:szCs w:val="22"/>
            <w:lang w:eastAsia="cs-CZ"/>
          </w:rPr>
          <w:tab/>
        </w:r>
        <w:r w:rsidRPr="004B4076">
          <w:rPr>
            <w:rStyle w:val="Hypertextovodkaz"/>
          </w:rPr>
          <w:t>Zeměměřická činnost zhotovitele</w:t>
        </w:r>
        <w:r>
          <w:rPr>
            <w:noProof/>
            <w:webHidden/>
          </w:rPr>
          <w:tab/>
        </w:r>
        <w:r>
          <w:rPr>
            <w:noProof/>
            <w:webHidden/>
          </w:rPr>
          <w:fldChar w:fldCharType="begin"/>
        </w:r>
        <w:r>
          <w:rPr>
            <w:noProof/>
            <w:webHidden/>
          </w:rPr>
          <w:instrText xml:space="preserve"> PAGEREF _Toc63869846 \h </w:instrText>
        </w:r>
        <w:r>
          <w:rPr>
            <w:noProof/>
            <w:webHidden/>
          </w:rPr>
        </w:r>
        <w:r>
          <w:rPr>
            <w:noProof/>
            <w:webHidden/>
          </w:rPr>
          <w:fldChar w:fldCharType="separate"/>
        </w:r>
        <w:r>
          <w:rPr>
            <w:noProof/>
            <w:webHidden/>
          </w:rPr>
          <w:t>11</w:t>
        </w:r>
        <w:r>
          <w:rPr>
            <w:noProof/>
            <w:webHidden/>
          </w:rPr>
          <w:fldChar w:fldCharType="end"/>
        </w:r>
      </w:hyperlink>
    </w:p>
    <w:p w14:paraId="515D115A" w14:textId="704BFBA5" w:rsidR="00553592" w:rsidRDefault="00553592">
      <w:pPr>
        <w:pStyle w:val="Obsah2"/>
        <w:rPr>
          <w:rFonts w:asciiTheme="minorHAnsi" w:eastAsiaTheme="minorEastAsia" w:hAnsiTheme="minorHAnsi"/>
          <w:noProof/>
          <w:spacing w:val="0"/>
          <w:sz w:val="22"/>
          <w:szCs w:val="22"/>
          <w:lang w:eastAsia="cs-CZ"/>
        </w:rPr>
      </w:pPr>
      <w:hyperlink w:anchor="_Toc63869847" w:history="1">
        <w:r w:rsidRPr="004B4076">
          <w:rPr>
            <w:rStyle w:val="Hypertextovodkaz"/>
            <w:rFonts w:asciiTheme="majorHAnsi" w:hAnsiTheme="majorHAnsi"/>
          </w:rPr>
          <w:t>4.5</w:t>
        </w:r>
        <w:r>
          <w:rPr>
            <w:rFonts w:asciiTheme="minorHAnsi" w:eastAsiaTheme="minorEastAsia" w:hAnsiTheme="minorHAnsi"/>
            <w:noProof/>
            <w:spacing w:val="0"/>
            <w:sz w:val="22"/>
            <w:szCs w:val="22"/>
            <w:lang w:eastAsia="cs-CZ"/>
          </w:rPr>
          <w:tab/>
        </w:r>
        <w:r w:rsidRPr="004B4076">
          <w:rPr>
            <w:rStyle w:val="Hypertextovodkaz"/>
          </w:rPr>
          <w:t>Doklady překládané zhotovitelem</w:t>
        </w:r>
        <w:r>
          <w:rPr>
            <w:noProof/>
            <w:webHidden/>
          </w:rPr>
          <w:tab/>
        </w:r>
        <w:r>
          <w:rPr>
            <w:noProof/>
            <w:webHidden/>
          </w:rPr>
          <w:fldChar w:fldCharType="begin"/>
        </w:r>
        <w:r>
          <w:rPr>
            <w:noProof/>
            <w:webHidden/>
          </w:rPr>
          <w:instrText xml:space="preserve"> PAGEREF _Toc63869847 \h </w:instrText>
        </w:r>
        <w:r>
          <w:rPr>
            <w:noProof/>
            <w:webHidden/>
          </w:rPr>
        </w:r>
        <w:r>
          <w:rPr>
            <w:noProof/>
            <w:webHidden/>
          </w:rPr>
          <w:fldChar w:fldCharType="separate"/>
        </w:r>
        <w:r>
          <w:rPr>
            <w:noProof/>
            <w:webHidden/>
          </w:rPr>
          <w:t>12</w:t>
        </w:r>
        <w:r>
          <w:rPr>
            <w:noProof/>
            <w:webHidden/>
          </w:rPr>
          <w:fldChar w:fldCharType="end"/>
        </w:r>
      </w:hyperlink>
    </w:p>
    <w:p w14:paraId="7A6F87A7" w14:textId="0798DCDB" w:rsidR="00553592" w:rsidRDefault="00553592">
      <w:pPr>
        <w:pStyle w:val="Obsah2"/>
        <w:rPr>
          <w:rFonts w:asciiTheme="minorHAnsi" w:eastAsiaTheme="minorEastAsia" w:hAnsiTheme="minorHAnsi"/>
          <w:noProof/>
          <w:spacing w:val="0"/>
          <w:sz w:val="22"/>
          <w:szCs w:val="22"/>
          <w:lang w:eastAsia="cs-CZ"/>
        </w:rPr>
      </w:pPr>
      <w:hyperlink w:anchor="_Toc63869848" w:history="1">
        <w:r w:rsidRPr="004B4076">
          <w:rPr>
            <w:rStyle w:val="Hypertextovodkaz"/>
            <w:rFonts w:asciiTheme="majorHAnsi" w:hAnsiTheme="majorHAnsi"/>
          </w:rPr>
          <w:t>4.6</w:t>
        </w:r>
        <w:r>
          <w:rPr>
            <w:rFonts w:asciiTheme="minorHAnsi" w:eastAsiaTheme="minorEastAsia" w:hAnsiTheme="minorHAnsi"/>
            <w:noProof/>
            <w:spacing w:val="0"/>
            <w:sz w:val="22"/>
            <w:szCs w:val="22"/>
            <w:lang w:eastAsia="cs-CZ"/>
          </w:rPr>
          <w:tab/>
        </w:r>
        <w:r w:rsidRPr="004B4076">
          <w:rPr>
            <w:rStyle w:val="Hypertextovodkaz"/>
          </w:rPr>
          <w:t>Dokumentace skutečného provedení stavby</w:t>
        </w:r>
        <w:r>
          <w:rPr>
            <w:noProof/>
            <w:webHidden/>
          </w:rPr>
          <w:tab/>
        </w:r>
        <w:r>
          <w:rPr>
            <w:noProof/>
            <w:webHidden/>
          </w:rPr>
          <w:fldChar w:fldCharType="begin"/>
        </w:r>
        <w:r>
          <w:rPr>
            <w:noProof/>
            <w:webHidden/>
          </w:rPr>
          <w:instrText xml:space="preserve"> PAGEREF _Toc63869848 \h </w:instrText>
        </w:r>
        <w:r>
          <w:rPr>
            <w:noProof/>
            <w:webHidden/>
          </w:rPr>
        </w:r>
        <w:r>
          <w:rPr>
            <w:noProof/>
            <w:webHidden/>
          </w:rPr>
          <w:fldChar w:fldCharType="separate"/>
        </w:r>
        <w:r>
          <w:rPr>
            <w:noProof/>
            <w:webHidden/>
          </w:rPr>
          <w:t>12</w:t>
        </w:r>
        <w:r>
          <w:rPr>
            <w:noProof/>
            <w:webHidden/>
          </w:rPr>
          <w:fldChar w:fldCharType="end"/>
        </w:r>
      </w:hyperlink>
    </w:p>
    <w:p w14:paraId="23B40955" w14:textId="0E09394D" w:rsidR="00553592" w:rsidRDefault="00553592">
      <w:pPr>
        <w:pStyle w:val="Obsah2"/>
        <w:rPr>
          <w:rFonts w:asciiTheme="minorHAnsi" w:eastAsiaTheme="minorEastAsia" w:hAnsiTheme="minorHAnsi"/>
          <w:noProof/>
          <w:spacing w:val="0"/>
          <w:sz w:val="22"/>
          <w:szCs w:val="22"/>
          <w:lang w:eastAsia="cs-CZ"/>
        </w:rPr>
      </w:pPr>
      <w:hyperlink w:anchor="_Toc63869849" w:history="1">
        <w:r w:rsidRPr="004B4076">
          <w:rPr>
            <w:rStyle w:val="Hypertextovodkaz"/>
            <w:rFonts w:asciiTheme="majorHAnsi" w:hAnsiTheme="majorHAnsi"/>
          </w:rPr>
          <w:t>4.7</w:t>
        </w:r>
        <w:r>
          <w:rPr>
            <w:rFonts w:asciiTheme="minorHAnsi" w:eastAsiaTheme="minorEastAsia" w:hAnsiTheme="minorHAnsi"/>
            <w:noProof/>
            <w:spacing w:val="0"/>
            <w:sz w:val="22"/>
            <w:szCs w:val="22"/>
            <w:lang w:eastAsia="cs-CZ"/>
          </w:rPr>
          <w:tab/>
        </w:r>
        <w:r w:rsidRPr="004B4076">
          <w:rPr>
            <w:rStyle w:val="Hypertextovodkaz"/>
          </w:rPr>
          <w:t>Zabezpečovací zařízení</w:t>
        </w:r>
        <w:r>
          <w:rPr>
            <w:noProof/>
            <w:webHidden/>
          </w:rPr>
          <w:tab/>
        </w:r>
        <w:r>
          <w:rPr>
            <w:noProof/>
            <w:webHidden/>
          </w:rPr>
          <w:fldChar w:fldCharType="begin"/>
        </w:r>
        <w:r>
          <w:rPr>
            <w:noProof/>
            <w:webHidden/>
          </w:rPr>
          <w:instrText xml:space="preserve"> PAGEREF _Toc63869849 \h </w:instrText>
        </w:r>
        <w:r>
          <w:rPr>
            <w:noProof/>
            <w:webHidden/>
          </w:rPr>
        </w:r>
        <w:r>
          <w:rPr>
            <w:noProof/>
            <w:webHidden/>
          </w:rPr>
          <w:fldChar w:fldCharType="separate"/>
        </w:r>
        <w:r>
          <w:rPr>
            <w:noProof/>
            <w:webHidden/>
          </w:rPr>
          <w:t>13</w:t>
        </w:r>
        <w:r>
          <w:rPr>
            <w:noProof/>
            <w:webHidden/>
          </w:rPr>
          <w:fldChar w:fldCharType="end"/>
        </w:r>
      </w:hyperlink>
    </w:p>
    <w:p w14:paraId="4CD6B880" w14:textId="0FDF00A4" w:rsidR="00553592" w:rsidRDefault="00553592">
      <w:pPr>
        <w:pStyle w:val="Obsah2"/>
        <w:rPr>
          <w:rFonts w:asciiTheme="minorHAnsi" w:eastAsiaTheme="minorEastAsia" w:hAnsiTheme="minorHAnsi"/>
          <w:noProof/>
          <w:spacing w:val="0"/>
          <w:sz w:val="22"/>
          <w:szCs w:val="22"/>
          <w:lang w:eastAsia="cs-CZ"/>
        </w:rPr>
      </w:pPr>
      <w:hyperlink w:anchor="_Toc63869850" w:history="1">
        <w:r w:rsidRPr="004B4076">
          <w:rPr>
            <w:rStyle w:val="Hypertextovodkaz"/>
            <w:rFonts w:asciiTheme="majorHAnsi" w:hAnsiTheme="majorHAnsi"/>
          </w:rPr>
          <w:t>4.8</w:t>
        </w:r>
        <w:r>
          <w:rPr>
            <w:rFonts w:asciiTheme="minorHAnsi" w:eastAsiaTheme="minorEastAsia" w:hAnsiTheme="minorHAnsi"/>
            <w:noProof/>
            <w:spacing w:val="0"/>
            <w:sz w:val="22"/>
            <w:szCs w:val="22"/>
            <w:lang w:eastAsia="cs-CZ"/>
          </w:rPr>
          <w:tab/>
        </w:r>
        <w:r w:rsidRPr="004B4076">
          <w:rPr>
            <w:rStyle w:val="Hypertextovodkaz"/>
          </w:rPr>
          <w:t>Sdělovací zařízení</w:t>
        </w:r>
        <w:r>
          <w:rPr>
            <w:noProof/>
            <w:webHidden/>
          </w:rPr>
          <w:tab/>
        </w:r>
        <w:r>
          <w:rPr>
            <w:noProof/>
            <w:webHidden/>
          </w:rPr>
          <w:fldChar w:fldCharType="begin"/>
        </w:r>
        <w:r>
          <w:rPr>
            <w:noProof/>
            <w:webHidden/>
          </w:rPr>
          <w:instrText xml:space="preserve"> PAGEREF _Toc63869850 \h </w:instrText>
        </w:r>
        <w:r>
          <w:rPr>
            <w:noProof/>
            <w:webHidden/>
          </w:rPr>
        </w:r>
        <w:r>
          <w:rPr>
            <w:noProof/>
            <w:webHidden/>
          </w:rPr>
          <w:fldChar w:fldCharType="separate"/>
        </w:r>
        <w:r>
          <w:rPr>
            <w:noProof/>
            <w:webHidden/>
          </w:rPr>
          <w:t>14</w:t>
        </w:r>
        <w:r>
          <w:rPr>
            <w:noProof/>
            <w:webHidden/>
          </w:rPr>
          <w:fldChar w:fldCharType="end"/>
        </w:r>
      </w:hyperlink>
    </w:p>
    <w:p w14:paraId="6470F04C" w14:textId="47ED997F" w:rsidR="00553592" w:rsidRDefault="00553592">
      <w:pPr>
        <w:pStyle w:val="Obsah2"/>
        <w:rPr>
          <w:rFonts w:asciiTheme="minorHAnsi" w:eastAsiaTheme="minorEastAsia" w:hAnsiTheme="minorHAnsi"/>
          <w:noProof/>
          <w:spacing w:val="0"/>
          <w:sz w:val="22"/>
          <w:szCs w:val="22"/>
          <w:lang w:eastAsia="cs-CZ"/>
        </w:rPr>
      </w:pPr>
      <w:hyperlink w:anchor="_Toc63869851" w:history="1">
        <w:r w:rsidRPr="004B4076">
          <w:rPr>
            <w:rStyle w:val="Hypertextovodkaz"/>
            <w:rFonts w:asciiTheme="majorHAnsi" w:hAnsiTheme="majorHAnsi"/>
          </w:rPr>
          <w:t>4.9</w:t>
        </w:r>
        <w:r>
          <w:rPr>
            <w:rFonts w:asciiTheme="minorHAnsi" w:eastAsiaTheme="minorEastAsia" w:hAnsiTheme="minorHAnsi"/>
            <w:noProof/>
            <w:spacing w:val="0"/>
            <w:sz w:val="22"/>
            <w:szCs w:val="22"/>
            <w:lang w:eastAsia="cs-CZ"/>
          </w:rPr>
          <w:tab/>
        </w:r>
        <w:r w:rsidRPr="004B4076">
          <w:rPr>
            <w:rStyle w:val="Hypertextovodkaz"/>
          </w:rPr>
          <w:t>Silnoproudá technologie včetně DŘT, trakční a energetická zařízení</w:t>
        </w:r>
        <w:r>
          <w:rPr>
            <w:noProof/>
            <w:webHidden/>
          </w:rPr>
          <w:tab/>
        </w:r>
        <w:r>
          <w:rPr>
            <w:noProof/>
            <w:webHidden/>
          </w:rPr>
          <w:fldChar w:fldCharType="begin"/>
        </w:r>
        <w:r>
          <w:rPr>
            <w:noProof/>
            <w:webHidden/>
          </w:rPr>
          <w:instrText xml:space="preserve"> PAGEREF _Toc63869851 \h </w:instrText>
        </w:r>
        <w:r>
          <w:rPr>
            <w:noProof/>
            <w:webHidden/>
          </w:rPr>
        </w:r>
        <w:r>
          <w:rPr>
            <w:noProof/>
            <w:webHidden/>
          </w:rPr>
          <w:fldChar w:fldCharType="separate"/>
        </w:r>
        <w:r>
          <w:rPr>
            <w:noProof/>
            <w:webHidden/>
          </w:rPr>
          <w:t>14</w:t>
        </w:r>
        <w:r>
          <w:rPr>
            <w:noProof/>
            <w:webHidden/>
          </w:rPr>
          <w:fldChar w:fldCharType="end"/>
        </w:r>
      </w:hyperlink>
    </w:p>
    <w:p w14:paraId="5BBF7FBB" w14:textId="4F2355DF" w:rsidR="00553592" w:rsidRDefault="00553592">
      <w:pPr>
        <w:pStyle w:val="Obsah2"/>
        <w:rPr>
          <w:rFonts w:asciiTheme="minorHAnsi" w:eastAsiaTheme="minorEastAsia" w:hAnsiTheme="minorHAnsi"/>
          <w:noProof/>
          <w:spacing w:val="0"/>
          <w:sz w:val="22"/>
          <w:szCs w:val="22"/>
          <w:lang w:eastAsia="cs-CZ"/>
        </w:rPr>
      </w:pPr>
      <w:hyperlink w:anchor="_Toc63869852" w:history="1">
        <w:r w:rsidRPr="004B4076">
          <w:rPr>
            <w:rStyle w:val="Hypertextovodkaz"/>
            <w:rFonts w:asciiTheme="majorHAnsi" w:hAnsiTheme="majorHAnsi"/>
          </w:rPr>
          <w:t>4.10</w:t>
        </w:r>
        <w:r>
          <w:rPr>
            <w:rFonts w:asciiTheme="minorHAnsi" w:eastAsiaTheme="minorEastAsia" w:hAnsiTheme="minorHAnsi"/>
            <w:noProof/>
            <w:spacing w:val="0"/>
            <w:sz w:val="22"/>
            <w:szCs w:val="22"/>
            <w:lang w:eastAsia="cs-CZ"/>
          </w:rPr>
          <w:tab/>
        </w:r>
        <w:r w:rsidRPr="004B4076">
          <w:rPr>
            <w:rStyle w:val="Hypertextovodkaz"/>
          </w:rPr>
          <w:t>Železniční svršek a spodek</w:t>
        </w:r>
        <w:r>
          <w:rPr>
            <w:noProof/>
            <w:webHidden/>
          </w:rPr>
          <w:tab/>
        </w:r>
        <w:r>
          <w:rPr>
            <w:noProof/>
            <w:webHidden/>
          </w:rPr>
          <w:fldChar w:fldCharType="begin"/>
        </w:r>
        <w:r>
          <w:rPr>
            <w:noProof/>
            <w:webHidden/>
          </w:rPr>
          <w:instrText xml:space="preserve"> PAGEREF _Toc63869852 \h </w:instrText>
        </w:r>
        <w:r>
          <w:rPr>
            <w:noProof/>
            <w:webHidden/>
          </w:rPr>
        </w:r>
        <w:r>
          <w:rPr>
            <w:noProof/>
            <w:webHidden/>
          </w:rPr>
          <w:fldChar w:fldCharType="separate"/>
        </w:r>
        <w:r>
          <w:rPr>
            <w:noProof/>
            <w:webHidden/>
          </w:rPr>
          <w:t>14</w:t>
        </w:r>
        <w:r>
          <w:rPr>
            <w:noProof/>
            <w:webHidden/>
          </w:rPr>
          <w:fldChar w:fldCharType="end"/>
        </w:r>
      </w:hyperlink>
    </w:p>
    <w:p w14:paraId="5C9406E4" w14:textId="34593CB1" w:rsidR="00553592" w:rsidRDefault="00553592">
      <w:pPr>
        <w:pStyle w:val="Obsah2"/>
        <w:rPr>
          <w:rFonts w:asciiTheme="minorHAnsi" w:eastAsiaTheme="minorEastAsia" w:hAnsiTheme="minorHAnsi"/>
          <w:noProof/>
          <w:spacing w:val="0"/>
          <w:sz w:val="22"/>
          <w:szCs w:val="22"/>
          <w:lang w:eastAsia="cs-CZ"/>
        </w:rPr>
      </w:pPr>
      <w:hyperlink w:anchor="_Toc63869853" w:history="1">
        <w:r w:rsidRPr="004B4076">
          <w:rPr>
            <w:rStyle w:val="Hypertextovodkaz"/>
            <w:rFonts w:asciiTheme="majorHAnsi" w:hAnsiTheme="majorHAnsi"/>
          </w:rPr>
          <w:t>4.11</w:t>
        </w:r>
        <w:r>
          <w:rPr>
            <w:rFonts w:asciiTheme="minorHAnsi" w:eastAsiaTheme="minorEastAsia" w:hAnsiTheme="minorHAnsi"/>
            <w:noProof/>
            <w:spacing w:val="0"/>
            <w:sz w:val="22"/>
            <w:szCs w:val="22"/>
            <w:lang w:eastAsia="cs-CZ"/>
          </w:rPr>
          <w:tab/>
        </w:r>
        <w:r w:rsidRPr="004B4076">
          <w:rPr>
            <w:rStyle w:val="Hypertextovodkaz"/>
          </w:rPr>
          <w:t>Železniční přejezdy</w:t>
        </w:r>
        <w:r>
          <w:rPr>
            <w:noProof/>
            <w:webHidden/>
          </w:rPr>
          <w:tab/>
        </w:r>
        <w:r>
          <w:rPr>
            <w:noProof/>
            <w:webHidden/>
          </w:rPr>
          <w:fldChar w:fldCharType="begin"/>
        </w:r>
        <w:r>
          <w:rPr>
            <w:noProof/>
            <w:webHidden/>
          </w:rPr>
          <w:instrText xml:space="preserve"> PAGEREF _Toc63869853 \h </w:instrText>
        </w:r>
        <w:r>
          <w:rPr>
            <w:noProof/>
            <w:webHidden/>
          </w:rPr>
        </w:r>
        <w:r>
          <w:rPr>
            <w:noProof/>
            <w:webHidden/>
          </w:rPr>
          <w:fldChar w:fldCharType="separate"/>
        </w:r>
        <w:r>
          <w:rPr>
            <w:noProof/>
            <w:webHidden/>
          </w:rPr>
          <w:t>14</w:t>
        </w:r>
        <w:r>
          <w:rPr>
            <w:noProof/>
            <w:webHidden/>
          </w:rPr>
          <w:fldChar w:fldCharType="end"/>
        </w:r>
      </w:hyperlink>
    </w:p>
    <w:p w14:paraId="35D9507D" w14:textId="6BD35538" w:rsidR="00553592" w:rsidRDefault="00553592">
      <w:pPr>
        <w:pStyle w:val="Obsah2"/>
        <w:rPr>
          <w:rFonts w:asciiTheme="minorHAnsi" w:eastAsiaTheme="minorEastAsia" w:hAnsiTheme="minorHAnsi"/>
          <w:noProof/>
          <w:spacing w:val="0"/>
          <w:sz w:val="22"/>
          <w:szCs w:val="22"/>
          <w:lang w:eastAsia="cs-CZ"/>
        </w:rPr>
      </w:pPr>
      <w:hyperlink w:anchor="_Toc63869854" w:history="1">
        <w:r w:rsidRPr="004B4076">
          <w:rPr>
            <w:rStyle w:val="Hypertextovodkaz"/>
            <w:rFonts w:asciiTheme="majorHAnsi" w:hAnsiTheme="majorHAnsi"/>
          </w:rPr>
          <w:t>4.12</w:t>
        </w:r>
        <w:r>
          <w:rPr>
            <w:rFonts w:asciiTheme="minorHAnsi" w:eastAsiaTheme="minorEastAsia" w:hAnsiTheme="minorHAnsi"/>
            <w:noProof/>
            <w:spacing w:val="0"/>
            <w:sz w:val="22"/>
            <w:szCs w:val="22"/>
            <w:lang w:eastAsia="cs-CZ"/>
          </w:rPr>
          <w:tab/>
        </w:r>
        <w:r w:rsidRPr="004B4076">
          <w:rPr>
            <w:rStyle w:val="Hypertextovodkaz"/>
          </w:rPr>
          <w:t>Mosty, propustky a zdi</w:t>
        </w:r>
        <w:r>
          <w:rPr>
            <w:noProof/>
            <w:webHidden/>
          </w:rPr>
          <w:tab/>
        </w:r>
        <w:r>
          <w:rPr>
            <w:noProof/>
            <w:webHidden/>
          </w:rPr>
          <w:fldChar w:fldCharType="begin"/>
        </w:r>
        <w:r>
          <w:rPr>
            <w:noProof/>
            <w:webHidden/>
          </w:rPr>
          <w:instrText xml:space="preserve"> PAGEREF _Toc63869854 \h </w:instrText>
        </w:r>
        <w:r>
          <w:rPr>
            <w:noProof/>
            <w:webHidden/>
          </w:rPr>
        </w:r>
        <w:r>
          <w:rPr>
            <w:noProof/>
            <w:webHidden/>
          </w:rPr>
          <w:fldChar w:fldCharType="separate"/>
        </w:r>
        <w:r>
          <w:rPr>
            <w:noProof/>
            <w:webHidden/>
          </w:rPr>
          <w:t>15</w:t>
        </w:r>
        <w:r>
          <w:rPr>
            <w:noProof/>
            <w:webHidden/>
          </w:rPr>
          <w:fldChar w:fldCharType="end"/>
        </w:r>
      </w:hyperlink>
    </w:p>
    <w:p w14:paraId="6CF1A852" w14:textId="270D8CE9" w:rsidR="00553592" w:rsidRDefault="00553592">
      <w:pPr>
        <w:pStyle w:val="Obsah2"/>
        <w:rPr>
          <w:rFonts w:asciiTheme="minorHAnsi" w:eastAsiaTheme="minorEastAsia" w:hAnsiTheme="minorHAnsi"/>
          <w:noProof/>
          <w:spacing w:val="0"/>
          <w:sz w:val="22"/>
          <w:szCs w:val="22"/>
          <w:lang w:eastAsia="cs-CZ"/>
        </w:rPr>
      </w:pPr>
      <w:hyperlink w:anchor="_Toc63869855" w:history="1">
        <w:r w:rsidRPr="004B4076">
          <w:rPr>
            <w:rStyle w:val="Hypertextovodkaz"/>
            <w:rFonts w:asciiTheme="majorHAnsi" w:hAnsiTheme="majorHAnsi"/>
          </w:rPr>
          <w:t>4.13</w:t>
        </w:r>
        <w:r>
          <w:rPr>
            <w:rFonts w:asciiTheme="minorHAnsi" w:eastAsiaTheme="minorEastAsia" w:hAnsiTheme="minorHAnsi"/>
            <w:noProof/>
            <w:spacing w:val="0"/>
            <w:sz w:val="22"/>
            <w:szCs w:val="22"/>
            <w:lang w:eastAsia="cs-CZ"/>
          </w:rPr>
          <w:tab/>
        </w:r>
        <w:r w:rsidRPr="004B4076">
          <w:rPr>
            <w:rStyle w:val="Hypertextovodkaz"/>
          </w:rPr>
          <w:t>Pozemní komunikace</w:t>
        </w:r>
        <w:r>
          <w:rPr>
            <w:noProof/>
            <w:webHidden/>
          </w:rPr>
          <w:tab/>
        </w:r>
        <w:r>
          <w:rPr>
            <w:noProof/>
            <w:webHidden/>
          </w:rPr>
          <w:fldChar w:fldCharType="begin"/>
        </w:r>
        <w:r>
          <w:rPr>
            <w:noProof/>
            <w:webHidden/>
          </w:rPr>
          <w:instrText xml:space="preserve"> PAGEREF _Toc63869855 \h </w:instrText>
        </w:r>
        <w:r>
          <w:rPr>
            <w:noProof/>
            <w:webHidden/>
          </w:rPr>
        </w:r>
        <w:r>
          <w:rPr>
            <w:noProof/>
            <w:webHidden/>
          </w:rPr>
          <w:fldChar w:fldCharType="separate"/>
        </w:r>
        <w:r>
          <w:rPr>
            <w:noProof/>
            <w:webHidden/>
          </w:rPr>
          <w:t>15</w:t>
        </w:r>
        <w:r>
          <w:rPr>
            <w:noProof/>
            <w:webHidden/>
          </w:rPr>
          <w:fldChar w:fldCharType="end"/>
        </w:r>
      </w:hyperlink>
    </w:p>
    <w:p w14:paraId="0DD3349F" w14:textId="0D758CF1" w:rsidR="00553592" w:rsidRDefault="00553592">
      <w:pPr>
        <w:pStyle w:val="Obsah2"/>
        <w:rPr>
          <w:rFonts w:asciiTheme="minorHAnsi" w:eastAsiaTheme="minorEastAsia" w:hAnsiTheme="minorHAnsi"/>
          <w:noProof/>
          <w:spacing w:val="0"/>
          <w:sz w:val="22"/>
          <w:szCs w:val="22"/>
          <w:lang w:eastAsia="cs-CZ"/>
        </w:rPr>
      </w:pPr>
      <w:hyperlink w:anchor="_Toc63869856" w:history="1">
        <w:r w:rsidRPr="004B4076">
          <w:rPr>
            <w:rStyle w:val="Hypertextovodkaz"/>
            <w:rFonts w:asciiTheme="majorHAnsi" w:hAnsiTheme="majorHAnsi"/>
          </w:rPr>
          <w:t>4.14</w:t>
        </w:r>
        <w:r>
          <w:rPr>
            <w:rFonts w:asciiTheme="minorHAnsi" w:eastAsiaTheme="minorEastAsia" w:hAnsiTheme="minorHAnsi"/>
            <w:noProof/>
            <w:spacing w:val="0"/>
            <w:sz w:val="22"/>
            <w:szCs w:val="22"/>
            <w:lang w:eastAsia="cs-CZ"/>
          </w:rPr>
          <w:tab/>
        </w:r>
        <w:r w:rsidRPr="004B4076">
          <w:rPr>
            <w:rStyle w:val="Hypertextovodkaz"/>
          </w:rPr>
          <w:t>Kabelovody, kolektory</w:t>
        </w:r>
        <w:r>
          <w:rPr>
            <w:noProof/>
            <w:webHidden/>
          </w:rPr>
          <w:tab/>
        </w:r>
        <w:r>
          <w:rPr>
            <w:noProof/>
            <w:webHidden/>
          </w:rPr>
          <w:fldChar w:fldCharType="begin"/>
        </w:r>
        <w:r>
          <w:rPr>
            <w:noProof/>
            <w:webHidden/>
          </w:rPr>
          <w:instrText xml:space="preserve"> PAGEREF _Toc63869856 \h </w:instrText>
        </w:r>
        <w:r>
          <w:rPr>
            <w:noProof/>
            <w:webHidden/>
          </w:rPr>
        </w:r>
        <w:r>
          <w:rPr>
            <w:noProof/>
            <w:webHidden/>
          </w:rPr>
          <w:fldChar w:fldCharType="separate"/>
        </w:r>
        <w:r>
          <w:rPr>
            <w:noProof/>
            <w:webHidden/>
          </w:rPr>
          <w:t>15</w:t>
        </w:r>
        <w:r>
          <w:rPr>
            <w:noProof/>
            <w:webHidden/>
          </w:rPr>
          <w:fldChar w:fldCharType="end"/>
        </w:r>
      </w:hyperlink>
    </w:p>
    <w:p w14:paraId="7A9681B6" w14:textId="6608A32D" w:rsidR="00553592" w:rsidRDefault="00553592">
      <w:pPr>
        <w:pStyle w:val="Obsah2"/>
        <w:rPr>
          <w:rFonts w:asciiTheme="minorHAnsi" w:eastAsiaTheme="minorEastAsia" w:hAnsiTheme="minorHAnsi"/>
          <w:noProof/>
          <w:spacing w:val="0"/>
          <w:sz w:val="22"/>
          <w:szCs w:val="22"/>
          <w:lang w:eastAsia="cs-CZ"/>
        </w:rPr>
      </w:pPr>
      <w:hyperlink w:anchor="_Toc63869857" w:history="1">
        <w:r w:rsidRPr="004B4076">
          <w:rPr>
            <w:rStyle w:val="Hypertextovodkaz"/>
            <w:rFonts w:asciiTheme="majorHAnsi" w:hAnsiTheme="majorHAnsi"/>
          </w:rPr>
          <w:t>4.15</w:t>
        </w:r>
        <w:r>
          <w:rPr>
            <w:rFonts w:asciiTheme="minorHAnsi" w:eastAsiaTheme="minorEastAsia" w:hAnsiTheme="minorHAnsi"/>
            <w:noProof/>
            <w:spacing w:val="0"/>
            <w:sz w:val="22"/>
            <w:szCs w:val="22"/>
            <w:lang w:eastAsia="cs-CZ"/>
          </w:rPr>
          <w:tab/>
        </w:r>
        <w:r w:rsidRPr="004B4076">
          <w:rPr>
            <w:rStyle w:val="Hypertextovodkaz"/>
          </w:rPr>
          <w:t>Pozemní stavební objekty</w:t>
        </w:r>
        <w:r>
          <w:rPr>
            <w:noProof/>
            <w:webHidden/>
          </w:rPr>
          <w:tab/>
        </w:r>
        <w:r>
          <w:rPr>
            <w:noProof/>
            <w:webHidden/>
          </w:rPr>
          <w:fldChar w:fldCharType="begin"/>
        </w:r>
        <w:r>
          <w:rPr>
            <w:noProof/>
            <w:webHidden/>
          </w:rPr>
          <w:instrText xml:space="preserve"> PAGEREF _Toc63869857 \h </w:instrText>
        </w:r>
        <w:r>
          <w:rPr>
            <w:noProof/>
            <w:webHidden/>
          </w:rPr>
        </w:r>
        <w:r>
          <w:rPr>
            <w:noProof/>
            <w:webHidden/>
          </w:rPr>
          <w:fldChar w:fldCharType="separate"/>
        </w:r>
        <w:r>
          <w:rPr>
            <w:noProof/>
            <w:webHidden/>
          </w:rPr>
          <w:t>16</w:t>
        </w:r>
        <w:r>
          <w:rPr>
            <w:noProof/>
            <w:webHidden/>
          </w:rPr>
          <w:fldChar w:fldCharType="end"/>
        </w:r>
      </w:hyperlink>
    </w:p>
    <w:p w14:paraId="7AFB2E08" w14:textId="30BE185A" w:rsidR="00553592" w:rsidRDefault="00553592">
      <w:pPr>
        <w:pStyle w:val="Obsah2"/>
        <w:rPr>
          <w:rFonts w:asciiTheme="minorHAnsi" w:eastAsiaTheme="minorEastAsia" w:hAnsiTheme="minorHAnsi"/>
          <w:noProof/>
          <w:spacing w:val="0"/>
          <w:sz w:val="22"/>
          <w:szCs w:val="22"/>
          <w:lang w:eastAsia="cs-CZ"/>
        </w:rPr>
      </w:pPr>
      <w:hyperlink w:anchor="_Toc63869858" w:history="1">
        <w:r w:rsidRPr="004B4076">
          <w:rPr>
            <w:rStyle w:val="Hypertextovodkaz"/>
            <w:rFonts w:asciiTheme="majorHAnsi" w:hAnsiTheme="majorHAnsi"/>
          </w:rPr>
          <w:t>4.16</w:t>
        </w:r>
        <w:r>
          <w:rPr>
            <w:rFonts w:asciiTheme="minorHAnsi" w:eastAsiaTheme="minorEastAsia" w:hAnsiTheme="minorHAnsi"/>
            <w:noProof/>
            <w:spacing w:val="0"/>
            <w:sz w:val="22"/>
            <w:szCs w:val="22"/>
            <w:lang w:eastAsia="cs-CZ"/>
          </w:rPr>
          <w:tab/>
        </w:r>
        <w:r w:rsidRPr="004B4076">
          <w:rPr>
            <w:rStyle w:val="Hypertextovodkaz"/>
          </w:rPr>
          <w:t>Vyzískaný materiál</w:t>
        </w:r>
        <w:r>
          <w:rPr>
            <w:noProof/>
            <w:webHidden/>
          </w:rPr>
          <w:tab/>
        </w:r>
        <w:r>
          <w:rPr>
            <w:noProof/>
            <w:webHidden/>
          </w:rPr>
          <w:fldChar w:fldCharType="begin"/>
        </w:r>
        <w:r>
          <w:rPr>
            <w:noProof/>
            <w:webHidden/>
          </w:rPr>
          <w:instrText xml:space="preserve"> PAGEREF _Toc63869858 \h </w:instrText>
        </w:r>
        <w:r>
          <w:rPr>
            <w:noProof/>
            <w:webHidden/>
          </w:rPr>
        </w:r>
        <w:r>
          <w:rPr>
            <w:noProof/>
            <w:webHidden/>
          </w:rPr>
          <w:fldChar w:fldCharType="separate"/>
        </w:r>
        <w:r>
          <w:rPr>
            <w:noProof/>
            <w:webHidden/>
          </w:rPr>
          <w:t>16</w:t>
        </w:r>
        <w:r>
          <w:rPr>
            <w:noProof/>
            <w:webHidden/>
          </w:rPr>
          <w:fldChar w:fldCharType="end"/>
        </w:r>
      </w:hyperlink>
    </w:p>
    <w:p w14:paraId="1121E01F" w14:textId="74874FC7" w:rsidR="00553592" w:rsidRDefault="00553592">
      <w:pPr>
        <w:pStyle w:val="Obsah2"/>
        <w:rPr>
          <w:rFonts w:asciiTheme="minorHAnsi" w:eastAsiaTheme="minorEastAsia" w:hAnsiTheme="minorHAnsi"/>
          <w:noProof/>
          <w:spacing w:val="0"/>
          <w:sz w:val="22"/>
          <w:szCs w:val="22"/>
          <w:lang w:eastAsia="cs-CZ"/>
        </w:rPr>
      </w:pPr>
      <w:hyperlink w:anchor="_Toc63869859" w:history="1">
        <w:r w:rsidRPr="004B4076">
          <w:rPr>
            <w:rStyle w:val="Hypertextovodkaz"/>
            <w:rFonts w:asciiTheme="majorHAnsi" w:hAnsiTheme="majorHAnsi"/>
          </w:rPr>
          <w:t>4.17</w:t>
        </w:r>
        <w:r>
          <w:rPr>
            <w:rFonts w:asciiTheme="minorHAnsi" w:eastAsiaTheme="minorEastAsia" w:hAnsiTheme="minorHAnsi"/>
            <w:noProof/>
            <w:spacing w:val="0"/>
            <w:sz w:val="22"/>
            <w:szCs w:val="22"/>
            <w:lang w:eastAsia="cs-CZ"/>
          </w:rPr>
          <w:tab/>
        </w:r>
        <w:r w:rsidRPr="004B4076">
          <w:rPr>
            <w:rStyle w:val="Hypertextovodkaz"/>
          </w:rPr>
          <w:t>Životní prostředí a nakládání s odpady</w:t>
        </w:r>
        <w:r>
          <w:rPr>
            <w:noProof/>
            <w:webHidden/>
          </w:rPr>
          <w:tab/>
        </w:r>
        <w:r>
          <w:rPr>
            <w:noProof/>
            <w:webHidden/>
          </w:rPr>
          <w:fldChar w:fldCharType="begin"/>
        </w:r>
        <w:r>
          <w:rPr>
            <w:noProof/>
            <w:webHidden/>
          </w:rPr>
          <w:instrText xml:space="preserve"> PAGEREF _Toc63869859 \h </w:instrText>
        </w:r>
        <w:r>
          <w:rPr>
            <w:noProof/>
            <w:webHidden/>
          </w:rPr>
        </w:r>
        <w:r>
          <w:rPr>
            <w:noProof/>
            <w:webHidden/>
          </w:rPr>
          <w:fldChar w:fldCharType="separate"/>
        </w:r>
        <w:r>
          <w:rPr>
            <w:noProof/>
            <w:webHidden/>
          </w:rPr>
          <w:t>16</w:t>
        </w:r>
        <w:r>
          <w:rPr>
            <w:noProof/>
            <w:webHidden/>
          </w:rPr>
          <w:fldChar w:fldCharType="end"/>
        </w:r>
      </w:hyperlink>
    </w:p>
    <w:p w14:paraId="5B9FB870" w14:textId="0C1E8AE6" w:rsidR="00553592" w:rsidRDefault="00553592">
      <w:pPr>
        <w:pStyle w:val="Obsah1"/>
        <w:rPr>
          <w:rFonts w:asciiTheme="minorHAnsi" w:eastAsiaTheme="minorEastAsia" w:hAnsiTheme="minorHAnsi"/>
          <w:b w:val="0"/>
          <w:caps w:val="0"/>
          <w:noProof/>
          <w:spacing w:val="0"/>
          <w:sz w:val="22"/>
          <w:szCs w:val="22"/>
          <w:lang w:eastAsia="cs-CZ"/>
        </w:rPr>
      </w:pPr>
      <w:hyperlink w:anchor="_Toc63869860" w:history="1">
        <w:r w:rsidRPr="004B4076">
          <w:rPr>
            <w:rStyle w:val="Hypertextovodkaz"/>
          </w:rPr>
          <w:t>5.</w:t>
        </w:r>
        <w:r>
          <w:rPr>
            <w:rFonts w:asciiTheme="minorHAnsi" w:eastAsiaTheme="minorEastAsia" w:hAnsiTheme="minorHAnsi"/>
            <w:b w:val="0"/>
            <w:caps w:val="0"/>
            <w:noProof/>
            <w:spacing w:val="0"/>
            <w:sz w:val="22"/>
            <w:szCs w:val="22"/>
            <w:lang w:eastAsia="cs-CZ"/>
          </w:rPr>
          <w:tab/>
        </w:r>
        <w:r w:rsidRPr="004B4076">
          <w:rPr>
            <w:rStyle w:val="Hypertextovodkaz"/>
          </w:rPr>
          <w:t>ORGANIZACE VÝSTAVBY, VÝLUKY</w:t>
        </w:r>
        <w:r>
          <w:rPr>
            <w:noProof/>
            <w:webHidden/>
          </w:rPr>
          <w:tab/>
        </w:r>
        <w:r>
          <w:rPr>
            <w:noProof/>
            <w:webHidden/>
          </w:rPr>
          <w:fldChar w:fldCharType="begin"/>
        </w:r>
        <w:r>
          <w:rPr>
            <w:noProof/>
            <w:webHidden/>
          </w:rPr>
          <w:instrText xml:space="preserve"> PAGEREF _Toc63869860 \h </w:instrText>
        </w:r>
        <w:r>
          <w:rPr>
            <w:noProof/>
            <w:webHidden/>
          </w:rPr>
        </w:r>
        <w:r>
          <w:rPr>
            <w:noProof/>
            <w:webHidden/>
          </w:rPr>
          <w:fldChar w:fldCharType="separate"/>
        </w:r>
        <w:r>
          <w:rPr>
            <w:noProof/>
            <w:webHidden/>
          </w:rPr>
          <w:t>18</w:t>
        </w:r>
        <w:r>
          <w:rPr>
            <w:noProof/>
            <w:webHidden/>
          </w:rPr>
          <w:fldChar w:fldCharType="end"/>
        </w:r>
      </w:hyperlink>
    </w:p>
    <w:p w14:paraId="19737CDA" w14:textId="50812836" w:rsidR="00553592" w:rsidRDefault="00553592">
      <w:pPr>
        <w:pStyle w:val="Obsah1"/>
        <w:rPr>
          <w:rFonts w:asciiTheme="minorHAnsi" w:eastAsiaTheme="minorEastAsia" w:hAnsiTheme="minorHAnsi"/>
          <w:b w:val="0"/>
          <w:caps w:val="0"/>
          <w:noProof/>
          <w:spacing w:val="0"/>
          <w:sz w:val="22"/>
          <w:szCs w:val="22"/>
          <w:lang w:eastAsia="cs-CZ"/>
        </w:rPr>
      </w:pPr>
      <w:hyperlink w:anchor="_Toc63869861" w:history="1">
        <w:r w:rsidRPr="004B4076">
          <w:rPr>
            <w:rStyle w:val="Hypertextovodkaz"/>
          </w:rPr>
          <w:t>6.</w:t>
        </w:r>
        <w:r>
          <w:rPr>
            <w:rFonts w:asciiTheme="minorHAnsi" w:eastAsiaTheme="minorEastAsia" w:hAnsiTheme="minorHAnsi"/>
            <w:b w:val="0"/>
            <w:caps w:val="0"/>
            <w:noProof/>
            <w:spacing w:val="0"/>
            <w:sz w:val="22"/>
            <w:szCs w:val="22"/>
            <w:lang w:eastAsia="cs-CZ"/>
          </w:rPr>
          <w:tab/>
        </w:r>
        <w:r w:rsidRPr="004B4076">
          <w:rPr>
            <w:rStyle w:val="Hypertextovodkaz"/>
          </w:rPr>
          <w:t>SPECIFICKÉ POŽADAVKY</w:t>
        </w:r>
        <w:r>
          <w:rPr>
            <w:noProof/>
            <w:webHidden/>
          </w:rPr>
          <w:tab/>
        </w:r>
        <w:r>
          <w:rPr>
            <w:noProof/>
            <w:webHidden/>
          </w:rPr>
          <w:fldChar w:fldCharType="begin"/>
        </w:r>
        <w:r>
          <w:rPr>
            <w:noProof/>
            <w:webHidden/>
          </w:rPr>
          <w:instrText xml:space="preserve"> PAGEREF _Toc63869861 \h </w:instrText>
        </w:r>
        <w:r>
          <w:rPr>
            <w:noProof/>
            <w:webHidden/>
          </w:rPr>
        </w:r>
        <w:r>
          <w:rPr>
            <w:noProof/>
            <w:webHidden/>
          </w:rPr>
          <w:fldChar w:fldCharType="separate"/>
        </w:r>
        <w:r>
          <w:rPr>
            <w:noProof/>
            <w:webHidden/>
          </w:rPr>
          <w:t>18</w:t>
        </w:r>
        <w:r>
          <w:rPr>
            <w:noProof/>
            <w:webHidden/>
          </w:rPr>
          <w:fldChar w:fldCharType="end"/>
        </w:r>
      </w:hyperlink>
    </w:p>
    <w:p w14:paraId="7E897AB4" w14:textId="01250C9E" w:rsidR="00553592" w:rsidRDefault="00553592">
      <w:pPr>
        <w:pStyle w:val="Obsah1"/>
        <w:rPr>
          <w:rFonts w:asciiTheme="minorHAnsi" w:eastAsiaTheme="minorEastAsia" w:hAnsiTheme="minorHAnsi"/>
          <w:b w:val="0"/>
          <w:caps w:val="0"/>
          <w:noProof/>
          <w:spacing w:val="0"/>
          <w:sz w:val="22"/>
          <w:szCs w:val="22"/>
          <w:lang w:eastAsia="cs-CZ"/>
        </w:rPr>
      </w:pPr>
      <w:hyperlink w:anchor="_Toc63869862" w:history="1">
        <w:r w:rsidRPr="004B4076">
          <w:rPr>
            <w:rStyle w:val="Hypertextovodkaz"/>
          </w:rPr>
          <w:t>7.</w:t>
        </w:r>
        <w:r>
          <w:rPr>
            <w:rFonts w:asciiTheme="minorHAnsi" w:eastAsiaTheme="minorEastAsia" w:hAnsiTheme="minorHAnsi"/>
            <w:b w:val="0"/>
            <w:caps w:val="0"/>
            <w:noProof/>
            <w:spacing w:val="0"/>
            <w:sz w:val="22"/>
            <w:szCs w:val="22"/>
            <w:lang w:eastAsia="cs-CZ"/>
          </w:rPr>
          <w:tab/>
        </w:r>
        <w:r w:rsidRPr="004B4076">
          <w:rPr>
            <w:rStyle w:val="Hypertextovodkaz"/>
          </w:rPr>
          <w:t>SOUVISEJÍCÍ DOKUMENTY A PŘEDPISY</w:t>
        </w:r>
        <w:r>
          <w:rPr>
            <w:noProof/>
            <w:webHidden/>
          </w:rPr>
          <w:tab/>
        </w:r>
        <w:r>
          <w:rPr>
            <w:noProof/>
            <w:webHidden/>
          </w:rPr>
          <w:fldChar w:fldCharType="begin"/>
        </w:r>
        <w:r>
          <w:rPr>
            <w:noProof/>
            <w:webHidden/>
          </w:rPr>
          <w:instrText xml:space="preserve"> PAGEREF _Toc63869862 \h </w:instrText>
        </w:r>
        <w:r>
          <w:rPr>
            <w:noProof/>
            <w:webHidden/>
          </w:rPr>
        </w:r>
        <w:r>
          <w:rPr>
            <w:noProof/>
            <w:webHidden/>
          </w:rPr>
          <w:fldChar w:fldCharType="separate"/>
        </w:r>
        <w:r>
          <w:rPr>
            <w:noProof/>
            <w:webHidden/>
          </w:rPr>
          <w:t>18</w:t>
        </w:r>
        <w:r>
          <w:rPr>
            <w:noProof/>
            <w:webHidden/>
          </w:rPr>
          <w:fldChar w:fldCharType="end"/>
        </w:r>
      </w:hyperlink>
    </w:p>
    <w:p w14:paraId="7B353E7A" w14:textId="3D67EEAB" w:rsidR="00553592" w:rsidRDefault="00553592">
      <w:pPr>
        <w:pStyle w:val="Obsah1"/>
        <w:rPr>
          <w:rFonts w:asciiTheme="minorHAnsi" w:eastAsiaTheme="minorEastAsia" w:hAnsiTheme="minorHAnsi"/>
          <w:b w:val="0"/>
          <w:caps w:val="0"/>
          <w:noProof/>
          <w:spacing w:val="0"/>
          <w:sz w:val="22"/>
          <w:szCs w:val="22"/>
          <w:lang w:eastAsia="cs-CZ"/>
        </w:rPr>
      </w:pPr>
      <w:hyperlink w:anchor="_Toc63869863" w:history="1">
        <w:r w:rsidRPr="004B4076">
          <w:rPr>
            <w:rStyle w:val="Hypertextovodkaz"/>
          </w:rPr>
          <w:t>8.</w:t>
        </w:r>
        <w:r>
          <w:rPr>
            <w:rFonts w:asciiTheme="minorHAnsi" w:eastAsiaTheme="minorEastAsia" w:hAnsiTheme="minorHAnsi"/>
            <w:b w:val="0"/>
            <w:caps w:val="0"/>
            <w:noProof/>
            <w:spacing w:val="0"/>
            <w:sz w:val="22"/>
            <w:szCs w:val="22"/>
            <w:lang w:eastAsia="cs-CZ"/>
          </w:rPr>
          <w:tab/>
        </w:r>
        <w:r w:rsidRPr="004B4076">
          <w:rPr>
            <w:rStyle w:val="Hypertextovodkaz"/>
          </w:rPr>
          <w:t>PŘÍLOHY</w:t>
        </w:r>
        <w:r>
          <w:rPr>
            <w:noProof/>
            <w:webHidden/>
          </w:rPr>
          <w:tab/>
        </w:r>
        <w:r>
          <w:rPr>
            <w:noProof/>
            <w:webHidden/>
          </w:rPr>
          <w:fldChar w:fldCharType="begin"/>
        </w:r>
        <w:r>
          <w:rPr>
            <w:noProof/>
            <w:webHidden/>
          </w:rPr>
          <w:instrText xml:space="preserve"> PAGEREF _Toc63869863 \h </w:instrText>
        </w:r>
        <w:r>
          <w:rPr>
            <w:noProof/>
            <w:webHidden/>
          </w:rPr>
        </w:r>
        <w:r>
          <w:rPr>
            <w:noProof/>
            <w:webHidden/>
          </w:rPr>
          <w:fldChar w:fldCharType="separate"/>
        </w:r>
        <w:r>
          <w:rPr>
            <w:noProof/>
            <w:webHidden/>
          </w:rPr>
          <w:t>19</w:t>
        </w:r>
        <w:r>
          <w:rPr>
            <w:noProof/>
            <w:webHidden/>
          </w:rPr>
          <w:fldChar w:fldCharType="end"/>
        </w:r>
      </w:hyperlink>
    </w:p>
    <w:p w14:paraId="3B59CAC4" w14:textId="18C610CB" w:rsidR="0069470F" w:rsidRDefault="00BD7E91" w:rsidP="00476F2F">
      <w:pPr>
        <w:pStyle w:val="Textbezodsazen"/>
      </w:pPr>
      <w:r>
        <w:fldChar w:fldCharType="end"/>
      </w:r>
    </w:p>
    <w:p w14:paraId="7EC4A23B" w14:textId="77777777" w:rsidR="0069470F" w:rsidRPr="00FD2F86" w:rsidRDefault="0069470F" w:rsidP="00FD2F86">
      <w:pPr>
        <w:pStyle w:val="ZTPinfo-text"/>
        <w:rPr>
          <w:b/>
        </w:rPr>
      </w:pPr>
    </w:p>
    <w:p w14:paraId="5890BA40" w14:textId="77777777" w:rsidR="0069470F" w:rsidRDefault="0069470F" w:rsidP="005D7A71">
      <w:pPr>
        <w:pStyle w:val="Nadpisbezsl1-1"/>
        <w:outlineLvl w:val="0"/>
      </w:pPr>
      <w:bookmarkStart w:id="1" w:name="_Toc63869834"/>
      <w:r>
        <w:t>SEZNAM ZKRATEK</w:t>
      </w:r>
      <w:bookmarkEnd w:id="1"/>
    </w:p>
    <w:p w14:paraId="43461D2A" w14:textId="77777777" w:rsidR="0069470F" w:rsidRPr="007F52E9" w:rsidRDefault="0069470F" w:rsidP="0069470F">
      <w:pPr>
        <w:pStyle w:val="Textbezslovn"/>
        <w:ind w:left="0"/>
        <w:rPr>
          <w:rStyle w:val="Tun"/>
          <w:b w:val="0"/>
        </w:rPr>
      </w:pPr>
      <w:r w:rsidRPr="003B5AAE">
        <w:rPr>
          <w:rStyle w:val="Tun"/>
        </w:rPr>
        <w:t>Není-li v těchto ZTP výslovně uvedeno jinak, mají zkratky použité v těchto ZTP význam definovaný ve V</w:t>
      </w:r>
      <w:r w:rsidR="007F52E9">
        <w:rPr>
          <w:rStyle w:val="Tun"/>
        </w:rPr>
        <w:t>TP</w:t>
      </w:r>
      <w:r w:rsidRPr="003B5AAE">
        <w:rPr>
          <w:rStyle w:val="Tun"/>
        </w:rPr>
        <w:t>.</w:t>
      </w:r>
      <w:r w:rsidR="007F52E9">
        <w:rPr>
          <w:rStyle w:val="Tun"/>
        </w:rPr>
        <w:t xml:space="preserve"> </w:t>
      </w:r>
      <w:r w:rsidR="007F52E9" w:rsidRPr="00D00410">
        <w:rPr>
          <w:rStyle w:val="Tun"/>
          <w:b w:val="0"/>
        </w:rPr>
        <w:t>V seznamu se neuvádějí legislativní zkratky, zkratky a značky obecně známé, zavedené právními předpisy, uvedené v obrázcích, příkladech nebo tabulkách.</w:t>
      </w: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962766" w:rsidRPr="006C33D8" w14:paraId="3CC98948" w14:textId="77777777" w:rsidTr="00A40D82">
        <w:tc>
          <w:tcPr>
            <w:tcW w:w="1250" w:type="dxa"/>
            <w:shd w:val="clear" w:color="auto" w:fill="FFFFFF" w:themeFill="background1"/>
            <w:tcMar>
              <w:top w:w="28" w:type="dxa"/>
              <w:left w:w="0" w:type="dxa"/>
              <w:bottom w:w="28" w:type="dxa"/>
              <w:right w:w="0" w:type="dxa"/>
            </w:tcMar>
          </w:tcPr>
          <w:p w14:paraId="52524EEC" w14:textId="77777777" w:rsidR="00962766" w:rsidRPr="002126C0" w:rsidRDefault="00962766" w:rsidP="00A40D82">
            <w:pPr>
              <w:pStyle w:val="Zkratky1"/>
              <w:spacing w:line="276" w:lineRule="auto"/>
              <w:jc w:val="both"/>
              <w:rPr>
                <w:rFonts w:asciiTheme="minorHAnsi" w:hAnsiTheme="minorHAnsi"/>
                <w:szCs w:val="16"/>
              </w:rPr>
            </w:pPr>
            <w:r w:rsidRPr="002126C0">
              <w:rPr>
                <w:rFonts w:asciiTheme="minorHAnsi" w:hAnsiTheme="minorHAnsi"/>
                <w:szCs w:val="16"/>
              </w:rPr>
              <w:t>EH</w:t>
            </w:r>
            <w:r w:rsidRPr="002126C0">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14:paraId="3AAA92AB" w14:textId="77777777" w:rsidR="00962766" w:rsidRPr="002126C0" w:rsidRDefault="00962766" w:rsidP="00A40D82">
            <w:pPr>
              <w:pStyle w:val="Zkratky2"/>
              <w:spacing w:line="276" w:lineRule="auto"/>
              <w:jc w:val="both"/>
              <w:rPr>
                <w:rFonts w:asciiTheme="minorHAnsi" w:hAnsiTheme="minorHAnsi"/>
              </w:rPr>
            </w:pPr>
            <w:r w:rsidRPr="002126C0">
              <w:rPr>
                <w:rFonts w:asciiTheme="minorHAnsi" w:hAnsiTheme="minorHAnsi"/>
              </w:rPr>
              <w:t>Hodnocení ekonomické efektivnosti</w:t>
            </w:r>
          </w:p>
        </w:tc>
      </w:tr>
      <w:tr w:rsidR="00962766" w:rsidRPr="006C33D8" w14:paraId="2B213DCE" w14:textId="77777777" w:rsidTr="00A40D82">
        <w:tc>
          <w:tcPr>
            <w:tcW w:w="1250" w:type="dxa"/>
            <w:shd w:val="clear" w:color="auto" w:fill="FFFFFF" w:themeFill="background1"/>
            <w:tcMar>
              <w:top w:w="28" w:type="dxa"/>
              <w:left w:w="0" w:type="dxa"/>
              <w:bottom w:w="28" w:type="dxa"/>
              <w:right w:w="0" w:type="dxa"/>
            </w:tcMar>
          </w:tcPr>
          <w:p w14:paraId="1AA45CDC" w14:textId="77777777" w:rsidR="00962766" w:rsidRPr="002126C0" w:rsidRDefault="00962766" w:rsidP="00A40D82">
            <w:pPr>
              <w:pStyle w:val="Zkratky1"/>
              <w:spacing w:line="276" w:lineRule="auto"/>
              <w:jc w:val="both"/>
              <w:rPr>
                <w:rFonts w:asciiTheme="minorHAnsi" w:hAnsiTheme="minorHAnsi"/>
                <w:szCs w:val="16"/>
              </w:rPr>
            </w:pPr>
            <w:r w:rsidRPr="002126C0">
              <w:rPr>
                <w:rFonts w:asciiTheme="minorHAnsi" w:hAnsiTheme="minorHAnsi"/>
                <w:szCs w:val="16"/>
              </w:rPr>
              <w:t>HDPE ..……..</w:t>
            </w:r>
          </w:p>
        </w:tc>
        <w:tc>
          <w:tcPr>
            <w:tcW w:w="7452" w:type="dxa"/>
            <w:shd w:val="clear" w:color="auto" w:fill="FFFFFF" w:themeFill="background1"/>
            <w:tcMar>
              <w:top w:w="28" w:type="dxa"/>
              <w:left w:w="0" w:type="dxa"/>
              <w:bottom w:w="28" w:type="dxa"/>
              <w:right w:w="0" w:type="dxa"/>
            </w:tcMar>
          </w:tcPr>
          <w:p w14:paraId="2E8B2543" w14:textId="77777777" w:rsidR="00962766" w:rsidRPr="002126C0" w:rsidRDefault="00962766" w:rsidP="00A40D82">
            <w:pPr>
              <w:pStyle w:val="Zkratky2"/>
              <w:spacing w:line="276" w:lineRule="auto"/>
              <w:jc w:val="both"/>
              <w:rPr>
                <w:rFonts w:asciiTheme="minorHAnsi" w:hAnsiTheme="minorHAnsi" w:cs="Tahoma"/>
              </w:rPr>
            </w:pPr>
            <w:r w:rsidRPr="002126C0">
              <w:rPr>
                <w:rFonts w:asciiTheme="minorHAnsi" w:hAnsiTheme="minorHAnsi" w:cs="Tahoma"/>
              </w:rPr>
              <w:t>Vysokohustotní polyethylen</w:t>
            </w:r>
          </w:p>
        </w:tc>
      </w:tr>
      <w:tr w:rsidR="00962766" w:rsidRPr="006C33D8" w14:paraId="1048163D" w14:textId="77777777" w:rsidTr="00A40D82">
        <w:tc>
          <w:tcPr>
            <w:tcW w:w="1250" w:type="dxa"/>
            <w:shd w:val="clear" w:color="auto" w:fill="FFFFFF" w:themeFill="background1"/>
            <w:tcMar>
              <w:top w:w="28" w:type="dxa"/>
              <w:left w:w="0" w:type="dxa"/>
              <w:bottom w:w="28" w:type="dxa"/>
              <w:right w:w="0" w:type="dxa"/>
            </w:tcMar>
          </w:tcPr>
          <w:p w14:paraId="354CBFBC" w14:textId="77777777" w:rsidR="00962766" w:rsidRPr="002126C0" w:rsidRDefault="00962766" w:rsidP="00A40D82">
            <w:pPr>
              <w:pStyle w:val="Zkratky1"/>
              <w:spacing w:line="276" w:lineRule="auto"/>
              <w:jc w:val="both"/>
              <w:rPr>
                <w:rFonts w:asciiTheme="minorHAnsi" w:hAnsiTheme="minorHAnsi"/>
                <w:szCs w:val="16"/>
              </w:rPr>
            </w:pPr>
            <w:r w:rsidRPr="002126C0">
              <w:rPr>
                <w:rFonts w:asciiTheme="minorHAnsi" w:hAnsiTheme="minorHAnsi"/>
                <w:szCs w:val="16"/>
              </w:rPr>
              <w:t>LED ………….</w:t>
            </w:r>
          </w:p>
        </w:tc>
        <w:tc>
          <w:tcPr>
            <w:tcW w:w="7452" w:type="dxa"/>
            <w:shd w:val="clear" w:color="auto" w:fill="FFFFFF" w:themeFill="background1"/>
            <w:tcMar>
              <w:top w:w="28" w:type="dxa"/>
              <w:left w:w="0" w:type="dxa"/>
              <w:bottom w:w="28" w:type="dxa"/>
              <w:right w:w="0" w:type="dxa"/>
            </w:tcMar>
          </w:tcPr>
          <w:p w14:paraId="5C64561A" w14:textId="77777777" w:rsidR="00962766" w:rsidRPr="002126C0" w:rsidRDefault="00962766" w:rsidP="00A40D82">
            <w:pPr>
              <w:pStyle w:val="Zkratky2"/>
              <w:spacing w:line="276" w:lineRule="auto"/>
              <w:jc w:val="both"/>
              <w:rPr>
                <w:rFonts w:asciiTheme="minorHAnsi" w:hAnsiTheme="minorHAnsi"/>
              </w:rPr>
            </w:pPr>
            <w:r w:rsidRPr="002126C0">
              <w:rPr>
                <w:rFonts w:asciiTheme="minorHAnsi" w:hAnsiTheme="minorHAnsi" w:cs="Arial"/>
                <w:shd w:val="clear" w:color="auto" w:fill="FFFFFF"/>
              </w:rPr>
              <w:t>Light Emitting Diode</w:t>
            </w:r>
          </w:p>
        </w:tc>
      </w:tr>
      <w:tr w:rsidR="00962766" w:rsidRPr="006C33D8" w14:paraId="1D9107D0" w14:textId="77777777" w:rsidTr="00A40D82">
        <w:tc>
          <w:tcPr>
            <w:tcW w:w="1250" w:type="dxa"/>
            <w:shd w:val="clear" w:color="auto" w:fill="FFFFFF" w:themeFill="background1"/>
            <w:tcMar>
              <w:top w:w="28" w:type="dxa"/>
              <w:left w:w="0" w:type="dxa"/>
              <w:bottom w:w="28" w:type="dxa"/>
              <w:right w:w="0" w:type="dxa"/>
            </w:tcMar>
          </w:tcPr>
          <w:p w14:paraId="26DA9C2C" w14:textId="77777777" w:rsidR="00962766" w:rsidRPr="002126C0" w:rsidRDefault="00962766" w:rsidP="00A40D82">
            <w:pPr>
              <w:pStyle w:val="Zkratky1"/>
              <w:spacing w:line="276" w:lineRule="auto"/>
              <w:jc w:val="both"/>
              <w:rPr>
                <w:rFonts w:asciiTheme="minorHAnsi" w:hAnsiTheme="minorHAnsi"/>
                <w:szCs w:val="16"/>
              </w:rPr>
            </w:pPr>
            <w:r w:rsidRPr="002126C0">
              <w:rPr>
                <w:rFonts w:asciiTheme="minorHAnsi" w:hAnsiTheme="minorHAnsi"/>
                <w:szCs w:val="16"/>
              </w:rPr>
              <w:t>PZS …………</w:t>
            </w:r>
          </w:p>
        </w:tc>
        <w:tc>
          <w:tcPr>
            <w:tcW w:w="7452" w:type="dxa"/>
            <w:shd w:val="clear" w:color="auto" w:fill="FFFFFF" w:themeFill="background1"/>
            <w:tcMar>
              <w:top w:w="28" w:type="dxa"/>
              <w:left w:w="0" w:type="dxa"/>
              <w:bottom w:w="28" w:type="dxa"/>
              <w:right w:w="0" w:type="dxa"/>
            </w:tcMar>
          </w:tcPr>
          <w:p w14:paraId="2BA6156F" w14:textId="77777777" w:rsidR="00962766" w:rsidRPr="002126C0" w:rsidRDefault="00962766" w:rsidP="00A40D82">
            <w:pPr>
              <w:pStyle w:val="Zkratky2"/>
              <w:spacing w:line="276" w:lineRule="auto"/>
              <w:jc w:val="both"/>
              <w:rPr>
                <w:rFonts w:asciiTheme="minorHAnsi" w:hAnsiTheme="minorHAnsi"/>
              </w:rPr>
            </w:pPr>
            <w:r w:rsidRPr="002126C0">
              <w:rPr>
                <w:rFonts w:asciiTheme="minorHAnsi" w:hAnsiTheme="minorHAnsi" w:cs="Tahoma"/>
              </w:rPr>
              <w:t>Přejezdové zabezpečovací zařízení světelné</w:t>
            </w:r>
          </w:p>
        </w:tc>
      </w:tr>
      <w:tr w:rsidR="00962766" w:rsidRPr="006C33D8" w14:paraId="1E7453A2" w14:textId="77777777" w:rsidTr="00A40D82">
        <w:tc>
          <w:tcPr>
            <w:tcW w:w="1250" w:type="dxa"/>
            <w:shd w:val="clear" w:color="auto" w:fill="FFFFFF" w:themeFill="background1"/>
            <w:tcMar>
              <w:top w:w="28" w:type="dxa"/>
              <w:left w:w="0" w:type="dxa"/>
              <w:bottom w:w="28" w:type="dxa"/>
              <w:right w:w="0" w:type="dxa"/>
            </w:tcMar>
          </w:tcPr>
          <w:p w14:paraId="5FE56AC9" w14:textId="77777777" w:rsidR="00962766" w:rsidRPr="002126C0" w:rsidRDefault="00962766" w:rsidP="00A40D82">
            <w:pPr>
              <w:pStyle w:val="Zkratky1"/>
              <w:spacing w:line="276" w:lineRule="auto"/>
              <w:jc w:val="both"/>
              <w:rPr>
                <w:rFonts w:asciiTheme="minorHAnsi" w:hAnsiTheme="minorHAnsi"/>
                <w:szCs w:val="16"/>
              </w:rPr>
            </w:pPr>
            <w:r w:rsidRPr="002126C0">
              <w:rPr>
                <w:rFonts w:asciiTheme="minorHAnsi" w:hAnsiTheme="minorHAnsi"/>
                <w:szCs w:val="16"/>
              </w:rPr>
              <w:t>RD …………..</w:t>
            </w:r>
          </w:p>
        </w:tc>
        <w:tc>
          <w:tcPr>
            <w:tcW w:w="7452" w:type="dxa"/>
            <w:shd w:val="clear" w:color="auto" w:fill="FFFFFF" w:themeFill="background1"/>
            <w:tcMar>
              <w:top w:w="28" w:type="dxa"/>
              <w:left w:w="0" w:type="dxa"/>
              <w:bottom w:w="28" w:type="dxa"/>
              <w:right w:w="0" w:type="dxa"/>
            </w:tcMar>
          </w:tcPr>
          <w:p w14:paraId="7F3E9202" w14:textId="77777777" w:rsidR="00962766" w:rsidRPr="002126C0" w:rsidRDefault="00962766" w:rsidP="00A40D82">
            <w:pPr>
              <w:pStyle w:val="Zkratky2"/>
              <w:spacing w:line="276" w:lineRule="auto"/>
              <w:jc w:val="both"/>
              <w:rPr>
                <w:rFonts w:asciiTheme="minorHAnsi" w:hAnsiTheme="minorHAnsi" w:cs="Tahoma"/>
              </w:rPr>
            </w:pPr>
            <w:r w:rsidRPr="002126C0">
              <w:rPr>
                <w:rFonts w:asciiTheme="minorHAnsi" w:hAnsiTheme="minorHAnsi" w:cs="Tahoma"/>
              </w:rPr>
              <w:t>Reléový domek</w:t>
            </w:r>
          </w:p>
        </w:tc>
      </w:tr>
      <w:tr w:rsidR="00962766" w:rsidRPr="006C33D8" w14:paraId="7DAF7F5D" w14:textId="77777777" w:rsidTr="00A40D82">
        <w:tc>
          <w:tcPr>
            <w:tcW w:w="1250" w:type="dxa"/>
            <w:shd w:val="clear" w:color="auto" w:fill="FFFFFF" w:themeFill="background1"/>
            <w:tcMar>
              <w:top w:w="28" w:type="dxa"/>
              <w:left w:w="0" w:type="dxa"/>
              <w:bottom w:w="28" w:type="dxa"/>
              <w:right w:w="0" w:type="dxa"/>
            </w:tcMar>
          </w:tcPr>
          <w:p w14:paraId="6FB93FE5" w14:textId="77777777" w:rsidR="00962766" w:rsidRPr="002126C0" w:rsidRDefault="00962766" w:rsidP="00A40D82">
            <w:pPr>
              <w:pStyle w:val="Zkratky1"/>
              <w:spacing w:line="276" w:lineRule="auto"/>
              <w:jc w:val="both"/>
              <w:rPr>
                <w:rFonts w:asciiTheme="minorHAnsi" w:hAnsiTheme="minorHAnsi"/>
                <w:szCs w:val="16"/>
              </w:rPr>
            </w:pPr>
            <w:r w:rsidRPr="002126C0">
              <w:rPr>
                <w:rFonts w:asciiTheme="minorHAnsi" w:hAnsiTheme="minorHAnsi"/>
                <w:szCs w:val="16"/>
              </w:rPr>
              <w:t>RFID ………..</w:t>
            </w:r>
          </w:p>
        </w:tc>
        <w:tc>
          <w:tcPr>
            <w:tcW w:w="7452" w:type="dxa"/>
            <w:shd w:val="clear" w:color="auto" w:fill="FFFFFF" w:themeFill="background1"/>
            <w:tcMar>
              <w:top w:w="28" w:type="dxa"/>
              <w:left w:w="0" w:type="dxa"/>
              <w:bottom w:w="28" w:type="dxa"/>
              <w:right w:w="0" w:type="dxa"/>
            </w:tcMar>
          </w:tcPr>
          <w:p w14:paraId="30D5306C" w14:textId="77777777" w:rsidR="00962766" w:rsidRPr="002126C0" w:rsidRDefault="00962766" w:rsidP="00A40D82">
            <w:pPr>
              <w:pStyle w:val="Zkratky2"/>
              <w:spacing w:line="276" w:lineRule="auto"/>
              <w:jc w:val="both"/>
              <w:rPr>
                <w:rFonts w:asciiTheme="minorHAnsi" w:hAnsiTheme="minorHAnsi" w:cs="Tahoma"/>
              </w:rPr>
            </w:pPr>
            <w:r w:rsidRPr="002126C0">
              <w:rPr>
                <w:rFonts w:asciiTheme="minorHAnsi" w:hAnsiTheme="minorHAnsi" w:cs="Arial"/>
                <w:bCs/>
              </w:rPr>
              <w:t>Radio Frequency</w:t>
            </w:r>
            <w:r w:rsidRPr="002126C0">
              <w:rPr>
                <w:rFonts w:asciiTheme="minorHAnsi" w:hAnsiTheme="minorHAnsi" w:cs="Arial"/>
              </w:rPr>
              <w:t xml:space="preserve"> </w:t>
            </w:r>
            <w:r w:rsidRPr="002126C0">
              <w:rPr>
                <w:rFonts w:asciiTheme="minorHAnsi" w:hAnsiTheme="minorHAnsi" w:cs="Arial"/>
                <w:bCs/>
              </w:rPr>
              <w:t>Identification</w:t>
            </w:r>
          </w:p>
        </w:tc>
      </w:tr>
      <w:tr w:rsidR="00962766" w:rsidRPr="006C33D8" w14:paraId="5BD1DA98" w14:textId="77777777" w:rsidTr="00A40D82">
        <w:tc>
          <w:tcPr>
            <w:tcW w:w="1250" w:type="dxa"/>
            <w:shd w:val="clear" w:color="auto" w:fill="FFFFFF" w:themeFill="background1"/>
            <w:tcMar>
              <w:top w:w="28" w:type="dxa"/>
              <w:left w:w="0" w:type="dxa"/>
              <w:bottom w:w="28" w:type="dxa"/>
              <w:right w:w="0" w:type="dxa"/>
            </w:tcMar>
          </w:tcPr>
          <w:p w14:paraId="53804B23" w14:textId="77777777" w:rsidR="00962766" w:rsidRPr="002126C0" w:rsidRDefault="00962766" w:rsidP="00A40D82">
            <w:pPr>
              <w:pStyle w:val="Zkratky1"/>
              <w:spacing w:line="276" w:lineRule="auto"/>
              <w:jc w:val="both"/>
              <w:rPr>
                <w:rFonts w:asciiTheme="minorHAnsi" w:hAnsiTheme="minorHAnsi"/>
                <w:szCs w:val="16"/>
              </w:rPr>
            </w:pPr>
            <w:r w:rsidRPr="002126C0">
              <w:rPr>
                <w:rFonts w:asciiTheme="minorHAnsi" w:hAnsiTheme="minorHAnsi"/>
                <w:szCs w:val="16"/>
              </w:rPr>
              <w:t>SZZ ………….</w:t>
            </w:r>
          </w:p>
        </w:tc>
        <w:tc>
          <w:tcPr>
            <w:tcW w:w="7452" w:type="dxa"/>
            <w:shd w:val="clear" w:color="auto" w:fill="FFFFFF" w:themeFill="background1"/>
            <w:tcMar>
              <w:top w:w="28" w:type="dxa"/>
              <w:left w:w="0" w:type="dxa"/>
              <w:bottom w:w="28" w:type="dxa"/>
              <w:right w:w="0" w:type="dxa"/>
            </w:tcMar>
          </w:tcPr>
          <w:p w14:paraId="7BCF53E1" w14:textId="77777777" w:rsidR="00962766" w:rsidRPr="002126C0" w:rsidRDefault="00962766" w:rsidP="00A40D82">
            <w:pPr>
              <w:pStyle w:val="Zkratky2"/>
              <w:spacing w:line="276" w:lineRule="auto"/>
              <w:jc w:val="both"/>
              <w:rPr>
                <w:rFonts w:asciiTheme="minorHAnsi" w:hAnsiTheme="minorHAnsi"/>
              </w:rPr>
            </w:pPr>
            <w:r w:rsidRPr="002126C0">
              <w:rPr>
                <w:rFonts w:asciiTheme="minorHAnsi" w:hAnsiTheme="minorHAnsi" w:cs="Tahoma"/>
              </w:rPr>
              <w:t>Staniční zabezpečovací zařízení</w:t>
            </w:r>
          </w:p>
        </w:tc>
      </w:tr>
      <w:tr w:rsidR="00962766" w:rsidRPr="006C33D8" w14:paraId="53121C70" w14:textId="77777777" w:rsidTr="00A40D82">
        <w:tc>
          <w:tcPr>
            <w:tcW w:w="1250" w:type="dxa"/>
            <w:tcMar>
              <w:top w:w="28" w:type="dxa"/>
              <w:left w:w="0" w:type="dxa"/>
              <w:bottom w:w="28" w:type="dxa"/>
              <w:right w:w="0" w:type="dxa"/>
            </w:tcMar>
          </w:tcPr>
          <w:p w14:paraId="1CBBDCCD" w14:textId="77777777" w:rsidR="00962766" w:rsidRPr="002126C0" w:rsidRDefault="00962766" w:rsidP="00A40D82">
            <w:pPr>
              <w:pStyle w:val="Zkratky1"/>
              <w:spacing w:line="276" w:lineRule="auto"/>
              <w:jc w:val="both"/>
              <w:rPr>
                <w:rFonts w:asciiTheme="minorHAnsi" w:hAnsiTheme="minorHAnsi"/>
                <w:szCs w:val="16"/>
              </w:rPr>
            </w:pPr>
            <w:r w:rsidRPr="002126C0">
              <w:rPr>
                <w:rFonts w:asciiTheme="minorHAnsi" w:hAnsiTheme="minorHAnsi"/>
                <w:szCs w:val="16"/>
              </w:rPr>
              <w:t xml:space="preserve">SŽDC </w:t>
            </w:r>
            <w:r w:rsidRPr="002126C0">
              <w:rPr>
                <w:rFonts w:asciiTheme="minorHAnsi" w:hAnsiTheme="minorHAnsi"/>
                <w:szCs w:val="16"/>
              </w:rPr>
              <w:tab/>
            </w:r>
          </w:p>
        </w:tc>
        <w:tc>
          <w:tcPr>
            <w:tcW w:w="7452" w:type="dxa"/>
            <w:tcMar>
              <w:top w:w="28" w:type="dxa"/>
              <w:left w:w="0" w:type="dxa"/>
              <w:bottom w:w="28" w:type="dxa"/>
              <w:right w:w="0" w:type="dxa"/>
            </w:tcMar>
          </w:tcPr>
          <w:p w14:paraId="6E12674E" w14:textId="77777777" w:rsidR="00962766" w:rsidRPr="002126C0" w:rsidRDefault="00962766" w:rsidP="00FD2F86">
            <w:pPr>
              <w:pStyle w:val="Zkratky2"/>
              <w:spacing w:line="276" w:lineRule="auto"/>
              <w:jc w:val="both"/>
              <w:rPr>
                <w:rFonts w:asciiTheme="minorHAnsi" w:hAnsiTheme="minorHAnsi"/>
              </w:rPr>
            </w:pPr>
            <w:r w:rsidRPr="002126C0">
              <w:rPr>
                <w:rFonts w:asciiTheme="minorHAnsi" w:hAnsiTheme="minorHAnsi"/>
              </w:rPr>
              <w:t>Správa železniční dopravní cesty, státní organizace</w:t>
            </w:r>
          </w:p>
        </w:tc>
      </w:tr>
      <w:tr w:rsidR="00962766" w:rsidRPr="006C33D8" w14:paraId="5BA3C1C5" w14:textId="77777777" w:rsidTr="00A40D82">
        <w:tc>
          <w:tcPr>
            <w:tcW w:w="1250" w:type="dxa"/>
            <w:tcMar>
              <w:top w:w="28" w:type="dxa"/>
              <w:left w:w="0" w:type="dxa"/>
              <w:bottom w:w="28" w:type="dxa"/>
              <w:right w:w="0" w:type="dxa"/>
            </w:tcMar>
          </w:tcPr>
          <w:p w14:paraId="78D9CD53" w14:textId="77777777" w:rsidR="00962766" w:rsidRPr="002126C0" w:rsidRDefault="00962766" w:rsidP="00A40D82">
            <w:pPr>
              <w:pStyle w:val="Zkratky1"/>
              <w:spacing w:line="276" w:lineRule="auto"/>
              <w:jc w:val="both"/>
              <w:rPr>
                <w:rFonts w:asciiTheme="minorHAnsi" w:hAnsiTheme="minorHAnsi"/>
                <w:szCs w:val="16"/>
              </w:rPr>
            </w:pPr>
            <w:r w:rsidRPr="002126C0">
              <w:rPr>
                <w:rFonts w:asciiTheme="minorHAnsi" w:hAnsiTheme="minorHAnsi"/>
                <w:szCs w:val="16"/>
              </w:rPr>
              <w:t>TEN-T ………</w:t>
            </w:r>
          </w:p>
        </w:tc>
        <w:tc>
          <w:tcPr>
            <w:tcW w:w="7452" w:type="dxa"/>
            <w:tcMar>
              <w:top w:w="28" w:type="dxa"/>
              <w:left w:w="0" w:type="dxa"/>
              <w:bottom w:w="28" w:type="dxa"/>
              <w:right w:w="0" w:type="dxa"/>
            </w:tcMar>
          </w:tcPr>
          <w:p w14:paraId="56A6E4C8" w14:textId="77777777" w:rsidR="00962766" w:rsidRPr="002126C0" w:rsidRDefault="00962766" w:rsidP="00A40D82">
            <w:pPr>
              <w:pStyle w:val="Zkratky2"/>
              <w:spacing w:line="276" w:lineRule="auto"/>
              <w:jc w:val="both"/>
              <w:rPr>
                <w:rFonts w:asciiTheme="minorHAnsi" w:hAnsiTheme="minorHAnsi"/>
              </w:rPr>
            </w:pPr>
            <w:r w:rsidRPr="002126C0">
              <w:rPr>
                <w:rFonts w:asciiTheme="minorHAnsi" w:hAnsiTheme="minorHAnsi"/>
              </w:rPr>
              <w:t>Trans-European Transport Networks (transevropská dopravní síť)</w:t>
            </w:r>
          </w:p>
        </w:tc>
      </w:tr>
      <w:tr w:rsidR="00962766" w:rsidRPr="006C33D8" w14:paraId="59A1BDE3" w14:textId="77777777" w:rsidTr="00A40D82">
        <w:tc>
          <w:tcPr>
            <w:tcW w:w="1250" w:type="dxa"/>
            <w:tcMar>
              <w:top w:w="28" w:type="dxa"/>
              <w:left w:w="0" w:type="dxa"/>
              <w:bottom w:w="28" w:type="dxa"/>
              <w:right w:w="0" w:type="dxa"/>
            </w:tcMar>
          </w:tcPr>
          <w:p w14:paraId="344D78BC" w14:textId="77777777" w:rsidR="00962766" w:rsidRPr="002126C0" w:rsidRDefault="00962766" w:rsidP="00A40D82">
            <w:pPr>
              <w:pStyle w:val="Zkratky1"/>
              <w:spacing w:line="276" w:lineRule="auto"/>
              <w:jc w:val="both"/>
              <w:rPr>
                <w:rFonts w:asciiTheme="minorHAnsi" w:hAnsiTheme="minorHAnsi"/>
                <w:szCs w:val="16"/>
              </w:rPr>
            </w:pPr>
            <w:r w:rsidRPr="002126C0">
              <w:rPr>
                <w:rFonts w:asciiTheme="minorHAnsi" w:hAnsiTheme="minorHAnsi"/>
                <w:szCs w:val="16"/>
              </w:rPr>
              <w:t>TV …………..</w:t>
            </w:r>
          </w:p>
        </w:tc>
        <w:tc>
          <w:tcPr>
            <w:tcW w:w="7452" w:type="dxa"/>
            <w:tcMar>
              <w:top w:w="28" w:type="dxa"/>
              <w:left w:w="0" w:type="dxa"/>
              <w:bottom w:w="28" w:type="dxa"/>
              <w:right w:w="0" w:type="dxa"/>
            </w:tcMar>
          </w:tcPr>
          <w:p w14:paraId="1B1D99CB" w14:textId="77777777" w:rsidR="00962766" w:rsidRPr="002126C0" w:rsidRDefault="00962766" w:rsidP="00A40D82">
            <w:pPr>
              <w:pStyle w:val="Zkratky2"/>
              <w:spacing w:line="276" w:lineRule="auto"/>
              <w:jc w:val="both"/>
              <w:rPr>
                <w:rFonts w:asciiTheme="minorHAnsi" w:hAnsiTheme="minorHAnsi" w:cs="Tahoma"/>
              </w:rPr>
            </w:pPr>
            <w:r w:rsidRPr="002126C0">
              <w:rPr>
                <w:rFonts w:asciiTheme="minorHAnsi" w:hAnsiTheme="minorHAnsi" w:cs="Tahoma"/>
              </w:rPr>
              <w:t>Trakční vedení</w:t>
            </w:r>
          </w:p>
        </w:tc>
      </w:tr>
      <w:tr w:rsidR="00962766" w:rsidRPr="006C33D8" w14:paraId="4B91B2DF" w14:textId="77777777" w:rsidTr="00A40D82">
        <w:tc>
          <w:tcPr>
            <w:tcW w:w="1250" w:type="dxa"/>
            <w:tcMar>
              <w:top w:w="28" w:type="dxa"/>
              <w:left w:w="0" w:type="dxa"/>
              <w:bottom w:w="28" w:type="dxa"/>
              <w:right w:w="0" w:type="dxa"/>
            </w:tcMar>
          </w:tcPr>
          <w:p w14:paraId="2CFE8FB3" w14:textId="77777777" w:rsidR="00962766" w:rsidRPr="002126C0" w:rsidRDefault="00962766" w:rsidP="00A40D82">
            <w:pPr>
              <w:pStyle w:val="Zkratky1"/>
              <w:spacing w:line="276" w:lineRule="auto"/>
              <w:jc w:val="both"/>
              <w:rPr>
                <w:rFonts w:asciiTheme="minorHAnsi" w:hAnsiTheme="minorHAnsi"/>
                <w:szCs w:val="16"/>
              </w:rPr>
            </w:pPr>
            <w:r w:rsidRPr="002126C0">
              <w:rPr>
                <w:rFonts w:asciiTheme="minorHAnsi" w:hAnsiTheme="minorHAnsi"/>
                <w:szCs w:val="16"/>
              </w:rPr>
              <w:t>TZZ ………….</w:t>
            </w:r>
          </w:p>
        </w:tc>
        <w:tc>
          <w:tcPr>
            <w:tcW w:w="7452" w:type="dxa"/>
            <w:tcMar>
              <w:top w:w="28" w:type="dxa"/>
              <w:left w:w="0" w:type="dxa"/>
              <w:bottom w:w="28" w:type="dxa"/>
              <w:right w:w="0" w:type="dxa"/>
            </w:tcMar>
          </w:tcPr>
          <w:p w14:paraId="3CDB7E86" w14:textId="77777777" w:rsidR="00962766" w:rsidRPr="002126C0" w:rsidRDefault="00962766" w:rsidP="00A40D82">
            <w:pPr>
              <w:pStyle w:val="Zkratky2"/>
              <w:spacing w:line="276" w:lineRule="auto"/>
              <w:jc w:val="both"/>
              <w:rPr>
                <w:rFonts w:asciiTheme="minorHAnsi" w:hAnsiTheme="minorHAnsi" w:cs="Tahoma"/>
              </w:rPr>
            </w:pPr>
            <w:r w:rsidRPr="002126C0">
              <w:rPr>
                <w:rFonts w:asciiTheme="minorHAnsi" w:hAnsiTheme="minorHAnsi" w:cs="Tahoma"/>
              </w:rPr>
              <w:t>Traťové zabezpečovací zařízení</w:t>
            </w:r>
          </w:p>
        </w:tc>
      </w:tr>
      <w:tr w:rsidR="00962766" w:rsidRPr="006C33D8" w14:paraId="621DC5BC" w14:textId="77777777" w:rsidTr="00A40D82">
        <w:tc>
          <w:tcPr>
            <w:tcW w:w="1250" w:type="dxa"/>
            <w:tcMar>
              <w:top w:w="28" w:type="dxa"/>
              <w:left w:w="0" w:type="dxa"/>
              <w:bottom w:w="28" w:type="dxa"/>
              <w:right w:w="0" w:type="dxa"/>
            </w:tcMar>
          </w:tcPr>
          <w:p w14:paraId="2F87E6D6" w14:textId="77777777" w:rsidR="00962766" w:rsidRPr="002126C0" w:rsidRDefault="00962766" w:rsidP="00A40D82">
            <w:pPr>
              <w:pStyle w:val="Zkratky1"/>
              <w:spacing w:line="276" w:lineRule="auto"/>
              <w:jc w:val="both"/>
              <w:rPr>
                <w:rFonts w:asciiTheme="minorHAnsi" w:hAnsiTheme="minorHAnsi"/>
                <w:szCs w:val="16"/>
              </w:rPr>
            </w:pPr>
            <w:r w:rsidRPr="002126C0">
              <w:rPr>
                <w:rFonts w:asciiTheme="minorHAnsi" w:hAnsiTheme="minorHAnsi"/>
                <w:szCs w:val="16"/>
              </w:rPr>
              <w:t>UTZ ………….</w:t>
            </w:r>
          </w:p>
        </w:tc>
        <w:tc>
          <w:tcPr>
            <w:tcW w:w="7452" w:type="dxa"/>
            <w:tcMar>
              <w:top w:w="28" w:type="dxa"/>
              <w:left w:w="0" w:type="dxa"/>
              <w:bottom w:w="28" w:type="dxa"/>
              <w:right w:w="0" w:type="dxa"/>
            </w:tcMar>
          </w:tcPr>
          <w:p w14:paraId="0BAF60B5" w14:textId="77777777" w:rsidR="00962766" w:rsidRPr="002126C0" w:rsidRDefault="00962766" w:rsidP="00A40D82">
            <w:pPr>
              <w:pStyle w:val="Zkratky2"/>
              <w:spacing w:line="276" w:lineRule="auto"/>
              <w:jc w:val="both"/>
              <w:rPr>
                <w:rFonts w:asciiTheme="minorHAnsi" w:hAnsiTheme="minorHAnsi" w:cs="Tahoma"/>
              </w:rPr>
            </w:pPr>
            <w:r w:rsidRPr="002126C0">
              <w:rPr>
                <w:rFonts w:asciiTheme="minorHAnsi" w:hAnsiTheme="minorHAnsi" w:cs="Tahoma"/>
              </w:rPr>
              <w:t>Určené technické zařízení</w:t>
            </w:r>
          </w:p>
        </w:tc>
      </w:tr>
      <w:tr w:rsidR="00962766" w:rsidRPr="006C33D8" w14:paraId="16B2AC61" w14:textId="77777777" w:rsidTr="00A40D82">
        <w:tc>
          <w:tcPr>
            <w:tcW w:w="1250" w:type="dxa"/>
            <w:tcMar>
              <w:top w:w="28" w:type="dxa"/>
              <w:left w:w="0" w:type="dxa"/>
              <w:bottom w:w="28" w:type="dxa"/>
              <w:right w:w="0" w:type="dxa"/>
            </w:tcMar>
          </w:tcPr>
          <w:p w14:paraId="3685AF8E" w14:textId="77777777" w:rsidR="00962766" w:rsidRPr="002126C0" w:rsidRDefault="00962766" w:rsidP="00A40D82">
            <w:pPr>
              <w:pStyle w:val="Zkratky1"/>
              <w:spacing w:line="276" w:lineRule="auto"/>
              <w:jc w:val="both"/>
              <w:rPr>
                <w:rFonts w:asciiTheme="minorHAnsi" w:hAnsiTheme="minorHAnsi"/>
                <w:szCs w:val="16"/>
              </w:rPr>
            </w:pPr>
            <w:r w:rsidRPr="002126C0">
              <w:rPr>
                <w:rFonts w:asciiTheme="minorHAnsi" w:hAnsiTheme="minorHAnsi"/>
                <w:szCs w:val="16"/>
              </w:rPr>
              <w:t>ZZ …………..</w:t>
            </w:r>
          </w:p>
        </w:tc>
        <w:tc>
          <w:tcPr>
            <w:tcW w:w="7452" w:type="dxa"/>
            <w:tcMar>
              <w:top w:w="28" w:type="dxa"/>
              <w:left w:w="0" w:type="dxa"/>
              <w:bottom w:w="28" w:type="dxa"/>
              <w:right w:w="0" w:type="dxa"/>
            </w:tcMar>
          </w:tcPr>
          <w:p w14:paraId="41ACA13E" w14:textId="77777777" w:rsidR="00962766" w:rsidRPr="002126C0" w:rsidRDefault="00962766" w:rsidP="00A40D82">
            <w:pPr>
              <w:pStyle w:val="Zkratky2"/>
              <w:spacing w:line="276" w:lineRule="auto"/>
              <w:jc w:val="both"/>
              <w:rPr>
                <w:rFonts w:asciiTheme="minorHAnsi" w:hAnsiTheme="minorHAnsi" w:cs="Tahoma"/>
              </w:rPr>
            </w:pPr>
            <w:r w:rsidRPr="002126C0">
              <w:rPr>
                <w:rFonts w:asciiTheme="minorHAnsi" w:hAnsiTheme="minorHAnsi" w:cs="Tahoma"/>
              </w:rPr>
              <w:t>Zabezpečovací zařízení</w:t>
            </w:r>
          </w:p>
        </w:tc>
      </w:tr>
      <w:tr w:rsidR="00F347FE" w:rsidRPr="006C33D8" w14:paraId="1634183A" w14:textId="77777777" w:rsidTr="00A40D82">
        <w:tc>
          <w:tcPr>
            <w:tcW w:w="1250" w:type="dxa"/>
            <w:tcMar>
              <w:top w:w="28" w:type="dxa"/>
              <w:left w:w="0" w:type="dxa"/>
              <w:bottom w:w="28" w:type="dxa"/>
              <w:right w:w="0" w:type="dxa"/>
            </w:tcMar>
          </w:tcPr>
          <w:p w14:paraId="5F8BCB72" w14:textId="22E48753" w:rsidR="00F347FE" w:rsidRPr="006C33D8" w:rsidRDefault="00F347FE" w:rsidP="00F347FE">
            <w:pPr>
              <w:pStyle w:val="Zkratky1"/>
              <w:spacing w:line="276" w:lineRule="auto"/>
              <w:jc w:val="both"/>
              <w:rPr>
                <w:rFonts w:asciiTheme="minorHAnsi" w:hAnsiTheme="minorHAnsi"/>
                <w:szCs w:val="16"/>
                <w:highlight w:val="green"/>
              </w:rPr>
            </w:pPr>
            <w:r>
              <w:t>AB</w:t>
            </w:r>
          </w:p>
        </w:tc>
        <w:tc>
          <w:tcPr>
            <w:tcW w:w="7452" w:type="dxa"/>
            <w:tcMar>
              <w:top w:w="28" w:type="dxa"/>
              <w:left w:w="0" w:type="dxa"/>
              <w:bottom w:w="28" w:type="dxa"/>
              <w:right w:w="0" w:type="dxa"/>
            </w:tcMar>
          </w:tcPr>
          <w:p w14:paraId="1108B5D3" w14:textId="342831B4" w:rsidR="00F347FE" w:rsidRPr="006C33D8" w:rsidRDefault="00F347FE" w:rsidP="00F347FE">
            <w:pPr>
              <w:pStyle w:val="Zkratky2"/>
              <w:spacing w:line="276" w:lineRule="auto"/>
              <w:jc w:val="both"/>
              <w:rPr>
                <w:rFonts w:asciiTheme="minorHAnsi" w:hAnsiTheme="minorHAnsi" w:cs="Tahoma"/>
                <w:highlight w:val="green"/>
              </w:rPr>
            </w:pPr>
            <w:r>
              <w:t>Autoblok</w:t>
            </w:r>
          </w:p>
        </w:tc>
      </w:tr>
      <w:tr w:rsidR="00F347FE" w:rsidRPr="006C33D8" w14:paraId="249BB109" w14:textId="77777777" w:rsidTr="00A40D82">
        <w:tc>
          <w:tcPr>
            <w:tcW w:w="1250" w:type="dxa"/>
            <w:tcMar>
              <w:top w:w="28" w:type="dxa"/>
              <w:left w:w="0" w:type="dxa"/>
              <w:bottom w:w="28" w:type="dxa"/>
              <w:right w:w="0" w:type="dxa"/>
            </w:tcMar>
          </w:tcPr>
          <w:p w14:paraId="679221DD" w14:textId="050782DD" w:rsidR="00F347FE" w:rsidRPr="006C33D8" w:rsidRDefault="00F347FE" w:rsidP="00F347FE">
            <w:pPr>
              <w:pStyle w:val="Zkratky1"/>
              <w:spacing w:line="276" w:lineRule="auto"/>
              <w:jc w:val="both"/>
              <w:rPr>
                <w:rFonts w:asciiTheme="minorHAnsi" w:hAnsiTheme="minorHAnsi"/>
                <w:szCs w:val="16"/>
                <w:highlight w:val="green"/>
              </w:rPr>
            </w:pPr>
            <w:r>
              <w:lastRenderedPageBreak/>
              <w:t>CTD</w:t>
            </w:r>
          </w:p>
        </w:tc>
        <w:tc>
          <w:tcPr>
            <w:tcW w:w="7452" w:type="dxa"/>
            <w:tcMar>
              <w:top w:w="28" w:type="dxa"/>
              <w:left w:w="0" w:type="dxa"/>
              <w:bottom w:w="28" w:type="dxa"/>
              <w:right w:w="0" w:type="dxa"/>
            </w:tcMar>
          </w:tcPr>
          <w:p w14:paraId="6C2A0F59" w14:textId="0C33FBCE" w:rsidR="00F347FE" w:rsidRPr="006C33D8" w:rsidRDefault="00F347FE" w:rsidP="00F347FE">
            <w:pPr>
              <w:pStyle w:val="Zkratky2"/>
              <w:spacing w:line="276" w:lineRule="auto"/>
              <w:jc w:val="both"/>
              <w:rPr>
                <w:rFonts w:asciiTheme="minorHAnsi" w:hAnsiTheme="minorHAnsi" w:cs="Tahoma"/>
                <w:highlight w:val="green"/>
              </w:rPr>
            </w:pPr>
            <w:r>
              <w:t>Centrum telematiky a diagnostiky</w:t>
            </w:r>
          </w:p>
        </w:tc>
      </w:tr>
      <w:tr w:rsidR="00F347FE" w:rsidRPr="006C33D8" w14:paraId="141BC0F9" w14:textId="77777777" w:rsidTr="00A40D82">
        <w:tc>
          <w:tcPr>
            <w:tcW w:w="1250" w:type="dxa"/>
            <w:tcMar>
              <w:top w:w="28" w:type="dxa"/>
              <w:left w:w="0" w:type="dxa"/>
              <w:bottom w:w="28" w:type="dxa"/>
              <w:right w:w="0" w:type="dxa"/>
            </w:tcMar>
          </w:tcPr>
          <w:p w14:paraId="03E368BC" w14:textId="414FC50F" w:rsidR="00F347FE" w:rsidRPr="006C33D8" w:rsidRDefault="00F347FE" w:rsidP="00F347FE">
            <w:pPr>
              <w:pStyle w:val="Zkratky1"/>
              <w:spacing w:line="276" w:lineRule="auto"/>
              <w:jc w:val="both"/>
              <w:rPr>
                <w:rFonts w:asciiTheme="minorHAnsi" w:hAnsiTheme="minorHAnsi"/>
                <w:szCs w:val="16"/>
                <w:highlight w:val="green"/>
              </w:rPr>
            </w:pPr>
            <w:r w:rsidRPr="0020796B">
              <w:t>DOZ</w:t>
            </w:r>
          </w:p>
        </w:tc>
        <w:tc>
          <w:tcPr>
            <w:tcW w:w="7452" w:type="dxa"/>
            <w:tcMar>
              <w:top w:w="28" w:type="dxa"/>
              <w:left w:w="0" w:type="dxa"/>
              <w:bottom w:w="28" w:type="dxa"/>
              <w:right w:w="0" w:type="dxa"/>
            </w:tcMar>
          </w:tcPr>
          <w:p w14:paraId="4635AC31" w14:textId="2C47A545" w:rsidR="00F347FE" w:rsidRPr="006C33D8" w:rsidRDefault="00F347FE" w:rsidP="00F347FE">
            <w:pPr>
              <w:pStyle w:val="Zkratky2"/>
              <w:spacing w:line="276" w:lineRule="auto"/>
              <w:jc w:val="both"/>
              <w:rPr>
                <w:rFonts w:asciiTheme="minorHAnsi" w:hAnsiTheme="minorHAnsi" w:cs="Tahoma"/>
                <w:highlight w:val="green"/>
              </w:rPr>
            </w:pPr>
            <w:r>
              <w:t>D</w:t>
            </w:r>
            <w:r w:rsidRPr="0020796B">
              <w:t>álkově ovládané zabezpečovací zařízení</w:t>
            </w:r>
          </w:p>
        </w:tc>
      </w:tr>
      <w:tr w:rsidR="00F347FE" w:rsidRPr="006C33D8" w14:paraId="7B74941D" w14:textId="77777777" w:rsidTr="00F347FE">
        <w:tc>
          <w:tcPr>
            <w:tcW w:w="1250" w:type="dxa"/>
            <w:tcMar>
              <w:top w:w="28" w:type="dxa"/>
              <w:left w:w="0" w:type="dxa"/>
              <w:bottom w:w="28" w:type="dxa"/>
              <w:right w:w="0" w:type="dxa"/>
            </w:tcMar>
            <w:vAlign w:val="bottom"/>
          </w:tcPr>
          <w:p w14:paraId="07C6DCE3" w14:textId="539C1338" w:rsidR="00F347FE" w:rsidRPr="006C33D8" w:rsidRDefault="00F347FE" w:rsidP="00F347FE">
            <w:pPr>
              <w:pStyle w:val="Zkratky1"/>
              <w:spacing w:line="276" w:lineRule="auto"/>
              <w:jc w:val="both"/>
              <w:rPr>
                <w:rFonts w:asciiTheme="minorHAnsi" w:hAnsiTheme="minorHAnsi"/>
                <w:szCs w:val="16"/>
                <w:highlight w:val="green"/>
              </w:rPr>
            </w:pPr>
            <w:r>
              <w:t>ETCS</w:t>
            </w:r>
          </w:p>
        </w:tc>
        <w:tc>
          <w:tcPr>
            <w:tcW w:w="7452" w:type="dxa"/>
            <w:tcMar>
              <w:top w:w="28" w:type="dxa"/>
              <w:left w:w="0" w:type="dxa"/>
              <w:bottom w:w="28" w:type="dxa"/>
              <w:right w:w="0" w:type="dxa"/>
            </w:tcMar>
            <w:vAlign w:val="bottom"/>
          </w:tcPr>
          <w:p w14:paraId="7314AE6E" w14:textId="259A2C4E" w:rsidR="00F347FE" w:rsidRPr="006C33D8" w:rsidRDefault="00F347FE" w:rsidP="00F347FE">
            <w:pPr>
              <w:pStyle w:val="Zkratky2"/>
              <w:spacing w:line="276" w:lineRule="auto"/>
              <w:jc w:val="both"/>
              <w:rPr>
                <w:rFonts w:asciiTheme="minorHAnsi" w:hAnsiTheme="minorHAnsi" w:cs="Tahoma"/>
                <w:highlight w:val="green"/>
              </w:rPr>
            </w:pPr>
            <w:r w:rsidRPr="0006527D">
              <w:t>European Train Control System</w:t>
            </w:r>
          </w:p>
        </w:tc>
      </w:tr>
      <w:tr w:rsidR="00F347FE" w:rsidRPr="006C33D8" w14:paraId="6D4998C3" w14:textId="77777777" w:rsidTr="00A40D82">
        <w:tc>
          <w:tcPr>
            <w:tcW w:w="1250" w:type="dxa"/>
            <w:tcMar>
              <w:top w:w="28" w:type="dxa"/>
              <w:left w:w="0" w:type="dxa"/>
              <w:bottom w:w="28" w:type="dxa"/>
              <w:right w:w="0" w:type="dxa"/>
            </w:tcMar>
          </w:tcPr>
          <w:p w14:paraId="42631AF0" w14:textId="26A26176" w:rsidR="00F347FE" w:rsidRPr="006C33D8" w:rsidRDefault="00F347FE" w:rsidP="00F347FE">
            <w:pPr>
              <w:pStyle w:val="Zkratky1"/>
              <w:spacing w:line="276" w:lineRule="auto"/>
              <w:jc w:val="both"/>
              <w:rPr>
                <w:rFonts w:asciiTheme="minorHAnsi" w:hAnsiTheme="minorHAnsi"/>
                <w:szCs w:val="16"/>
                <w:highlight w:val="green"/>
              </w:rPr>
            </w:pPr>
            <w:r w:rsidRPr="007E7513">
              <w:t>JOP</w:t>
            </w:r>
          </w:p>
        </w:tc>
        <w:tc>
          <w:tcPr>
            <w:tcW w:w="7452" w:type="dxa"/>
            <w:tcMar>
              <w:top w:w="28" w:type="dxa"/>
              <w:left w:w="0" w:type="dxa"/>
              <w:bottom w:w="28" w:type="dxa"/>
              <w:right w:w="0" w:type="dxa"/>
            </w:tcMar>
          </w:tcPr>
          <w:p w14:paraId="6F0D5382" w14:textId="3E81BD64" w:rsidR="00F347FE" w:rsidRPr="006C33D8" w:rsidRDefault="00F347FE" w:rsidP="00F347FE">
            <w:pPr>
              <w:pStyle w:val="Zkratky2"/>
              <w:spacing w:line="276" w:lineRule="auto"/>
              <w:jc w:val="both"/>
              <w:rPr>
                <w:rFonts w:asciiTheme="minorHAnsi" w:hAnsiTheme="minorHAnsi" w:cs="Tahoma"/>
                <w:highlight w:val="green"/>
              </w:rPr>
            </w:pPr>
            <w:r>
              <w:t>J</w:t>
            </w:r>
            <w:r w:rsidRPr="007E7513">
              <w:t>ednotné obslužné pracoviště</w:t>
            </w:r>
          </w:p>
        </w:tc>
      </w:tr>
      <w:tr w:rsidR="00F347FE" w:rsidRPr="006C33D8" w14:paraId="3B48A13F" w14:textId="77777777" w:rsidTr="00A40D82">
        <w:tc>
          <w:tcPr>
            <w:tcW w:w="1250" w:type="dxa"/>
            <w:tcMar>
              <w:top w:w="28" w:type="dxa"/>
              <w:left w:w="0" w:type="dxa"/>
              <w:bottom w:w="28" w:type="dxa"/>
              <w:right w:w="0" w:type="dxa"/>
            </w:tcMar>
          </w:tcPr>
          <w:p w14:paraId="3B765877" w14:textId="124B70C9" w:rsidR="00F347FE" w:rsidRPr="006C33D8" w:rsidRDefault="00F347FE" w:rsidP="00F347FE">
            <w:pPr>
              <w:pStyle w:val="Zkratky1"/>
              <w:spacing w:line="276" w:lineRule="auto"/>
              <w:jc w:val="both"/>
              <w:rPr>
                <w:rFonts w:asciiTheme="minorHAnsi" w:hAnsiTheme="minorHAnsi"/>
                <w:szCs w:val="16"/>
                <w:highlight w:val="green"/>
              </w:rPr>
            </w:pPr>
            <w:r>
              <w:t>NAD</w:t>
            </w:r>
          </w:p>
        </w:tc>
        <w:tc>
          <w:tcPr>
            <w:tcW w:w="7452" w:type="dxa"/>
            <w:tcMar>
              <w:top w:w="28" w:type="dxa"/>
              <w:left w:w="0" w:type="dxa"/>
              <w:bottom w:w="28" w:type="dxa"/>
              <w:right w:w="0" w:type="dxa"/>
            </w:tcMar>
          </w:tcPr>
          <w:p w14:paraId="462CAF29" w14:textId="73327F1F" w:rsidR="00F347FE" w:rsidRPr="006C33D8" w:rsidRDefault="00F347FE" w:rsidP="00F347FE">
            <w:pPr>
              <w:pStyle w:val="Zkratky2"/>
              <w:spacing w:line="276" w:lineRule="auto"/>
              <w:jc w:val="both"/>
              <w:rPr>
                <w:rFonts w:asciiTheme="minorHAnsi" w:hAnsiTheme="minorHAnsi" w:cs="Tahoma"/>
                <w:highlight w:val="green"/>
              </w:rPr>
            </w:pPr>
            <w:r>
              <w:t>Náhradní autobusová doprava</w:t>
            </w:r>
          </w:p>
        </w:tc>
      </w:tr>
      <w:tr w:rsidR="00F347FE" w:rsidRPr="006C33D8" w14:paraId="491BCE3F" w14:textId="77777777" w:rsidTr="00A40D82">
        <w:tc>
          <w:tcPr>
            <w:tcW w:w="1250" w:type="dxa"/>
            <w:tcMar>
              <w:top w:w="28" w:type="dxa"/>
              <w:left w:w="0" w:type="dxa"/>
              <w:bottom w:w="28" w:type="dxa"/>
              <w:right w:w="0" w:type="dxa"/>
            </w:tcMar>
          </w:tcPr>
          <w:p w14:paraId="6C5EB032" w14:textId="7343B9A0" w:rsidR="00F347FE" w:rsidRPr="006C33D8" w:rsidRDefault="00F347FE" w:rsidP="00F347FE">
            <w:pPr>
              <w:pStyle w:val="Zkratky1"/>
              <w:spacing w:line="276" w:lineRule="auto"/>
              <w:jc w:val="both"/>
              <w:rPr>
                <w:rFonts w:asciiTheme="minorHAnsi" w:hAnsiTheme="minorHAnsi"/>
                <w:szCs w:val="16"/>
                <w:highlight w:val="green"/>
              </w:rPr>
            </w:pPr>
            <w:r>
              <w:t>PZZ</w:t>
            </w:r>
          </w:p>
        </w:tc>
        <w:tc>
          <w:tcPr>
            <w:tcW w:w="7452" w:type="dxa"/>
            <w:tcMar>
              <w:top w:w="28" w:type="dxa"/>
              <w:left w:w="0" w:type="dxa"/>
              <w:bottom w:w="28" w:type="dxa"/>
              <w:right w:w="0" w:type="dxa"/>
            </w:tcMar>
          </w:tcPr>
          <w:p w14:paraId="079A64DB" w14:textId="08352896" w:rsidR="00F347FE" w:rsidRPr="006C33D8" w:rsidRDefault="00F347FE" w:rsidP="00F347FE">
            <w:pPr>
              <w:pStyle w:val="Zkratky2"/>
              <w:spacing w:line="276" w:lineRule="auto"/>
              <w:jc w:val="both"/>
              <w:rPr>
                <w:rFonts w:asciiTheme="minorHAnsi" w:hAnsiTheme="minorHAnsi" w:cs="Tahoma"/>
                <w:highlight w:val="green"/>
              </w:rPr>
            </w:pPr>
            <w:r>
              <w:t>Přejezdové zabezpečovací zařízení</w:t>
            </w:r>
          </w:p>
        </w:tc>
      </w:tr>
      <w:tr w:rsidR="00F347FE" w:rsidRPr="006C33D8" w14:paraId="78C56393" w14:textId="77777777" w:rsidTr="00A40D82">
        <w:tc>
          <w:tcPr>
            <w:tcW w:w="1250" w:type="dxa"/>
            <w:tcMar>
              <w:top w:w="28" w:type="dxa"/>
              <w:left w:w="0" w:type="dxa"/>
              <w:bottom w:w="28" w:type="dxa"/>
              <w:right w:w="0" w:type="dxa"/>
            </w:tcMar>
          </w:tcPr>
          <w:p w14:paraId="4AC41290" w14:textId="7A62C6E6" w:rsidR="00F347FE" w:rsidRPr="006C33D8" w:rsidRDefault="00F347FE" w:rsidP="00F347FE">
            <w:pPr>
              <w:pStyle w:val="Zkratky1"/>
              <w:spacing w:line="276" w:lineRule="auto"/>
              <w:jc w:val="both"/>
              <w:rPr>
                <w:rFonts w:asciiTheme="minorHAnsi" w:hAnsiTheme="minorHAnsi"/>
                <w:szCs w:val="16"/>
                <w:highlight w:val="green"/>
              </w:rPr>
            </w:pPr>
            <w:r>
              <w:t>TP</w:t>
            </w:r>
          </w:p>
        </w:tc>
        <w:tc>
          <w:tcPr>
            <w:tcW w:w="7452" w:type="dxa"/>
            <w:tcMar>
              <w:top w:w="28" w:type="dxa"/>
              <w:left w:w="0" w:type="dxa"/>
              <w:bottom w:w="28" w:type="dxa"/>
              <w:right w:w="0" w:type="dxa"/>
            </w:tcMar>
          </w:tcPr>
          <w:p w14:paraId="5F0909AF" w14:textId="3A755F8A" w:rsidR="00F347FE" w:rsidRPr="006C33D8" w:rsidRDefault="00F347FE" w:rsidP="00F347FE">
            <w:pPr>
              <w:pStyle w:val="Zkratky2"/>
              <w:spacing w:line="276" w:lineRule="auto"/>
              <w:jc w:val="both"/>
              <w:rPr>
                <w:rFonts w:asciiTheme="minorHAnsi" w:hAnsiTheme="minorHAnsi" w:cs="Tahoma"/>
                <w:highlight w:val="green"/>
              </w:rPr>
            </w:pPr>
            <w:r>
              <w:t>Technologický předpis</w:t>
            </w:r>
          </w:p>
        </w:tc>
      </w:tr>
      <w:tr w:rsidR="00F347FE" w:rsidRPr="006C33D8" w14:paraId="21E653C1" w14:textId="77777777" w:rsidTr="00F347FE">
        <w:tc>
          <w:tcPr>
            <w:tcW w:w="1250" w:type="dxa"/>
            <w:tcMar>
              <w:top w:w="28" w:type="dxa"/>
              <w:left w:w="0" w:type="dxa"/>
              <w:bottom w:w="28" w:type="dxa"/>
              <w:right w:w="0" w:type="dxa"/>
            </w:tcMar>
          </w:tcPr>
          <w:p w14:paraId="4789F8E9" w14:textId="43DEFFE2" w:rsidR="00F347FE" w:rsidRPr="006C33D8" w:rsidRDefault="00F347FE" w:rsidP="00F347FE">
            <w:pPr>
              <w:pStyle w:val="Zkratky1"/>
              <w:spacing w:line="276" w:lineRule="auto"/>
              <w:jc w:val="both"/>
              <w:rPr>
                <w:rFonts w:asciiTheme="minorHAnsi" w:hAnsiTheme="minorHAnsi"/>
                <w:szCs w:val="16"/>
                <w:highlight w:val="green"/>
              </w:rPr>
            </w:pPr>
            <w:r>
              <w:t>TTP</w:t>
            </w:r>
          </w:p>
        </w:tc>
        <w:tc>
          <w:tcPr>
            <w:tcW w:w="7452" w:type="dxa"/>
            <w:tcMar>
              <w:top w:w="28" w:type="dxa"/>
              <w:left w:w="0" w:type="dxa"/>
              <w:bottom w:w="28" w:type="dxa"/>
              <w:right w:w="0" w:type="dxa"/>
            </w:tcMar>
          </w:tcPr>
          <w:p w14:paraId="131EDBE3" w14:textId="5D0B5745" w:rsidR="00F347FE" w:rsidRPr="006C33D8" w:rsidRDefault="00F347FE" w:rsidP="00F347FE">
            <w:pPr>
              <w:pStyle w:val="Zkratky2"/>
              <w:spacing w:line="276" w:lineRule="auto"/>
              <w:jc w:val="both"/>
              <w:rPr>
                <w:rFonts w:asciiTheme="minorHAnsi" w:hAnsiTheme="minorHAnsi" w:cs="Tahoma"/>
                <w:highlight w:val="green"/>
              </w:rPr>
            </w:pPr>
            <w:r>
              <w:t>Tabulky traťových poměrů</w:t>
            </w:r>
          </w:p>
        </w:tc>
      </w:tr>
      <w:tr w:rsidR="00F347FE" w:rsidRPr="006C33D8" w14:paraId="5FB578FB" w14:textId="77777777" w:rsidTr="00A40D82">
        <w:tc>
          <w:tcPr>
            <w:tcW w:w="1250" w:type="dxa"/>
            <w:tcMar>
              <w:top w:w="28" w:type="dxa"/>
              <w:left w:w="0" w:type="dxa"/>
              <w:bottom w:w="28" w:type="dxa"/>
              <w:right w:w="0" w:type="dxa"/>
            </w:tcMar>
          </w:tcPr>
          <w:p w14:paraId="1C27E71C" w14:textId="171FC790" w:rsidR="00F347FE" w:rsidRPr="006C33D8" w:rsidRDefault="00F347FE" w:rsidP="00F347FE">
            <w:pPr>
              <w:pStyle w:val="Zkratky1"/>
              <w:spacing w:line="276" w:lineRule="auto"/>
              <w:jc w:val="both"/>
              <w:rPr>
                <w:rFonts w:asciiTheme="minorHAnsi" w:hAnsiTheme="minorHAnsi"/>
                <w:szCs w:val="16"/>
                <w:highlight w:val="green"/>
              </w:rPr>
            </w:pPr>
            <w:r>
              <w:t>VTP</w:t>
            </w:r>
          </w:p>
        </w:tc>
        <w:tc>
          <w:tcPr>
            <w:tcW w:w="7452" w:type="dxa"/>
            <w:tcMar>
              <w:top w:w="28" w:type="dxa"/>
              <w:left w:w="0" w:type="dxa"/>
              <w:bottom w:w="28" w:type="dxa"/>
              <w:right w:w="0" w:type="dxa"/>
            </w:tcMar>
          </w:tcPr>
          <w:p w14:paraId="41D9E866" w14:textId="39379C74" w:rsidR="00F347FE" w:rsidRPr="006C33D8" w:rsidRDefault="00F347FE" w:rsidP="00F347FE">
            <w:pPr>
              <w:pStyle w:val="Zkratky2"/>
              <w:spacing w:line="276" w:lineRule="auto"/>
              <w:jc w:val="both"/>
              <w:rPr>
                <w:rFonts w:asciiTheme="minorHAnsi" w:hAnsiTheme="minorHAnsi" w:cs="Tahoma"/>
                <w:highlight w:val="green"/>
              </w:rPr>
            </w:pPr>
            <w:r>
              <w:t>Všeobecné technické požadavky</w:t>
            </w:r>
          </w:p>
        </w:tc>
      </w:tr>
      <w:tr w:rsidR="00F347FE" w:rsidRPr="006C33D8" w14:paraId="33052032" w14:textId="77777777" w:rsidTr="00F347FE">
        <w:tc>
          <w:tcPr>
            <w:tcW w:w="1250" w:type="dxa"/>
            <w:tcMar>
              <w:top w:w="28" w:type="dxa"/>
              <w:left w:w="0" w:type="dxa"/>
              <w:bottom w:w="28" w:type="dxa"/>
              <w:right w:w="0" w:type="dxa"/>
            </w:tcMar>
            <w:vAlign w:val="bottom"/>
          </w:tcPr>
          <w:p w14:paraId="4FEF0C8D" w14:textId="2579F060" w:rsidR="00F347FE" w:rsidRPr="006C33D8" w:rsidRDefault="00F347FE" w:rsidP="00F347FE">
            <w:pPr>
              <w:pStyle w:val="Zkratky1"/>
              <w:spacing w:line="276" w:lineRule="auto"/>
              <w:jc w:val="both"/>
              <w:rPr>
                <w:rFonts w:asciiTheme="minorHAnsi" w:hAnsiTheme="minorHAnsi"/>
                <w:szCs w:val="16"/>
                <w:highlight w:val="green"/>
              </w:rPr>
            </w:pPr>
            <w:r>
              <w:rPr>
                <w:szCs w:val="16"/>
              </w:rPr>
              <w:t>VZ</w:t>
            </w:r>
          </w:p>
        </w:tc>
        <w:tc>
          <w:tcPr>
            <w:tcW w:w="7452" w:type="dxa"/>
            <w:tcMar>
              <w:top w:w="28" w:type="dxa"/>
              <w:left w:w="0" w:type="dxa"/>
              <w:bottom w:w="28" w:type="dxa"/>
              <w:right w:w="0" w:type="dxa"/>
            </w:tcMar>
            <w:vAlign w:val="bottom"/>
          </w:tcPr>
          <w:p w14:paraId="20C14F1F" w14:textId="52074B5F" w:rsidR="00F347FE" w:rsidRPr="006C33D8" w:rsidRDefault="00F347FE" w:rsidP="00F347FE">
            <w:pPr>
              <w:pStyle w:val="Zkratky2"/>
              <w:spacing w:line="276" w:lineRule="auto"/>
              <w:jc w:val="both"/>
              <w:rPr>
                <w:rFonts w:asciiTheme="minorHAnsi" w:hAnsiTheme="minorHAnsi" w:cs="Tahoma"/>
                <w:highlight w:val="green"/>
              </w:rPr>
            </w:pPr>
            <w:r>
              <w:t>Vlakový zabezpečovač</w:t>
            </w:r>
          </w:p>
        </w:tc>
      </w:tr>
    </w:tbl>
    <w:p w14:paraId="5463C67E" w14:textId="77777777" w:rsidR="00AD0C7B" w:rsidRDefault="00AD0C7B">
      <w:r>
        <w:br w:type="page"/>
      </w:r>
    </w:p>
    <w:p w14:paraId="12C2B48E" w14:textId="77777777" w:rsidR="0069470F" w:rsidRDefault="0069470F" w:rsidP="0069470F">
      <w:pPr>
        <w:pStyle w:val="Nadpis2-1"/>
      </w:pPr>
      <w:bookmarkStart w:id="2" w:name="_Toc7077108"/>
      <w:bookmarkStart w:id="3" w:name="_Toc63869835"/>
      <w:r>
        <w:lastRenderedPageBreak/>
        <w:t xml:space="preserve">SPECIFIKACE </w:t>
      </w:r>
      <w:r w:rsidRPr="00BB2C9A">
        <w:t>PŘEDMĚTU</w:t>
      </w:r>
      <w:r>
        <w:t xml:space="preserve"> DÍLA</w:t>
      </w:r>
      <w:bookmarkEnd w:id="2"/>
      <w:bookmarkEnd w:id="3"/>
    </w:p>
    <w:p w14:paraId="52956AD3" w14:textId="77777777" w:rsidR="0069470F" w:rsidRDefault="0069470F" w:rsidP="00CC396D">
      <w:pPr>
        <w:pStyle w:val="Nadpis2-2"/>
      </w:pPr>
      <w:bookmarkStart w:id="4" w:name="_Toc7077109"/>
      <w:bookmarkStart w:id="5" w:name="_Toc63869836"/>
      <w:r>
        <w:t>Účel a rozsah předmětu Díla</w:t>
      </w:r>
      <w:bookmarkEnd w:id="4"/>
      <w:bookmarkEnd w:id="5"/>
    </w:p>
    <w:p w14:paraId="4930062E" w14:textId="17C7CA3A" w:rsidR="0069470F" w:rsidRDefault="0069470F" w:rsidP="00C7088B">
      <w:pPr>
        <w:pStyle w:val="Text2-1"/>
      </w:pPr>
      <w:r>
        <w:t xml:space="preserve">Předmětem </w:t>
      </w:r>
      <w:r w:rsidR="00622A53">
        <w:t>D</w:t>
      </w:r>
      <w:r>
        <w:t xml:space="preserve">íla je </w:t>
      </w:r>
      <w:r w:rsidR="00E53053">
        <w:t xml:space="preserve">vyhotovení Projektové dokumentace pro stavební povolení, Projektové dokumentace pro provádění stavby a Zhotovení stavby </w:t>
      </w:r>
      <w:r w:rsidR="00E53053" w:rsidRPr="0069769D">
        <w:rPr>
          <w:rStyle w:val="Tun"/>
        </w:rPr>
        <w:t>„</w:t>
      </w:r>
      <w:r w:rsidR="00C7088B" w:rsidRPr="00C7088B">
        <w:rPr>
          <w:rStyle w:val="Tun"/>
        </w:rPr>
        <w:t>Doplnění závor na přejezdu P5893 v km 45,166 Kácov - Světlá nad Sázavou</w:t>
      </w:r>
      <w:r w:rsidR="00E53053" w:rsidRPr="0069769D">
        <w:rPr>
          <w:rStyle w:val="Tun"/>
        </w:rPr>
        <w:t>“</w:t>
      </w:r>
      <w:r w:rsidR="0080457C">
        <w:t xml:space="preserve">, </w:t>
      </w:r>
      <w:r w:rsidR="0080457C" w:rsidRPr="00811815">
        <w:t xml:space="preserve">jejímž cílem je </w:t>
      </w:r>
      <w:r w:rsidR="0080457C">
        <w:t>zvýšení bezpečnosti železniční i silniční dopravy zřízením</w:t>
      </w:r>
    </w:p>
    <w:p w14:paraId="5269F145" w14:textId="66A5D408" w:rsidR="0080457C" w:rsidRDefault="0080457C" w:rsidP="00C7088B">
      <w:pPr>
        <w:pStyle w:val="Text2-1"/>
      </w:pPr>
      <w:r w:rsidRPr="00811815">
        <w:t>Rozsah</w:t>
      </w:r>
      <w:r w:rsidR="00622A53">
        <w:t xml:space="preserve"> D</w:t>
      </w:r>
      <w:r w:rsidRPr="00811815">
        <w:t xml:space="preserve">íla </w:t>
      </w:r>
      <w:r w:rsidRPr="0069769D">
        <w:rPr>
          <w:rStyle w:val="Tun"/>
        </w:rPr>
        <w:t>„</w:t>
      </w:r>
      <w:r w:rsidR="00C7088B" w:rsidRPr="00C7088B">
        <w:rPr>
          <w:b/>
        </w:rPr>
        <w:t>Doplnění závor na přejezdu P5893 v km 45,166 Kácov - Světlá nad Sázavou</w:t>
      </w:r>
      <w:r w:rsidRPr="0069769D">
        <w:rPr>
          <w:rStyle w:val="Tun"/>
        </w:rPr>
        <w:t>“</w:t>
      </w:r>
      <w:r w:rsidRPr="00811815">
        <w:t xml:space="preserve"> j</w:t>
      </w:r>
      <w:r>
        <w:t>e:</w:t>
      </w:r>
    </w:p>
    <w:p w14:paraId="4559C6BF" w14:textId="77777777" w:rsidR="0080457C" w:rsidRPr="00B50DDD" w:rsidRDefault="0080457C" w:rsidP="0080457C">
      <w:pPr>
        <w:pStyle w:val="Text2-2"/>
      </w:pPr>
      <w:r w:rsidRPr="00807E58">
        <w:t xml:space="preserve">Zhotovení </w:t>
      </w:r>
      <w:r w:rsidRPr="00807E58">
        <w:rPr>
          <w:rStyle w:val="Tun"/>
        </w:rPr>
        <w:t>Projektové dokumentace pro stavební povolení</w:t>
      </w:r>
      <w:r>
        <w:rPr>
          <w:rStyle w:val="Tun"/>
        </w:rPr>
        <w:t xml:space="preserve"> </w:t>
      </w:r>
      <w:r>
        <w:t xml:space="preserve">a to včetně zpracování </w:t>
      </w:r>
      <w:r w:rsidRPr="000235AC">
        <w:rPr>
          <w:rStyle w:val="Tun"/>
        </w:rPr>
        <w:t>Projektové dokumentace pro provádění stavby</w:t>
      </w:r>
      <w:r>
        <w:t xml:space="preserve">, </w:t>
      </w:r>
      <w:r w:rsidRPr="00B50DDD">
        <w:t>včetně notifikace autorizovanou osobou, zajištění výkonu autorského dozoru při zhotovení stavby a manuálu údržby.</w:t>
      </w:r>
    </w:p>
    <w:p w14:paraId="202A6FB2" w14:textId="02C42342" w:rsidR="0080457C" w:rsidRDefault="0080457C" w:rsidP="0080457C">
      <w:pPr>
        <w:pStyle w:val="Text2-2"/>
      </w:pPr>
      <w:r w:rsidRPr="00564E35">
        <w:rPr>
          <w:rStyle w:val="Tun"/>
        </w:rPr>
        <w:t>Zpracování a podání žádosti o stavební povolení</w:t>
      </w:r>
      <w:r>
        <w:t xml:space="preserve"> </w:t>
      </w:r>
      <w:r w:rsidRPr="00807E58">
        <w:t>dle</w:t>
      </w:r>
      <w:r>
        <w:t xml:space="preserve"> §</w:t>
      </w:r>
      <w:r w:rsidR="00C7088B">
        <w:t> </w:t>
      </w:r>
      <w:r>
        <w:t>110</w:t>
      </w:r>
      <w:r w:rsidRPr="00807E58">
        <w:t xml:space="preserve"> zákona č.</w:t>
      </w:r>
      <w:r>
        <w:t> </w:t>
      </w:r>
      <w:r w:rsidRPr="00807E58">
        <w:t>183/2006 Sb., Zákon o územním plánování a stavebním řádu, v platném znění</w:t>
      </w:r>
      <w:r w:rsidR="00C7088B">
        <w:t xml:space="preserve"> (dále jen „stavební zákon“)</w:t>
      </w:r>
      <w:r w:rsidRPr="00807E58">
        <w:t xml:space="preserve">, jehož výsledkem bude </w:t>
      </w:r>
      <w:r>
        <w:t xml:space="preserve">pravomocné </w:t>
      </w:r>
      <w:r w:rsidRPr="00807E58">
        <w:t>vydání stavebního povolení</w:t>
      </w:r>
      <w:r w:rsidRPr="00A134F8">
        <w:t>.</w:t>
      </w:r>
    </w:p>
    <w:p w14:paraId="170BBF22" w14:textId="123161C9" w:rsidR="00C7088B" w:rsidRDefault="00C7088B" w:rsidP="0080457C">
      <w:pPr>
        <w:pStyle w:val="Text2-2"/>
      </w:pPr>
      <w:r w:rsidRPr="003748BE">
        <w:rPr>
          <w:rStyle w:val="Tun"/>
          <w:b w:val="0"/>
        </w:rPr>
        <w:t xml:space="preserve">Zjistí-li se, že </w:t>
      </w:r>
      <w:r w:rsidRPr="00B25085">
        <w:rPr>
          <w:rStyle w:val="Tun"/>
          <w:b w:val="0"/>
        </w:rPr>
        <w:t xml:space="preserve">stavba bude </w:t>
      </w:r>
      <w:r w:rsidRPr="003748BE">
        <w:rPr>
          <w:rStyle w:val="Tun"/>
          <w:b w:val="0"/>
        </w:rPr>
        <w:t>vyžadovat i územní rozhodnutí, tak je požadováno</w:t>
      </w:r>
      <w:r w:rsidR="00F347FE">
        <w:rPr>
          <w:rStyle w:val="Tun"/>
          <w:b w:val="0"/>
        </w:rPr>
        <w:t xml:space="preserve"> jednak, aby byla P</w:t>
      </w:r>
      <w:r w:rsidRPr="003748BE">
        <w:rPr>
          <w:rStyle w:val="Tun"/>
          <w:b w:val="0"/>
        </w:rPr>
        <w:t>rojektov</w:t>
      </w:r>
      <w:r>
        <w:rPr>
          <w:rStyle w:val="Tun"/>
          <w:b w:val="0"/>
        </w:rPr>
        <w:t>á</w:t>
      </w:r>
      <w:r w:rsidRPr="003748BE">
        <w:rPr>
          <w:rStyle w:val="Tun"/>
          <w:b w:val="0"/>
        </w:rPr>
        <w:t xml:space="preserve"> dokumentac</w:t>
      </w:r>
      <w:r>
        <w:rPr>
          <w:rStyle w:val="Tun"/>
          <w:b w:val="0"/>
        </w:rPr>
        <w:t>e</w:t>
      </w:r>
      <w:r w:rsidRPr="003748BE">
        <w:rPr>
          <w:rStyle w:val="Tun"/>
          <w:b w:val="0"/>
        </w:rPr>
        <w:t xml:space="preserve"> pro stavební povolení uprav</w:t>
      </w:r>
      <w:r>
        <w:rPr>
          <w:rStyle w:val="Tun"/>
          <w:b w:val="0"/>
        </w:rPr>
        <w:t>ena</w:t>
      </w:r>
      <w:r w:rsidRPr="003748BE">
        <w:rPr>
          <w:rStyle w:val="Tun"/>
          <w:b w:val="0"/>
        </w:rPr>
        <w:t xml:space="preserve"> na </w:t>
      </w:r>
      <w:r w:rsidR="00F347FE">
        <w:rPr>
          <w:rStyle w:val="Tun"/>
          <w:b w:val="0"/>
        </w:rPr>
        <w:t>P</w:t>
      </w:r>
      <w:r>
        <w:rPr>
          <w:rStyle w:val="Tun"/>
          <w:b w:val="0"/>
        </w:rPr>
        <w:t xml:space="preserve">rojektovou </w:t>
      </w:r>
      <w:r w:rsidRPr="003748BE">
        <w:rPr>
          <w:rStyle w:val="Tun"/>
          <w:b w:val="0"/>
        </w:rPr>
        <w:t>dokum</w:t>
      </w:r>
      <w:r>
        <w:rPr>
          <w:rStyle w:val="Tun"/>
          <w:b w:val="0"/>
        </w:rPr>
        <w:t>e</w:t>
      </w:r>
      <w:r w:rsidRPr="003748BE">
        <w:rPr>
          <w:rStyle w:val="Tun"/>
          <w:b w:val="0"/>
        </w:rPr>
        <w:t>ntaci pro společné povolení</w:t>
      </w:r>
      <w:r>
        <w:rPr>
          <w:rStyle w:val="Tun"/>
          <w:b w:val="0"/>
        </w:rPr>
        <w:t>, a dále aby bylo v takovém případě namísto žádosti o stavební povolení podána žádost o společné povolení (viz § 94j-94p stavebního zákona).</w:t>
      </w:r>
    </w:p>
    <w:p w14:paraId="38B0290F" w14:textId="77777777" w:rsidR="00421FEC" w:rsidRDefault="00421FEC" w:rsidP="00421FEC">
      <w:pPr>
        <w:pStyle w:val="Text2-2"/>
      </w:pPr>
      <w:r w:rsidRPr="00564E35">
        <w:rPr>
          <w:rStyle w:val="Tun"/>
        </w:rPr>
        <w:t>Zhotovení Díla</w:t>
      </w:r>
      <w:r>
        <w:t xml:space="preserve"> dle schválené Projektové dokumentace a pravomocného stavebního povolení</w:t>
      </w:r>
      <w:r w:rsidR="00B152F5">
        <w:t xml:space="preserve"> (nebo jeho obdoby, viz předchozí bod těchto ZTP)</w:t>
      </w:r>
      <w:r>
        <w:t>.</w:t>
      </w:r>
    </w:p>
    <w:p w14:paraId="5923F6A5" w14:textId="77777777" w:rsidR="0080457C" w:rsidRPr="00B152F5" w:rsidRDefault="0080457C" w:rsidP="0080457C">
      <w:pPr>
        <w:pStyle w:val="Text2-2"/>
      </w:pPr>
      <w:r w:rsidRPr="00B152F5">
        <w:t>Zhotovení přejezdových tabulek a jejich odsouhlasení S</w:t>
      </w:r>
      <w:r w:rsidR="00D62BB3" w:rsidRPr="00B152F5">
        <w:t>právou železnic, státní organizace (dále jen „S</w:t>
      </w:r>
      <w:r w:rsidRPr="00B152F5">
        <w:t>Ž</w:t>
      </w:r>
      <w:r w:rsidR="00D62BB3" w:rsidRPr="00B152F5">
        <w:t>“)</w:t>
      </w:r>
      <w:r w:rsidRPr="00B152F5">
        <w:t xml:space="preserve">, CTD. </w:t>
      </w:r>
    </w:p>
    <w:p w14:paraId="53B9FBBF" w14:textId="77777777" w:rsidR="005E5BC5" w:rsidRDefault="005E5BC5" w:rsidP="005E5BC5">
      <w:pPr>
        <w:pStyle w:val="Text2-2"/>
        <w:rPr>
          <w:rStyle w:val="Tun"/>
          <w:b w:val="0"/>
        </w:rPr>
      </w:pPr>
      <w:r w:rsidRPr="00B152F5">
        <w:rPr>
          <w:rStyle w:val="Tun"/>
          <w:b w:val="0"/>
        </w:rPr>
        <w:t>Posouzení shody s TSI oprávněnou osobou a nezávislé posouzení bezpečnosti, analýze a hodnocení rizik změny železniční infrastruktury, provedených podle článků nařízení Komise (EU) č. 402/2013.</w:t>
      </w:r>
    </w:p>
    <w:p w14:paraId="20FBA621" w14:textId="447B9E34" w:rsidR="00B152F5" w:rsidRDefault="002E3941" w:rsidP="002E3941">
      <w:pPr>
        <w:pStyle w:val="Text2-2"/>
        <w:rPr>
          <w:rStyle w:val="Tun"/>
          <w:b w:val="0"/>
        </w:rPr>
      </w:pPr>
      <w:r w:rsidRPr="002E3941">
        <w:rPr>
          <w:rStyle w:val="Tun"/>
          <w:b w:val="0"/>
        </w:rPr>
        <w:t>Správní poplatek za vydání stavebního povolení/společného rozhodnutí uhradí Objednatel přímo dotčenému správnímu orgánu, který poplatek vyměřil. Z uvedeného důvodu je Zhotovitel povinen předmětný poplatek neplatit a výzvu k jeho uhrazení neodkladně postoupit Objednateli</w:t>
      </w:r>
      <w:r w:rsidR="00B152F5">
        <w:rPr>
          <w:rStyle w:val="Tun"/>
          <w:b w:val="0"/>
        </w:rPr>
        <w:t>.</w:t>
      </w:r>
    </w:p>
    <w:p w14:paraId="19FA0F22" w14:textId="77777777" w:rsidR="0080457C" w:rsidRPr="00733014" w:rsidRDefault="0080457C" w:rsidP="005E5BC5">
      <w:pPr>
        <w:pStyle w:val="Text2-2"/>
        <w:rPr>
          <w:rStyle w:val="Tun"/>
          <w:b w:val="0"/>
        </w:rPr>
      </w:pPr>
      <w:r w:rsidRPr="00962766">
        <w:rPr>
          <w:rStyle w:val="Tun"/>
          <w:b w:val="0"/>
        </w:rPr>
        <w:t>Zhotovení</w:t>
      </w:r>
      <w:r>
        <w:rPr>
          <w:rStyle w:val="Tun"/>
        </w:rPr>
        <w:t xml:space="preserve"> </w:t>
      </w:r>
      <w:r w:rsidR="005E5BC5">
        <w:rPr>
          <w:rStyle w:val="Tun"/>
        </w:rPr>
        <w:t>D</w:t>
      </w:r>
      <w:r>
        <w:rPr>
          <w:rStyle w:val="Tun"/>
        </w:rPr>
        <w:t>okumentace skutečného provedení stavby</w:t>
      </w:r>
      <w:r w:rsidR="00622A53">
        <w:rPr>
          <w:rStyle w:val="Tun"/>
        </w:rPr>
        <w:t>.</w:t>
      </w:r>
      <w:r>
        <w:rPr>
          <w:rStyle w:val="Tun"/>
        </w:rPr>
        <w:t xml:space="preserve"> </w:t>
      </w:r>
    </w:p>
    <w:p w14:paraId="4A646336" w14:textId="77777777" w:rsidR="00622A53" w:rsidRDefault="00622A53" w:rsidP="00622A53">
      <w:pPr>
        <w:pStyle w:val="Text2-1"/>
      </w:pPr>
      <w:r>
        <w:t>Případné rozšíření rozsahu stavby nad rámec stanovený těmito zadávacími podmínkami je nutné vždy předem projednat s Objednatelem Díla.</w:t>
      </w:r>
    </w:p>
    <w:p w14:paraId="083EE1CB" w14:textId="77777777" w:rsidR="0069470F" w:rsidRDefault="0069470F" w:rsidP="0069470F">
      <w:pPr>
        <w:pStyle w:val="Nadpis2-2"/>
      </w:pPr>
      <w:bookmarkStart w:id="6" w:name="_Toc56686775"/>
      <w:bookmarkStart w:id="7" w:name="_Toc56686777"/>
      <w:bookmarkStart w:id="8" w:name="_Toc56686779"/>
      <w:bookmarkStart w:id="9" w:name="_Toc56686781"/>
      <w:bookmarkStart w:id="10" w:name="_Toc56686785"/>
      <w:bookmarkStart w:id="11" w:name="_Toc56686787"/>
      <w:bookmarkStart w:id="12" w:name="_Toc7077110"/>
      <w:bookmarkStart w:id="13" w:name="_Ref57129436"/>
      <w:bookmarkStart w:id="14" w:name="_Toc63869837"/>
      <w:bookmarkEnd w:id="6"/>
      <w:bookmarkEnd w:id="7"/>
      <w:bookmarkEnd w:id="8"/>
      <w:bookmarkEnd w:id="9"/>
      <w:bookmarkEnd w:id="10"/>
      <w:bookmarkEnd w:id="11"/>
      <w:r>
        <w:t>Umístění stavby</w:t>
      </w:r>
      <w:bookmarkEnd w:id="12"/>
      <w:bookmarkEnd w:id="13"/>
      <w:bookmarkEnd w:id="14"/>
    </w:p>
    <w:p w14:paraId="6F68CDAF" w14:textId="77777777" w:rsidR="00622A53" w:rsidRDefault="0069470F" w:rsidP="0069470F">
      <w:pPr>
        <w:pStyle w:val="Text2-1"/>
      </w:pPr>
      <w:r>
        <w:t>Stavba bude probíhat</w:t>
      </w:r>
      <w:r w:rsidR="003C4D88">
        <w:t>:</w:t>
      </w:r>
      <w:r>
        <w:t xml:space="preserve"> </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3289"/>
        <w:gridCol w:w="4791"/>
      </w:tblGrid>
      <w:tr w:rsidR="003C4D88" w:rsidRPr="005A2CE9" w14:paraId="1E6C4961" w14:textId="77777777" w:rsidTr="005E7A26">
        <w:tc>
          <w:tcPr>
            <w:tcW w:w="3289" w:type="dxa"/>
            <w:shd w:val="clear" w:color="auto" w:fill="auto"/>
          </w:tcPr>
          <w:p w14:paraId="22A7A178" w14:textId="77777777" w:rsidR="003C4D88" w:rsidRPr="00EB27B7" w:rsidRDefault="003C4D88">
            <w:pPr>
              <w:pStyle w:val="Tabulka-8"/>
              <w:rPr>
                <w:b/>
              </w:rPr>
            </w:pPr>
            <w:r w:rsidRPr="00EB27B7">
              <w:rPr>
                <w:b/>
              </w:rPr>
              <w:t>K</w:t>
            </w:r>
            <w:r>
              <w:rPr>
                <w:b/>
              </w:rPr>
              <w:t>raj</w:t>
            </w:r>
          </w:p>
        </w:tc>
        <w:tc>
          <w:tcPr>
            <w:tcW w:w="4791" w:type="dxa"/>
            <w:shd w:val="clear" w:color="auto" w:fill="auto"/>
          </w:tcPr>
          <w:p w14:paraId="13EA4BD8" w14:textId="77777777" w:rsidR="003C4D88" w:rsidRPr="00B152F5" w:rsidRDefault="00B152F5" w:rsidP="00665B6B">
            <w:pPr>
              <w:pStyle w:val="Tabulka-7"/>
              <w:rPr>
                <w:sz w:val="16"/>
                <w:szCs w:val="16"/>
              </w:rPr>
            </w:pPr>
            <w:r w:rsidRPr="00B152F5">
              <w:rPr>
                <w:sz w:val="16"/>
                <w:szCs w:val="16"/>
              </w:rPr>
              <w:t>Kraj Vysočina</w:t>
            </w:r>
          </w:p>
        </w:tc>
      </w:tr>
      <w:tr w:rsidR="003C4D88" w:rsidRPr="005A2CE9" w14:paraId="4FE23BD9" w14:textId="77777777" w:rsidTr="005E7A26">
        <w:tc>
          <w:tcPr>
            <w:tcW w:w="3289" w:type="dxa"/>
          </w:tcPr>
          <w:p w14:paraId="3B47D2A6" w14:textId="77777777" w:rsidR="003C4D88" w:rsidRPr="00EB27B7" w:rsidRDefault="003C4D88">
            <w:pPr>
              <w:pStyle w:val="Tabulka-8"/>
              <w:rPr>
                <w:b/>
              </w:rPr>
            </w:pPr>
            <w:r>
              <w:rPr>
                <w:b/>
              </w:rPr>
              <w:t xml:space="preserve">Okres </w:t>
            </w:r>
          </w:p>
        </w:tc>
        <w:tc>
          <w:tcPr>
            <w:tcW w:w="4791" w:type="dxa"/>
          </w:tcPr>
          <w:p w14:paraId="4D68FDED" w14:textId="77777777" w:rsidR="003C4D88" w:rsidRPr="00B152F5" w:rsidRDefault="00B152F5" w:rsidP="00665B6B">
            <w:pPr>
              <w:pStyle w:val="Tabulka-7"/>
              <w:rPr>
                <w:sz w:val="16"/>
                <w:szCs w:val="16"/>
              </w:rPr>
            </w:pPr>
            <w:r w:rsidRPr="00B152F5">
              <w:rPr>
                <w:sz w:val="16"/>
                <w:szCs w:val="16"/>
              </w:rPr>
              <w:t>Havlíčkův Brod</w:t>
            </w:r>
          </w:p>
        </w:tc>
      </w:tr>
      <w:tr w:rsidR="003C4D88" w:rsidRPr="005A2CE9" w14:paraId="7CB5C046" w14:textId="77777777" w:rsidTr="005E7A26">
        <w:tc>
          <w:tcPr>
            <w:tcW w:w="3289" w:type="dxa"/>
          </w:tcPr>
          <w:p w14:paraId="351ECA00" w14:textId="77777777" w:rsidR="003C4D88" w:rsidRPr="00EB27B7" w:rsidRDefault="003C4D88">
            <w:pPr>
              <w:pStyle w:val="Tabulka-8"/>
              <w:rPr>
                <w:b/>
              </w:rPr>
            </w:pPr>
            <w:r>
              <w:rPr>
                <w:b/>
              </w:rPr>
              <w:t>Katastrální území</w:t>
            </w:r>
          </w:p>
        </w:tc>
        <w:tc>
          <w:tcPr>
            <w:tcW w:w="4791" w:type="dxa"/>
          </w:tcPr>
          <w:p w14:paraId="295B13F2" w14:textId="77777777" w:rsidR="003C4D88" w:rsidRDefault="00B152F5" w:rsidP="00665B6B">
            <w:pPr>
              <w:pStyle w:val="Tabulka-7"/>
              <w:rPr>
                <w:sz w:val="16"/>
                <w:szCs w:val="16"/>
              </w:rPr>
            </w:pPr>
            <w:r w:rsidRPr="00B152F5">
              <w:rPr>
                <w:sz w:val="16"/>
                <w:szCs w:val="16"/>
              </w:rPr>
              <w:t>Dolní Březinka</w:t>
            </w:r>
          </w:p>
          <w:p w14:paraId="33476314" w14:textId="77777777" w:rsidR="00CF5DA0" w:rsidRDefault="00CF5DA0" w:rsidP="00665B6B">
            <w:pPr>
              <w:pStyle w:val="Tabulka-7"/>
              <w:rPr>
                <w:sz w:val="16"/>
                <w:szCs w:val="16"/>
              </w:rPr>
            </w:pPr>
            <w:r>
              <w:rPr>
                <w:sz w:val="16"/>
                <w:szCs w:val="16"/>
              </w:rPr>
              <w:t>Mrzkovice</w:t>
            </w:r>
          </w:p>
          <w:p w14:paraId="7938377D" w14:textId="08DF47A8" w:rsidR="00CF5DA0" w:rsidRPr="00B152F5" w:rsidRDefault="00CF5DA0" w:rsidP="00CF5DA0">
            <w:pPr>
              <w:pStyle w:val="Tabulka-7"/>
              <w:rPr>
                <w:sz w:val="16"/>
                <w:szCs w:val="16"/>
              </w:rPr>
            </w:pPr>
            <w:r>
              <w:rPr>
                <w:sz w:val="16"/>
                <w:szCs w:val="16"/>
              </w:rPr>
              <w:t>Světlá nad Sázavou</w:t>
            </w:r>
          </w:p>
        </w:tc>
      </w:tr>
      <w:tr w:rsidR="003C4D88" w:rsidRPr="005A2CE9" w14:paraId="2C9A805E" w14:textId="77777777" w:rsidTr="005E7A26">
        <w:tc>
          <w:tcPr>
            <w:tcW w:w="3289" w:type="dxa"/>
          </w:tcPr>
          <w:p w14:paraId="639E4606" w14:textId="77777777" w:rsidR="003C4D88" w:rsidRPr="00EB27B7" w:rsidRDefault="003C4D88">
            <w:pPr>
              <w:pStyle w:val="Tabulka-8"/>
              <w:rPr>
                <w:b/>
              </w:rPr>
            </w:pPr>
            <w:r>
              <w:rPr>
                <w:b/>
              </w:rPr>
              <w:t xml:space="preserve">Traťový úsek </w:t>
            </w:r>
          </w:p>
        </w:tc>
        <w:tc>
          <w:tcPr>
            <w:tcW w:w="4791" w:type="dxa"/>
          </w:tcPr>
          <w:p w14:paraId="49F1331D" w14:textId="77777777" w:rsidR="00B152F5" w:rsidRDefault="00B152F5" w:rsidP="00665B6B">
            <w:pPr>
              <w:pStyle w:val="Tabulka-7"/>
              <w:rPr>
                <w:sz w:val="16"/>
                <w:szCs w:val="16"/>
              </w:rPr>
            </w:pPr>
            <w:r w:rsidRPr="00B152F5">
              <w:rPr>
                <w:sz w:val="16"/>
                <w:szCs w:val="16"/>
              </w:rPr>
              <w:t>1733</w:t>
            </w:r>
          </w:p>
          <w:p w14:paraId="4542BEB2" w14:textId="77777777" w:rsidR="003C4D88" w:rsidRPr="00B152F5" w:rsidRDefault="00B152F5" w:rsidP="00665B6B">
            <w:pPr>
              <w:pStyle w:val="Tabulka-7"/>
              <w:rPr>
                <w:sz w:val="16"/>
                <w:szCs w:val="16"/>
              </w:rPr>
            </w:pPr>
            <w:r w:rsidRPr="00B152F5">
              <w:rPr>
                <w:sz w:val="16"/>
                <w:szCs w:val="16"/>
              </w:rPr>
              <w:t>Kácov – Světlá nad Sázavou</w:t>
            </w:r>
          </w:p>
        </w:tc>
      </w:tr>
      <w:tr w:rsidR="003C4D88" w:rsidRPr="005A2CE9" w14:paraId="6FE0A13C" w14:textId="77777777" w:rsidTr="005E7A26">
        <w:tc>
          <w:tcPr>
            <w:tcW w:w="3289" w:type="dxa"/>
          </w:tcPr>
          <w:p w14:paraId="3E3B577D" w14:textId="77777777" w:rsidR="003C4D88" w:rsidRPr="00EB27B7" w:rsidRDefault="003C4D88">
            <w:pPr>
              <w:pStyle w:val="Tabulka-8"/>
              <w:rPr>
                <w:b/>
              </w:rPr>
            </w:pPr>
            <w:r>
              <w:rPr>
                <w:b/>
              </w:rPr>
              <w:t xml:space="preserve">Definiční úsek </w:t>
            </w:r>
          </w:p>
        </w:tc>
        <w:tc>
          <w:tcPr>
            <w:tcW w:w="4791" w:type="dxa"/>
          </w:tcPr>
          <w:p w14:paraId="059818E0" w14:textId="77777777" w:rsidR="00B152F5" w:rsidRDefault="00B152F5" w:rsidP="00665B6B">
            <w:pPr>
              <w:pStyle w:val="Tabulka-7"/>
              <w:rPr>
                <w:sz w:val="16"/>
                <w:szCs w:val="16"/>
              </w:rPr>
            </w:pPr>
            <w:r w:rsidRPr="00B152F5">
              <w:rPr>
                <w:sz w:val="16"/>
                <w:szCs w:val="16"/>
              </w:rPr>
              <w:t>1733 14</w:t>
            </w:r>
          </w:p>
          <w:p w14:paraId="36FF0146" w14:textId="77777777" w:rsidR="003C4D88" w:rsidRPr="00B152F5" w:rsidRDefault="00B152F5" w:rsidP="00665B6B">
            <w:pPr>
              <w:pStyle w:val="Tabulka-7"/>
              <w:rPr>
                <w:sz w:val="16"/>
                <w:szCs w:val="16"/>
              </w:rPr>
            </w:pPr>
            <w:r w:rsidRPr="00B152F5">
              <w:rPr>
                <w:sz w:val="16"/>
                <w:szCs w:val="16"/>
              </w:rPr>
              <w:t>Ledeč nad Sázavou – Světlá nad Sázavou</w:t>
            </w:r>
          </w:p>
        </w:tc>
      </w:tr>
      <w:tr w:rsidR="00FC4AD3" w:rsidRPr="005A2CE9" w14:paraId="1D8E1573" w14:textId="77777777" w:rsidTr="005E7A26">
        <w:tc>
          <w:tcPr>
            <w:tcW w:w="3289" w:type="dxa"/>
          </w:tcPr>
          <w:p w14:paraId="17966D97" w14:textId="77777777" w:rsidR="00FC4AD3" w:rsidRDefault="00FC4AD3">
            <w:pPr>
              <w:pStyle w:val="Tabulka-8"/>
              <w:rPr>
                <w:b/>
              </w:rPr>
            </w:pPr>
            <w:r w:rsidRPr="00FC4AD3">
              <w:rPr>
                <w:b/>
              </w:rPr>
              <w:t>Staničení začátku a konce stavby</w:t>
            </w:r>
          </w:p>
        </w:tc>
        <w:tc>
          <w:tcPr>
            <w:tcW w:w="4791" w:type="dxa"/>
          </w:tcPr>
          <w:p w14:paraId="00F6F7D3" w14:textId="725C122A" w:rsidR="00FC4AD3" w:rsidRPr="00B152F5" w:rsidRDefault="00CF5DA0" w:rsidP="00665B6B">
            <w:pPr>
              <w:pStyle w:val="Tabulka-7"/>
              <w:rPr>
                <w:sz w:val="16"/>
                <w:szCs w:val="16"/>
              </w:rPr>
            </w:pPr>
            <w:r>
              <w:rPr>
                <w:sz w:val="16"/>
                <w:szCs w:val="16"/>
              </w:rPr>
              <w:t>cca km 44,000-46,200</w:t>
            </w:r>
          </w:p>
        </w:tc>
      </w:tr>
    </w:tbl>
    <w:p w14:paraId="6ED98E4E" w14:textId="7F7D5553" w:rsidR="003C4D88" w:rsidRDefault="003C4D88" w:rsidP="0069769D">
      <w:pPr>
        <w:pStyle w:val="Textbezslovn"/>
      </w:pPr>
    </w:p>
    <w:p w14:paraId="063F5C73" w14:textId="55ECF040" w:rsidR="00CA740E" w:rsidRDefault="00CA740E" w:rsidP="00CA740E">
      <w:pPr>
        <w:pStyle w:val="Textbezslovn"/>
        <w:spacing w:after="0"/>
      </w:pPr>
      <w:r w:rsidRPr="00CA740E">
        <w:rPr>
          <w:noProof/>
          <w:lang w:eastAsia="cs-CZ"/>
        </w:rPr>
        <w:lastRenderedPageBreak/>
        <w:drawing>
          <wp:inline distT="0" distB="0" distL="0" distR="0" wp14:anchorId="378AB017" wp14:editId="3DB25997">
            <wp:extent cx="5076000" cy="3063518"/>
            <wp:effectExtent l="19050" t="19050" r="10795" b="22860"/>
            <wp:docPr id="1" name="Obrázek 1" descr="C:\Users\BuresJ\Desktop\Výstřižek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uresJ\Desktop\VýstřižekX.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76000" cy="3063518"/>
                    </a:xfrm>
                    <a:prstGeom prst="rect">
                      <a:avLst/>
                    </a:prstGeom>
                    <a:noFill/>
                    <a:ln w="12700">
                      <a:solidFill>
                        <a:schemeClr val="tx1"/>
                      </a:solidFill>
                    </a:ln>
                  </pic:spPr>
                </pic:pic>
              </a:graphicData>
            </a:graphic>
          </wp:inline>
        </w:drawing>
      </w:r>
    </w:p>
    <w:p w14:paraId="7DC9BC22" w14:textId="125EDFC3" w:rsidR="00CA740E" w:rsidRDefault="00CA740E" w:rsidP="00CA740E">
      <w:pPr>
        <w:pStyle w:val="Textbezslovn"/>
        <w:jc w:val="center"/>
      </w:pPr>
      <w:r w:rsidRPr="003748BE">
        <w:rPr>
          <w:i/>
        </w:rPr>
        <w:t>Obrázek 1 - Zájmová lokalita (ISPD mapy)</w:t>
      </w:r>
    </w:p>
    <w:p w14:paraId="5EB6EB39" w14:textId="67AE56D4" w:rsidR="00CA740E" w:rsidRDefault="00CA740E" w:rsidP="00CA740E">
      <w:pPr>
        <w:pStyle w:val="Textbezslovn"/>
        <w:spacing w:after="0"/>
      </w:pPr>
      <w:r>
        <w:rPr>
          <w:noProof/>
          <w:lang w:eastAsia="cs-CZ"/>
        </w:rPr>
        <mc:AlternateContent>
          <mc:Choice Requires="wps">
            <w:drawing>
              <wp:anchor distT="0" distB="0" distL="114300" distR="114300" simplePos="0" relativeHeight="251659264" behindDoc="0" locked="0" layoutInCell="1" allowOverlap="1" wp14:anchorId="2645ED44" wp14:editId="5DFC68E1">
                <wp:simplePos x="0" y="0"/>
                <wp:positionH relativeFrom="column">
                  <wp:posOffset>3468609</wp:posOffset>
                </wp:positionH>
                <wp:positionV relativeFrom="paragraph">
                  <wp:posOffset>1603136</wp:posOffset>
                </wp:positionV>
                <wp:extent cx="648000" cy="288000"/>
                <wp:effectExtent l="0" t="0" r="0" b="0"/>
                <wp:wrapNone/>
                <wp:docPr id="4" name="Textové pole 4"/>
                <wp:cNvGraphicFramePr/>
                <a:graphic xmlns:a="http://schemas.openxmlformats.org/drawingml/2006/main">
                  <a:graphicData uri="http://schemas.microsoft.com/office/word/2010/wordprocessingShape">
                    <wps:wsp>
                      <wps:cNvSpPr txBox="1"/>
                      <wps:spPr>
                        <a:xfrm>
                          <a:off x="0" y="0"/>
                          <a:ext cx="648000" cy="288000"/>
                        </a:xfrm>
                        <a:prstGeom prst="rect">
                          <a:avLst/>
                        </a:prstGeom>
                        <a:noFill/>
                        <a:ln w="6350">
                          <a:noFill/>
                        </a:ln>
                      </wps:spPr>
                      <wps:txbx>
                        <w:txbxContent>
                          <w:p w14:paraId="06560F11" w14:textId="783EEE60" w:rsidR="00C479D5" w:rsidRPr="00CA740E" w:rsidRDefault="00C479D5" w:rsidP="00CA740E">
                            <w:pPr>
                              <w:spacing w:after="0"/>
                              <w:jc w:val="center"/>
                              <w:rPr>
                                <w:b/>
                                <w:color w:val="FF0000"/>
                              </w:rPr>
                            </w:pPr>
                            <w:r w:rsidRPr="00CA740E">
                              <w:rPr>
                                <w:b/>
                                <w:color w:val="FF0000"/>
                              </w:rPr>
                              <w:t>P5893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645ED44" id="_x0000_t202" coordsize="21600,21600" o:spt="202" path="m,l,21600r21600,l21600,xe">
                <v:stroke joinstyle="miter"/>
                <v:path gradientshapeok="t" o:connecttype="rect"/>
              </v:shapetype>
              <v:shape id="Textové pole 4" o:spid="_x0000_s1026" type="#_x0000_t202" style="position:absolute;left:0;text-align:left;margin-left:273.1pt;margin-top:126.25pt;width:51pt;height:2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" filled="f" stroked="f" strokeweight=".5pt">
                <v:textbox>
                  <w:txbxContent>
                    <w:p w14:paraId="06560F11" w14:textId="783EEE60" w:rsidR="00C479D5" w:rsidRPr="00CA740E" w:rsidRDefault="00C479D5" w:rsidP="00CA740E">
                      <w:pPr>
                        <w:spacing w:after="0"/>
                        <w:jc w:val="center"/>
                        <w:rPr>
                          <w:b/>
                          <w:color w:val="FF0000"/>
                        </w:rPr>
                      </w:pPr>
                      <w:r w:rsidRPr="00CA740E">
                        <w:rPr>
                          <w:b/>
                          <w:color w:val="FF0000"/>
                        </w:rPr>
                        <w:t>P5893</w:t>
                      </w:r>
                    </w:p>
                  </w:txbxContent>
                </v:textbox>
              </v:shape>
            </w:pict>
          </mc:Fallback>
        </mc:AlternateContent>
      </w:r>
      <w:r w:rsidRPr="00CA740E">
        <w:rPr>
          <w:noProof/>
          <w:lang w:eastAsia="cs-CZ"/>
        </w:rPr>
        <w:drawing>
          <wp:inline distT="0" distB="0" distL="0" distR="0" wp14:anchorId="2D72802D" wp14:editId="6028B50B">
            <wp:extent cx="5076000" cy="2674162"/>
            <wp:effectExtent l="19050" t="19050" r="10795" b="12065"/>
            <wp:docPr id="3" name="Obrázek 3" descr="C:\Users\BuresJ\Desktop\Výstřižek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uresJ\Desktop\VýstřižekM.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76000" cy="2674162"/>
                    </a:xfrm>
                    <a:prstGeom prst="rect">
                      <a:avLst/>
                    </a:prstGeom>
                    <a:noFill/>
                    <a:ln w="12700">
                      <a:solidFill>
                        <a:schemeClr val="tx1"/>
                      </a:solidFill>
                    </a:ln>
                  </pic:spPr>
                </pic:pic>
              </a:graphicData>
            </a:graphic>
          </wp:inline>
        </w:drawing>
      </w:r>
    </w:p>
    <w:p w14:paraId="0E7C6B24" w14:textId="740BDE70" w:rsidR="00CA740E" w:rsidRPr="00CA740E" w:rsidRDefault="00CA740E" w:rsidP="00CA740E">
      <w:pPr>
        <w:pStyle w:val="Textbezslovn"/>
        <w:jc w:val="center"/>
        <w:rPr>
          <w:i/>
        </w:rPr>
      </w:pPr>
      <w:r w:rsidRPr="00CA740E">
        <w:rPr>
          <w:i/>
        </w:rPr>
        <w:t>Obrázek 2 - Schématický zákres stavby v mapě (zdroj: mapy.cz)</w:t>
      </w:r>
    </w:p>
    <w:p w14:paraId="2B352E27" w14:textId="77777777" w:rsidR="00F737F2" w:rsidRDefault="003C4D88" w:rsidP="00FC5EFB">
      <w:pPr>
        <w:pStyle w:val="Text2-1"/>
      </w:pPr>
      <w:r>
        <w:t>Základní charakteristika trati (objektu, zařízení):</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4536"/>
        <w:gridCol w:w="3544"/>
      </w:tblGrid>
      <w:tr w:rsidR="00F737F2" w:rsidRPr="005A2CE9" w14:paraId="2EACA73E" w14:textId="77777777" w:rsidTr="00FC5EFB">
        <w:tc>
          <w:tcPr>
            <w:tcW w:w="4536" w:type="dxa"/>
            <w:shd w:val="clear" w:color="auto" w:fill="auto"/>
          </w:tcPr>
          <w:p w14:paraId="323847F0" w14:textId="77777777" w:rsidR="00F737F2" w:rsidRPr="00FC5EFB" w:rsidRDefault="00F737F2">
            <w:pPr>
              <w:pStyle w:val="Tabulka-8"/>
              <w:rPr>
                <w:b/>
              </w:rPr>
            </w:pPr>
            <w:r w:rsidRPr="00FC5EFB">
              <w:rPr>
                <w:b/>
              </w:rPr>
              <w:t>Kategorie dráhy podle zákona č. 266/1994 Sb.</w:t>
            </w:r>
          </w:p>
        </w:tc>
        <w:tc>
          <w:tcPr>
            <w:tcW w:w="3544" w:type="dxa"/>
            <w:shd w:val="clear" w:color="auto" w:fill="auto"/>
          </w:tcPr>
          <w:p w14:paraId="342C9DC0" w14:textId="00434A39" w:rsidR="00F737F2" w:rsidRPr="005A2CE9" w:rsidRDefault="00CA740E">
            <w:pPr>
              <w:pStyle w:val="Tabulka-8"/>
            </w:pPr>
            <w:r>
              <w:t>regionální dráha</w:t>
            </w:r>
          </w:p>
        </w:tc>
      </w:tr>
      <w:tr w:rsidR="00F737F2" w:rsidRPr="005A2CE9" w14:paraId="7059DAE6" w14:textId="77777777" w:rsidTr="00FC5EFB">
        <w:tc>
          <w:tcPr>
            <w:tcW w:w="4536" w:type="dxa"/>
          </w:tcPr>
          <w:p w14:paraId="3098BCDB" w14:textId="77777777" w:rsidR="00F737F2" w:rsidRPr="00FC5EFB" w:rsidRDefault="00F737F2">
            <w:pPr>
              <w:pStyle w:val="Tabulka-8"/>
              <w:rPr>
                <w:b/>
              </w:rPr>
            </w:pPr>
            <w:r w:rsidRPr="00FC5EFB">
              <w:rPr>
                <w:b/>
              </w:rPr>
              <w:t>Kategorie dráhy podle TSI INF</w:t>
            </w:r>
          </w:p>
        </w:tc>
        <w:tc>
          <w:tcPr>
            <w:tcW w:w="3544" w:type="dxa"/>
          </w:tcPr>
          <w:p w14:paraId="6E91F466" w14:textId="74CF2065" w:rsidR="00F737F2" w:rsidRPr="005A2CE9" w:rsidRDefault="00CA740E">
            <w:pPr>
              <w:pStyle w:val="Tabulka-8"/>
            </w:pPr>
            <w:r>
              <w:t>P6/F4</w:t>
            </w:r>
          </w:p>
        </w:tc>
      </w:tr>
      <w:tr w:rsidR="00F737F2" w:rsidRPr="005A2CE9" w14:paraId="23375FDE" w14:textId="77777777" w:rsidTr="008F50F3">
        <w:tc>
          <w:tcPr>
            <w:tcW w:w="4536" w:type="dxa"/>
          </w:tcPr>
          <w:p w14:paraId="422F8E7C" w14:textId="77777777" w:rsidR="00F737F2" w:rsidRPr="00FC5EFB" w:rsidRDefault="00F737F2">
            <w:pPr>
              <w:pStyle w:val="Tabulka-8"/>
              <w:rPr>
                <w:b/>
              </w:rPr>
            </w:pPr>
            <w:r w:rsidRPr="00FC5EFB">
              <w:rPr>
                <w:b/>
              </w:rPr>
              <w:t>Součást sítě TEN-T</w:t>
            </w:r>
          </w:p>
        </w:tc>
        <w:tc>
          <w:tcPr>
            <w:tcW w:w="3544" w:type="dxa"/>
          </w:tcPr>
          <w:p w14:paraId="3579F84D" w14:textId="5B8B4D23" w:rsidR="00F737F2" w:rsidRPr="005A2CE9" w:rsidRDefault="00F737F2">
            <w:pPr>
              <w:pStyle w:val="Tabulka-8"/>
            </w:pPr>
            <w:r w:rsidRPr="005A2CE9">
              <w:t>NE</w:t>
            </w:r>
          </w:p>
        </w:tc>
      </w:tr>
      <w:tr w:rsidR="00F737F2" w:rsidRPr="005A2CE9" w14:paraId="5D3C4B08" w14:textId="77777777" w:rsidTr="008F50F3">
        <w:tc>
          <w:tcPr>
            <w:tcW w:w="4536" w:type="dxa"/>
          </w:tcPr>
          <w:p w14:paraId="1E657C7A" w14:textId="77777777" w:rsidR="00F737F2" w:rsidRPr="00FC5EFB" w:rsidRDefault="00F737F2">
            <w:pPr>
              <w:pStyle w:val="Tabulka-8"/>
              <w:rPr>
                <w:b/>
              </w:rPr>
            </w:pPr>
            <w:r w:rsidRPr="00FC5EFB">
              <w:rPr>
                <w:b/>
              </w:rPr>
              <w:t>Číslo trati podle Prohlášení o dráze</w:t>
            </w:r>
          </w:p>
        </w:tc>
        <w:tc>
          <w:tcPr>
            <w:tcW w:w="3544" w:type="dxa"/>
          </w:tcPr>
          <w:p w14:paraId="6951054B" w14:textId="77777777" w:rsidR="00F737F2" w:rsidRDefault="00CA740E">
            <w:pPr>
              <w:pStyle w:val="Tabulka-8"/>
            </w:pPr>
            <w:r>
              <w:t>305 00</w:t>
            </w:r>
          </w:p>
          <w:p w14:paraId="366509F8" w14:textId="1686BCF4" w:rsidR="00CA740E" w:rsidRPr="005A2CE9" w:rsidRDefault="00CA740E">
            <w:pPr>
              <w:pStyle w:val="Tabulka-8"/>
            </w:pPr>
            <w:r>
              <w:t>Světlá nad Sázavou - Čerčany</w:t>
            </w:r>
          </w:p>
        </w:tc>
      </w:tr>
      <w:tr w:rsidR="00F737F2" w:rsidRPr="005A2CE9" w14:paraId="6EAB2605" w14:textId="77777777" w:rsidTr="00FC5EFB">
        <w:tc>
          <w:tcPr>
            <w:tcW w:w="4536" w:type="dxa"/>
          </w:tcPr>
          <w:p w14:paraId="6D1746DF" w14:textId="77777777" w:rsidR="00F737F2" w:rsidRPr="00FC5EFB" w:rsidRDefault="00F737F2">
            <w:pPr>
              <w:pStyle w:val="Tabulka-8"/>
              <w:rPr>
                <w:b/>
              </w:rPr>
            </w:pPr>
            <w:r w:rsidRPr="00FC5EFB">
              <w:rPr>
                <w:b/>
              </w:rPr>
              <w:t>Číslo trati podle nákresného jízdního řádu</w:t>
            </w:r>
          </w:p>
        </w:tc>
        <w:tc>
          <w:tcPr>
            <w:tcW w:w="3544" w:type="dxa"/>
          </w:tcPr>
          <w:p w14:paraId="03AE18E6" w14:textId="77777777" w:rsidR="00F737F2" w:rsidRDefault="00CA740E">
            <w:pPr>
              <w:pStyle w:val="Tabulka-8"/>
            </w:pPr>
            <w:r>
              <w:t>516A</w:t>
            </w:r>
          </w:p>
          <w:p w14:paraId="3106D877" w14:textId="0159FCCB" w:rsidR="00CA740E" w:rsidRPr="005A2CE9" w:rsidRDefault="00CA740E">
            <w:pPr>
              <w:pStyle w:val="Tabulka-8"/>
            </w:pPr>
            <w:r>
              <w:t>Světlá nad Sázavou - Črečany</w:t>
            </w:r>
          </w:p>
        </w:tc>
      </w:tr>
      <w:tr w:rsidR="00F737F2" w:rsidRPr="005A2CE9" w14:paraId="13B4AC1E" w14:textId="77777777" w:rsidTr="00FC5EFB">
        <w:tc>
          <w:tcPr>
            <w:tcW w:w="4536" w:type="dxa"/>
          </w:tcPr>
          <w:p w14:paraId="36DE7106" w14:textId="77777777" w:rsidR="00F737F2" w:rsidRPr="00FC5EFB" w:rsidRDefault="00F737F2">
            <w:pPr>
              <w:pStyle w:val="Tabulka-8"/>
              <w:rPr>
                <w:b/>
              </w:rPr>
            </w:pPr>
            <w:r w:rsidRPr="00FC5EFB">
              <w:rPr>
                <w:b/>
              </w:rPr>
              <w:t>Číslo trati podle knižního jízdního řádu</w:t>
            </w:r>
          </w:p>
        </w:tc>
        <w:tc>
          <w:tcPr>
            <w:tcW w:w="3544" w:type="dxa"/>
          </w:tcPr>
          <w:p w14:paraId="0EA2B98A" w14:textId="62E7047E" w:rsidR="00F737F2" w:rsidRPr="005A2CE9" w:rsidRDefault="00CA740E">
            <w:pPr>
              <w:pStyle w:val="Tabulka-8"/>
            </w:pPr>
            <w:r>
              <w:t>212 Světlá nad Sázavou - Čerčany</w:t>
            </w:r>
          </w:p>
        </w:tc>
      </w:tr>
      <w:tr w:rsidR="00F737F2" w:rsidRPr="005A2CE9" w14:paraId="737FF6D7" w14:textId="77777777" w:rsidTr="00FC5EFB">
        <w:tc>
          <w:tcPr>
            <w:tcW w:w="4536" w:type="dxa"/>
          </w:tcPr>
          <w:p w14:paraId="153BAB3B" w14:textId="77777777" w:rsidR="00F737F2" w:rsidRPr="00FC5EFB" w:rsidRDefault="00F737F2">
            <w:pPr>
              <w:pStyle w:val="Tabulka-8"/>
              <w:rPr>
                <w:b/>
              </w:rPr>
            </w:pPr>
            <w:r w:rsidRPr="00FC5EFB">
              <w:rPr>
                <w:b/>
              </w:rPr>
              <w:t>Číslo traťového a definičního úseku</w:t>
            </w:r>
          </w:p>
        </w:tc>
        <w:tc>
          <w:tcPr>
            <w:tcW w:w="3544" w:type="dxa"/>
          </w:tcPr>
          <w:p w14:paraId="7ACE2DC5" w14:textId="77777777" w:rsidR="00CA740E" w:rsidRDefault="00CA740E" w:rsidP="00CA740E">
            <w:pPr>
              <w:pStyle w:val="Tabulka-7"/>
              <w:rPr>
                <w:sz w:val="16"/>
                <w:szCs w:val="16"/>
              </w:rPr>
            </w:pPr>
            <w:r w:rsidRPr="00B152F5">
              <w:rPr>
                <w:sz w:val="16"/>
                <w:szCs w:val="16"/>
              </w:rPr>
              <w:t>1733</w:t>
            </w:r>
          </w:p>
          <w:p w14:paraId="0D006761" w14:textId="77777777" w:rsidR="00F737F2" w:rsidRDefault="00CA740E" w:rsidP="00CA740E">
            <w:pPr>
              <w:pStyle w:val="Tabulka-8"/>
              <w:rPr>
                <w:szCs w:val="16"/>
              </w:rPr>
            </w:pPr>
            <w:r w:rsidRPr="00B152F5">
              <w:rPr>
                <w:szCs w:val="16"/>
              </w:rPr>
              <w:t>Kácov – Světlá nad Sázavou</w:t>
            </w:r>
          </w:p>
          <w:p w14:paraId="0FDED009" w14:textId="77777777" w:rsidR="00CA740E" w:rsidRDefault="00CA740E" w:rsidP="00CA740E">
            <w:pPr>
              <w:pStyle w:val="Tabulka-8"/>
              <w:rPr>
                <w:szCs w:val="16"/>
              </w:rPr>
            </w:pPr>
          </w:p>
          <w:p w14:paraId="25DC6331" w14:textId="77777777" w:rsidR="00CA740E" w:rsidRDefault="00CA740E" w:rsidP="00CA740E">
            <w:pPr>
              <w:pStyle w:val="Tabulka-7"/>
              <w:rPr>
                <w:sz w:val="16"/>
                <w:szCs w:val="16"/>
              </w:rPr>
            </w:pPr>
            <w:r w:rsidRPr="00B152F5">
              <w:rPr>
                <w:sz w:val="16"/>
                <w:szCs w:val="16"/>
              </w:rPr>
              <w:t>1733 14</w:t>
            </w:r>
          </w:p>
          <w:p w14:paraId="2D24AFFB" w14:textId="12D607C0" w:rsidR="00CA740E" w:rsidRPr="005A2CE9" w:rsidRDefault="00CA740E" w:rsidP="00CA740E">
            <w:pPr>
              <w:pStyle w:val="Tabulka-8"/>
            </w:pPr>
            <w:r w:rsidRPr="00B152F5">
              <w:rPr>
                <w:szCs w:val="16"/>
              </w:rPr>
              <w:t>Ledeč nad Sázavou – Světlá nad Sázavou</w:t>
            </w:r>
          </w:p>
        </w:tc>
      </w:tr>
      <w:tr w:rsidR="00F737F2" w:rsidRPr="005A2CE9" w14:paraId="5E29A98D" w14:textId="77777777" w:rsidTr="00FC5EFB">
        <w:tc>
          <w:tcPr>
            <w:tcW w:w="4536" w:type="dxa"/>
          </w:tcPr>
          <w:p w14:paraId="0F2D7AF6" w14:textId="01E69585" w:rsidR="00F737F2" w:rsidRPr="00FC5EFB" w:rsidRDefault="00F737F2">
            <w:pPr>
              <w:pStyle w:val="Tabulka-8"/>
              <w:rPr>
                <w:b/>
              </w:rPr>
            </w:pPr>
            <w:r w:rsidRPr="00FC5EFB">
              <w:rPr>
                <w:b/>
              </w:rPr>
              <w:t>Traťová třída zatížení</w:t>
            </w:r>
            <w:r w:rsidR="00CA740E">
              <w:rPr>
                <w:b/>
              </w:rPr>
              <w:t>*</w:t>
            </w:r>
          </w:p>
        </w:tc>
        <w:tc>
          <w:tcPr>
            <w:tcW w:w="3544" w:type="dxa"/>
          </w:tcPr>
          <w:p w14:paraId="5ED2F5B9" w14:textId="69C884FF" w:rsidR="00F737F2" w:rsidRPr="005A2CE9" w:rsidRDefault="00CA740E">
            <w:pPr>
              <w:pStyle w:val="Tabulka-8"/>
            </w:pPr>
            <w:r>
              <w:t>C3</w:t>
            </w:r>
          </w:p>
        </w:tc>
      </w:tr>
      <w:tr w:rsidR="00F737F2" w:rsidRPr="005A2CE9" w14:paraId="71186A07" w14:textId="77777777" w:rsidTr="00FC5EFB">
        <w:tc>
          <w:tcPr>
            <w:tcW w:w="4536" w:type="dxa"/>
          </w:tcPr>
          <w:p w14:paraId="7F5A5CE9" w14:textId="4E713124" w:rsidR="00F737F2" w:rsidRPr="00FC5EFB" w:rsidRDefault="00F737F2">
            <w:pPr>
              <w:pStyle w:val="Tabulka-8"/>
              <w:rPr>
                <w:b/>
              </w:rPr>
            </w:pPr>
            <w:r w:rsidRPr="00FC5EFB">
              <w:rPr>
                <w:b/>
              </w:rPr>
              <w:lastRenderedPageBreak/>
              <w:t>Maximální traťová rychlost</w:t>
            </w:r>
            <w:r w:rsidR="00CA740E">
              <w:rPr>
                <w:b/>
              </w:rPr>
              <w:t>*</w:t>
            </w:r>
          </w:p>
        </w:tc>
        <w:tc>
          <w:tcPr>
            <w:tcW w:w="3544" w:type="dxa"/>
          </w:tcPr>
          <w:p w14:paraId="48AB5CEA" w14:textId="0E00D4E4" w:rsidR="00F737F2" w:rsidRPr="005A2CE9" w:rsidRDefault="00CA740E">
            <w:pPr>
              <w:pStyle w:val="Tabulka-8"/>
            </w:pPr>
            <w:r>
              <w:t>60 km/h</w:t>
            </w:r>
          </w:p>
        </w:tc>
      </w:tr>
      <w:tr w:rsidR="00F737F2" w:rsidRPr="005A2CE9" w14:paraId="1CB1697E" w14:textId="77777777" w:rsidTr="00FC5EFB">
        <w:tc>
          <w:tcPr>
            <w:tcW w:w="4536" w:type="dxa"/>
          </w:tcPr>
          <w:p w14:paraId="50A87365" w14:textId="77777777" w:rsidR="00F737F2" w:rsidRPr="00FC5EFB" w:rsidRDefault="00F737F2">
            <w:pPr>
              <w:pStyle w:val="Tabulka-8"/>
              <w:rPr>
                <w:b/>
              </w:rPr>
            </w:pPr>
            <w:r w:rsidRPr="00FC5EFB">
              <w:rPr>
                <w:b/>
              </w:rPr>
              <w:t>Trakční soustava</w:t>
            </w:r>
          </w:p>
        </w:tc>
        <w:tc>
          <w:tcPr>
            <w:tcW w:w="3544" w:type="dxa"/>
          </w:tcPr>
          <w:p w14:paraId="695FD669" w14:textId="5E1508C3" w:rsidR="00F737F2" w:rsidRPr="005A2CE9" w:rsidRDefault="00CA740E">
            <w:pPr>
              <w:pStyle w:val="Tabulka-8"/>
            </w:pPr>
            <w:r>
              <w:t>nezávislá trakce</w:t>
            </w:r>
          </w:p>
        </w:tc>
      </w:tr>
      <w:tr w:rsidR="00F737F2" w:rsidRPr="005A2CE9" w14:paraId="2A82A9B8" w14:textId="77777777" w:rsidTr="008F50F3">
        <w:tc>
          <w:tcPr>
            <w:tcW w:w="4536" w:type="dxa"/>
            <w:shd w:val="clear" w:color="auto" w:fill="auto"/>
          </w:tcPr>
          <w:p w14:paraId="5D28B71A" w14:textId="77777777" w:rsidR="00F737F2" w:rsidRPr="003C4D88" w:rsidRDefault="00F737F2">
            <w:pPr>
              <w:pStyle w:val="Tabulka-8"/>
              <w:rPr>
                <w:b/>
              </w:rPr>
            </w:pPr>
            <w:r w:rsidRPr="00FC5EFB">
              <w:rPr>
                <w:b/>
              </w:rPr>
              <w:t>Počet traťových kolejí</w:t>
            </w:r>
          </w:p>
        </w:tc>
        <w:tc>
          <w:tcPr>
            <w:tcW w:w="3544" w:type="dxa"/>
            <w:shd w:val="clear" w:color="auto" w:fill="auto"/>
          </w:tcPr>
          <w:p w14:paraId="7E05405A" w14:textId="7C05C986" w:rsidR="00F737F2" w:rsidRPr="00CA740E" w:rsidRDefault="00CA740E">
            <w:pPr>
              <w:pStyle w:val="Tabulka-8"/>
            </w:pPr>
            <w:r w:rsidRPr="00CA740E">
              <w:t>1</w:t>
            </w:r>
          </w:p>
        </w:tc>
      </w:tr>
    </w:tbl>
    <w:p w14:paraId="71B5B668" w14:textId="77777777" w:rsidR="00F737F2" w:rsidRDefault="00F737F2" w:rsidP="00FC5EFB">
      <w:pPr>
        <w:pStyle w:val="Textbezslovn"/>
      </w:pPr>
    </w:p>
    <w:p w14:paraId="1E768378" w14:textId="77777777" w:rsidR="00CA740E" w:rsidRDefault="00CA740E" w:rsidP="00CA740E">
      <w:pPr>
        <w:pStyle w:val="Text2-1"/>
        <w:numPr>
          <w:ilvl w:val="0"/>
          <w:numId w:val="0"/>
        </w:numPr>
        <w:ind w:left="737"/>
        <w:jc w:val="left"/>
        <w:rPr>
          <w:i/>
        </w:rPr>
      </w:pPr>
      <w:r w:rsidRPr="00EC619B">
        <w:rPr>
          <w:i/>
        </w:rPr>
        <w:t>*) dle prohlášení o dráze celostátní a regionální 2020</w:t>
      </w:r>
      <w:r w:rsidRPr="003F09CB">
        <w:rPr>
          <w:i/>
        </w:rPr>
        <w:t xml:space="preserve"> (</w:t>
      </w:r>
      <w:hyperlink r:id="rId13" w:history="1">
        <w:r w:rsidRPr="00851CB2">
          <w:rPr>
            <w:rStyle w:val="Hypertextovodkaz"/>
            <w:noProof w:val="0"/>
          </w:rPr>
          <w:t>https://www.szdc.cz/dopravci/prohlaseni-o-draze/prohlaseni-o-draze-2020</w:t>
        </w:r>
      </w:hyperlink>
      <w:r w:rsidRPr="003F09CB">
        <w:rPr>
          <w:i/>
        </w:rPr>
        <w:t>).</w:t>
      </w:r>
    </w:p>
    <w:p w14:paraId="7742E4F5" w14:textId="6D4AAFAC" w:rsidR="00CA740E" w:rsidRDefault="00CA740E" w:rsidP="00CA740E">
      <w:pPr>
        <w:pStyle w:val="Text2-1"/>
      </w:pPr>
      <w:r w:rsidRPr="0030662E">
        <w:t xml:space="preserve">V místě stavby se jedná o jednokolejnou </w:t>
      </w:r>
      <w:r>
        <w:t>ne</w:t>
      </w:r>
      <w:r w:rsidRPr="0030662E">
        <w:t xml:space="preserve">elektrizovanou </w:t>
      </w:r>
      <w:r>
        <w:t>regionální</w:t>
      </w:r>
      <w:r w:rsidRPr="0030662E">
        <w:t xml:space="preserve"> dráhu, která není součástí transevropského konvenčního železničního systému (TEN-T).</w:t>
      </w:r>
    </w:p>
    <w:p w14:paraId="65424501" w14:textId="1B75669C" w:rsidR="00A43530" w:rsidRDefault="00A43530" w:rsidP="00CA740E">
      <w:pPr>
        <w:pStyle w:val="Text2-1"/>
      </w:pPr>
      <w:r w:rsidRPr="009610A4">
        <w:t>V</w:t>
      </w:r>
      <w:r>
        <w:t xml:space="preserve"> dotčených definičních </w:t>
      </w:r>
      <w:r w:rsidRPr="009610A4">
        <w:t>úse</w:t>
      </w:r>
      <w:r>
        <w:t xml:space="preserve">cích </w:t>
      </w:r>
      <w:r w:rsidRPr="009610A4">
        <w:t>je max. třída traťového zatížení s</w:t>
      </w:r>
      <w:r>
        <w:t> </w:t>
      </w:r>
      <w:r w:rsidRPr="009610A4">
        <w:t xml:space="preserve">přidruženou rychlostí </w:t>
      </w:r>
      <w:r>
        <w:t>C3</w:t>
      </w:r>
      <w:r w:rsidRPr="009610A4">
        <w:t>/</w:t>
      </w:r>
      <w:r>
        <w:t>60</w:t>
      </w:r>
      <w:r w:rsidRPr="009610A4">
        <w:t>, průjezdný průřez Z-G</w:t>
      </w:r>
      <w:r>
        <w:t>C</w:t>
      </w:r>
      <w:r w:rsidRPr="009610A4">
        <w:t xml:space="preserve">. Uvedené informace byly </w:t>
      </w:r>
      <w:r>
        <w:t>odvozeny</w:t>
      </w:r>
      <w:r w:rsidRPr="009610A4">
        <w:t xml:space="preserve"> z TTP (tabulky traťových poměrů </w:t>
      </w:r>
      <w:r>
        <w:t>516A)</w:t>
      </w:r>
      <w:r w:rsidRPr="009610A4">
        <w:t>.</w:t>
      </w:r>
    </w:p>
    <w:p w14:paraId="049E8918" w14:textId="27569A3B" w:rsidR="00A43530" w:rsidRDefault="00A43530" w:rsidP="006D56D6">
      <w:pPr>
        <w:pStyle w:val="Text2-1"/>
        <w:numPr>
          <w:ilvl w:val="0"/>
          <w:numId w:val="0"/>
        </w:numPr>
        <w:spacing w:after="0"/>
        <w:ind w:left="737"/>
      </w:pPr>
      <w:r w:rsidRPr="00A43530">
        <w:rPr>
          <w:noProof/>
          <w:lang w:eastAsia="cs-CZ"/>
        </w:rPr>
        <w:drawing>
          <wp:inline distT="0" distB="0" distL="0" distR="0" wp14:anchorId="4A1DA3C2" wp14:editId="42E6921F">
            <wp:extent cx="5076000" cy="1064758"/>
            <wp:effectExtent l="38100" t="38100" r="29845" b="40640"/>
            <wp:docPr id="5" name="Obrázek 5" descr="C:\Users\BuresJ\Desktop\VýstřižekTTP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uresJ\Desktop\VýstřižekTTP12.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76000" cy="1064758"/>
                    </a:xfrm>
                    <a:prstGeom prst="rect">
                      <a:avLst/>
                    </a:prstGeom>
                    <a:noFill/>
                    <a:ln w="28575">
                      <a:solidFill>
                        <a:schemeClr val="tx1"/>
                      </a:solidFill>
                    </a:ln>
                  </pic:spPr>
                </pic:pic>
              </a:graphicData>
            </a:graphic>
          </wp:inline>
        </w:drawing>
      </w:r>
    </w:p>
    <w:p w14:paraId="40678B25" w14:textId="170ED16D" w:rsidR="00A43530" w:rsidRDefault="006D56D6" w:rsidP="006D56D6">
      <w:pPr>
        <w:pStyle w:val="Text2-1"/>
        <w:numPr>
          <w:ilvl w:val="0"/>
          <w:numId w:val="0"/>
        </w:numPr>
        <w:ind w:left="737"/>
        <w:jc w:val="center"/>
        <w:rPr>
          <w:i/>
        </w:rPr>
      </w:pPr>
      <w:r w:rsidRPr="006D56D6">
        <w:rPr>
          <w:i/>
        </w:rPr>
        <w:t xml:space="preserve">Tabulka 1 - části tabulky 12 z TTP </w:t>
      </w:r>
      <w:r>
        <w:rPr>
          <w:i/>
        </w:rPr>
        <w:t>516</w:t>
      </w:r>
      <w:r w:rsidRPr="006D56D6">
        <w:rPr>
          <w:i/>
        </w:rPr>
        <w:t>A</w:t>
      </w:r>
    </w:p>
    <w:p w14:paraId="2E850369" w14:textId="4436EE27" w:rsidR="006D56D6" w:rsidRPr="006D56D6" w:rsidRDefault="006D56D6" w:rsidP="006D56D6">
      <w:pPr>
        <w:pStyle w:val="Text2-1"/>
      </w:pPr>
      <w:r w:rsidRPr="003C0A0B">
        <w:t xml:space="preserve">Podrobný průběh omezení traťové rychlosti viz TTP </w:t>
      </w:r>
      <w:r>
        <w:t>516A</w:t>
      </w:r>
      <w:r w:rsidRPr="003C0A0B">
        <w:t>.</w:t>
      </w:r>
    </w:p>
    <w:p w14:paraId="31B6D364" w14:textId="6BD9FD33" w:rsidR="00A43530" w:rsidRDefault="00A43530" w:rsidP="006D56D6">
      <w:pPr>
        <w:pStyle w:val="Text2-1"/>
        <w:numPr>
          <w:ilvl w:val="0"/>
          <w:numId w:val="0"/>
        </w:numPr>
        <w:spacing w:after="0"/>
        <w:ind w:left="737"/>
      </w:pPr>
      <w:r w:rsidRPr="00A43530">
        <w:rPr>
          <w:noProof/>
          <w:lang w:eastAsia="cs-CZ"/>
        </w:rPr>
        <w:drawing>
          <wp:inline distT="0" distB="0" distL="0" distR="0" wp14:anchorId="3D3BD164" wp14:editId="607DFA10">
            <wp:extent cx="5076000" cy="1421384"/>
            <wp:effectExtent l="38100" t="38100" r="29845" b="45720"/>
            <wp:docPr id="6" name="Obrázek 6" descr="C:\Users\BuresJ\Desktop\VýstřižekTTP6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uresJ\Desktop\VýstřižekTTP6a.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076000" cy="1421384"/>
                    </a:xfrm>
                    <a:prstGeom prst="rect">
                      <a:avLst/>
                    </a:prstGeom>
                    <a:noFill/>
                    <a:ln w="28575">
                      <a:solidFill>
                        <a:schemeClr val="tx1"/>
                      </a:solidFill>
                    </a:ln>
                  </pic:spPr>
                </pic:pic>
              </a:graphicData>
            </a:graphic>
          </wp:inline>
        </w:drawing>
      </w:r>
    </w:p>
    <w:p w14:paraId="0FCC0ACE" w14:textId="63A8C7C2" w:rsidR="00A43530" w:rsidRPr="006D56D6" w:rsidRDefault="006D56D6" w:rsidP="006D56D6">
      <w:pPr>
        <w:pStyle w:val="Text2-1"/>
        <w:numPr>
          <w:ilvl w:val="0"/>
          <w:numId w:val="0"/>
        </w:numPr>
        <w:ind w:left="737"/>
        <w:jc w:val="center"/>
        <w:rPr>
          <w:i/>
        </w:rPr>
      </w:pPr>
      <w:r w:rsidRPr="006D56D6">
        <w:rPr>
          <w:i/>
        </w:rPr>
        <w:t>Tabulka</w:t>
      </w:r>
      <w:r>
        <w:rPr>
          <w:i/>
        </w:rPr>
        <w:t xml:space="preserve"> 2 – části tabulky 06b z TTP 516</w:t>
      </w:r>
      <w:r w:rsidRPr="006D56D6">
        <w:rPr>
          <w:i/>
        </w:rPr>
        <w:t>A</w:t>
      </w:r>
    </w:p>
    <w:p w14:paraId="0E996D2A" w14:textId="7A581E9A" w:rsidR="00A43530" w:rsidRDefault="006D56D6" w:rsidP="006D56D6">
      <w:pPr>
        <w:pStyle w:val="Text2-1"/>
      </w:pPr>
      <w:r w:rsidRPr="006D56D6">
        <w:t>Správcem zařízení je SŽ, Oblastní ředitelství Brno.</w:t>
      </w:r>
    </w:p>
    <w:p w14:paraId="714BC1F3" w14:textId="77777777" w:rsidR="0069470F" w:rsidRDefault="0069470F" w:rsidP="0069470F">
      <w:pPr>
        <w:pStyle w:val="Nadpis2-1"/>
      </w:pPr>
      <w:bookmarkStart w:id="15" w:name="_Toc21008998"/>
      <w:bookmarkStart w:id="16" w:name="_Toc7077111"/>
      <w:bookmarkStart w:id="17" w:name="_Toc63869838"/>
      <w:bookmarkEnd w:id="15"/>
      <w:r>
        <w:t>PŘEHLED VÝCHOZÍCH PODKLADŮ</w:t>
      </w:r>
      <w:bookmarkEnd w:id="16"/>
      <w:bookmarkEnd w:id="17"/>
    </w:p>
    <w:p w14:paraId="025C810A" w14:textId="77777777" w:rsidR="0069470F" w:rsidRDefault="0069470F" w:rsidP="0069470F">
      <w:pPr>
        <w:pStyle w:val="Nadpis2-2"/>
      </w:pPr>
      <w:bookmarkStart w:id="18" w:name="_Toc7077112"/>
      <w:bookmarkStart w:id="19" w:name="_Toc63869839"/>
      <w:r>
        <w:t>P</w:t>
      </w:r>
      <w:r w:rsidR="00E53053">
        <w:t>ředp</w:t>
      </w:r>
      <w:r>
        <w:t>rojektová dokumentace</w:t>
      </w:r>
      <w:bookmarkEnd w:id="18"/>
      <w:bookmarkEnd w:id="19"/>
    </w:p>
    <w:p w14:paraId="31CF168E" w14:textId="137730A5" w:rsidR="003C4D88" w:rsidRDefault="003C4D88" w:rsidP="006D56D6">
      <w:pPr>
        <w:pStyle w:val="Text2-1"/>
      </w:pPr>
      <w:r>
        <w:t xml:space="preserve">Zjednodušená dokumentace </w:t>
      </w:r>
      <w:r w:rsidR="00FC4AD3">
        <w:t xml:space="preserve">stavby </w:t>
      </w:r>
      <w:r w:rsidRPr="00811815">
        <w:t>„</w:t>
      </w:r>
      <w:r w:rsidR="006D56D6" w:rsidRPr="006D56D6">
        <w:t>Doplnění závor na přejezdu P5893 v km 45,166 Kácov - Světlá nad Sázavou</w:t>
      </w:r>
      <w:r>
        <w:t>“</w:t>
      </w:r>
      <w:r w:rsidRPr="00811815">
        <w:t xml:space="preserve">, zpracovatel </w:t>
      </w:r>
      <w:r>
        <w:t>SŽ</w:t>
      </w:r>
      <w:r w:rsidR="00477BF5">
        <w:t xml:space="preserve">, datum </w:t>
      </w:r>
      <w:r w:rsidR="006D56D6">
        <w:t>22. 10. 2020.</w:t>
      </w:r>
    </w:p>
    <w:p w14:paraId="70A108B9" w14:textId="1BB1B183" w:rsidR="003C4D88" w:rsidRPr="006D56D6" w:rsidRDefault="003C4D88" w:rsidP="003C4D88">
      <w:pPr>
        <w:pStyle w:val="Text2-1"/>
      </w:pPr>
      <w:r w:rsidRPr="006D56D6">
        <w:t xml:space="preserve">Dokumentace skutečného provedení stávajícího stavu, kterou </w:t>
      </w:r>
      <w:r w:rsidR="00477BF5" w:rsidRPr="006D56D6">
        <w:t>Z</w:t>
      </w:r>
      <w:r w:rsidRPr="006D56D6">
        <w:t>hotovitel</w:t>
      </w:r>
      <w:r w:rsidR="00477BF5" w:rsidRPr="006D56D6">
        <w:t xml:space="preserve">i poskytne na vyžádání </w:t>
      </w:r>
      <w:r w:rsidRPr="006D56D6">
        <w:t xml:space="preserve">správce OŘ </w:t>
      </w:r>
      <w:r w:rsidR="006D56D6" w:rsidRPr="006D56D6">
        <w:t>Brno.</w:t>
      </w:r>
    </w:p>
    <w:p w14:paraId="6CD88875" w14:textId="430150CB" w:rsidR="003C4D88" w:rsidRPr="006D56D6" w:rsidRDefault="003C4D88" w:rsidP="003C4D88">
      <w:pPr>
        <w:pStyle w:val="Text2-1"/>
      </w:pPr>
      <w:r w:rsidRPr="006D56D6">
        <w:t xml:space="preserve">Požadavky na </w:t>
      </w:r>
      <w:r w:rsidR="00F347FE">
        <w:t>výkon a funkci</w:t>
      </w:r>
      <w:r w:rsidR="00EF7C12" w:rsidRPr="006D56D6">
        <w:t xml:space="preserve"> ze dne </w:t>
      </w:r>
      <w:r w:rsidR="00F347FE">
        <w:t>22. 10. 2020.</w:t>
      </w:r>
    </w:p>
    <w:p w14:paraId="43DACF8A" w14:textId="3D11E6AA" w:rsidR="003C4D88" w:rsidRPr="00733014" w:rsidRDefault="00D71CFA" w:rsidP="00D71CFA">
      <w:pPr>
        <w:pStyle w:val="Text2-1"/>
      </w:pPr>
      <w:r w:rsidRPr="00733014">
        <w:t xml:space="preserve">Objednatel prostřednictvím SŽG zajistí geodetické a mapové podklady s ohledem na existující geodetickou dokumentaci v rozsahu TUDU 173314, km 44,000-46,200 do hranice dráhy s platností k datu zaměření. </w:t>
      </w:r>
      <w:r w:rsidR="003C4D88" w:rsidRPr="00733014">
        <w:t>Ostatní potřebné podklady pro zpracování dokumentace si zajistí Zhotovitel na vlastní náklady.</w:t>
      </w:r>
    </w:p>
    <w:p w14:paraId="3C58CAC8" w14:textId="77777777" w:rsidR="0069470F" w:rsidRDefault="0069470F" w:rsidP="0069470F">
      <w:pPr>
        <w:pStyle w:val="Nadpis2-2"/>
      </w:pPr>
      <w:bookmarkStart w:id="20" w:name="_Toc7077113"/>
      <w:bookmarkStart w:id="21" w:name="_Toc63869840"/>
      <w:r>
        <w:t>Související dokumentace</w:t>
      </w:r>
      <w:bookmarkEnd w:id="20"/>
      <w:bookmarkEnd w:id="21"/>
    </w:p>
    <w:p w14:paraId="356838D8" w14:textId="38BBDB63" w:rsidR="00FC4AD3" w:rsidRPr="006C33D8" w:rsidRDefault="00B65BB3" w:rsidP="00B65BB3">
      <w:pPr>
        <w:pStyle w:val="Text2-1"/>
      </w:pPr>
      <w:r>
        <w:t>Schvalovací protokol</w:t>
      </w:r>
      <w:r w:rsidR="00FC4AD3" w:rsidRPr="006C33D8">
        <w:t xml:space="preserve"> </w:t>
      </w:r>
      <w:r w:rsidR="00FC4AD3" w:rsidRPr="00B65BB3">
        <w:t>Zjednodušen</w:t>
      </w:r>
      <w:r>
        <w:t>é</w:t>
      </w:r>
      <w:r w:rsidR="00FC4AD3" w:rsidRPr="00B65BB3">
        <w:t xml:space="preserve"> dokumentace SŽ čj: </w:t>
      </w:r>
      <w:r w:rsidRPr="00B65BB3">
        <w:t>83366/2020 - SŽ - GŘ - O6 - Hlo</w:t>
      </w:r>
      <w:r w:rsidR="00FC4AD3" w:rsidRPr="00B65BB3">
        <w:t xml:space="preserve"> ze dne </w:t>
      </w:r>
      <w:r>
        <w:t>9. 12. 2020</w:t>
      </w:r>
      <w:r w:rsidRPr="00B65BB3">
        <w:t>.</w:t>
      </w:r>
    </w:p>
    <w:p w14:paraId="4230A5EB" w14:textId="77777777" w:rsidR="0069470F" w:rsidRDefault="0069470F" w:rsidP="0069470F">
      <w:pPr>
        <w:pStyle w:val="Nadpis2-1"/>
      </w:pPr>
      <w:bookmarkStart w:id="22" w:name="_Toc59357438"/>
      <w:bookmarkStart w:id="23" w:name="_Toc60211822"/>
      <w:bookmarkStart w:id="24" w:name="_Toc59357439"/>
      <w:bookmarkStart w:id="25" w:name="_Toc60211823"/>
      <w:bookmarkStart w:id="26" w:name="_Toc56686796"/>
      <w:bookmarkStart w:id="27" w:name="_Toc7077114"/>
      <w:bookmarkStart w:id="28" w:name="_Toc63869841"/>
      <w:bookmarkEnd w:id="22"/>
      <w:bookmarkEnd w:id="23"/>
      <w:bookmarkEnd w:id="24"/>
      <w:bookmarkEnd w:id="25"/>
      <w:bookmarkEnd w:id="26"/>
      <w:r>
        <w:lastRenderedPageBreak/>
        <w:t>KOORDINACE S JINÝMI STAVBAMI</w:t>
      </w:r>
      <w:bookmarkEnd w:id="27"/>
      <w:bookmarkEnd w:id="28"/>
      <w:r>
        <w:t xml:space="preserve"> </w:t>
      </w:r>
    </w:p>
    <w:p w14:paraId="5F59EEA7" w14:textId="7234B305" w:rsidR="0069470F" w:rsidRDefault="0069470F" w:rsidP="0069470F">
      <w:pPr>
        <w:pStyle w:val="Text2-1"/>
      </w:pPr>
      <w:r>
        <w:t xml:space="preserve">Zhotovení </w:t>
      </w:r>
      <w:r w:rsidR="00135D67">
        <w:t>Díla</w:t>
      </w:r>
      <w:r>
        <w:t xml:space="preserve"> musí být provedeno v koordinaci s připravovanými, případně aktuálně realizovanými akcemi a to i dalších investorů, které přímo s předmětnou akcí souvisí nebo ji mohou ovlivnit. Součástí plnění Díla je i zajištění koordinace při </w:t>
      </w:r>
      <w:r w:rsidR="00FC4AD3">
        <w:t xml:space="preserve">přípravě a zhotovení </w:t>
      </w:r>
      <w:r>
        <w:t>prací, poskytování a rozsahu výluk, přidělení prostorů pro staveniště v</w:t>
      </w:r>
      <w:r w:rsidR="00FC4AD3">
        <w:t> </w:t>
      </w:r>
      <w:r>
        <w:t xml:space="preserve">jednotlivých žst. apod. </w:t>
      </w:r>
    </w:p>
    <w:p w14:paraId="6AC4B81B" w14:textId="079AF324" w:rsidR="00B65BB3" w:rsidRDefault="00B65BB3" w:rsidP="0069470F">
      <w:pPr>
        <w:pStyle w:val="Text2-1"/>
      </w:pPr>
      <w:r w:rsidRPr="00512C69">
        <w:t>Stavba též musí být koordinována na základě informací, které vyplynou při zpracovávání díla.</w:t>
      </w:r>
    </w:p>
    <w:p w14:paraId="23C4524A" w14:textId="77777777" w:rsidR="0069470F" w:rsidRDefault="0069470F" w:rsidP="0069470F">
      <w:pPr>
        <w:pStyle w:val="Nadpis2-1"/>
      </w:pPr>
      <w:bookmarkStart w:id="29" w:name="_Toc59357441"/>
      <w:bookmarkStart w:id="30" w:name="_Toc60211825"/>
      <w:bookmarkStart w:id="31" w:name="_Toc59357442"/>
      <w:bookmarkStart w:id="32" w:name="_Toc60211826"/>
      <w:bookmarkStart w:id="33" w:name="_Toc59357443"/>
      <w:bookmarkStart w:id="34" w:name="_Toc60211827"/>
      <w:bookmarkStart w:id="35" w:name="_Toc59357444"/>
      <w:bookmarkStart w:id="36" w:name="_Toc60211828"/>
      <w:bookmarkStart w:id="37" w:name="_Toc7077115"/>
      <w:bookmarkStart w:id="38" w:name="_Toc63869842"/>
      <w:bookmarkEnd w:id="29"/>
      <w:bookmarkEnd w:id="30"/>
      <w:bookmarkEnd w:id="31"/>
      <w:bookmarkEnd w:id="32"/>
      <w:bookmarkEnd w:id="33"/>
      <w:bookmarkEnd w:id="34"/>
      <w:bookmarkEnd w:id="35"/>
      <w:bookmarkEnd w:id="36"/>
      <w:r>
        <w:t xml:space="preserve">ZVLÁŠTNÍ </w:t>
      </w:r>
      <w:r w:rsidRPr="00EC2E51">
        <w:t>TECHNICKÉ</w:t>
      </w:r>
      <w:r>
        <w:t xml:space="preserve"> PODMÍNKY A POŽADAVKY NA PROVEDENÍ DÍLA</w:t>
      </w:r>
      <w:bookmarkEnd w:id="37"/>
      <w:bookmarkEnd w:id="38"/>
    </w:p>
    <w:p w14:paraId="3D95B81A" w14:textId="77777777" w:rsidR="0069470F" w:rsidRDefault="0069470F" w:rsidP="0069470F">
      <w:pPr>
        <w:pStyle w:val="Nadpis2-2"/>
      </w:pPr>
      <w:bookmarkStart w:id="39" w:name="_Toc7077116"/>
      <w:bookmarkStart w:id="40" w:name="_Toc63869843"/>
      <w:r>
        <w:t>Všeobecně</w:t>
      </w:r>
      <w:bookmarkEnd w:id="39"/>
      <w:bookmarkEnd w:id="40"/>
    </w:p>
    <w:p w14:paraId="33C48168" w14:textId="77777777" w:rsidR="00646589" w:rsidRDefault="00646589" w:rsidP="0085360C">
      <w:pPr>
        <w:pStyle w:val="Text2-1"/>
      </w:pPr>
      <w:r>
        <w:t xml:space="preserve">Pro přesnou </w:t>
      </w:r>
      <w:r w:rsidRPr="00111422">
        <w:t xml:space="preserve">identifikaci podzemních sítí, metalických a optických kabelů, kanalizace, vody a plynu budou použity </w:t>
      </w:r>
      <w:r w:rsidRPr="00111422">
        <w:rPr>
          <w:rStyle w:val="Tun"/>
        </w:rPr>
        <w:t>RFID markery</w:t>
      </w:r>
      <w:r w:rsidRPr="00111422">
        <w:t>. Mohou se používat pouze markery, u kterých není nutné při ukládání dbát na jejich orientaci. V rámci jednotného značení v sítích SŽ je nutné zachovat standardní barevné značení, které doporučují</w:t>
      </w:r>
      <w:r>
        <w:t xml:space="preserve"> výrobci.</w:t>
      </w:r>
    </w:p>
    <w:p w14:paraId="14A542F5" w14:textId="77777777" w:rsidR="00646589" w:rsidRPr="001A64B9" w:rsidRDefault="00646589" w:rsidP="005E7A26">
      <w:pPr>
        <w:pStyle w:val="Textbezslovn"/>
        <w:keepNext/>
        <w:rPr>
          <w:rStyle w:val="Tun"/>
        </w:rPr>
      </w:pPr>
      <w:r w:rsidRPr="001A64B9">
        <w:rPr>
          <w:rStyle w:val="Tun"/>
        </w:rPr>
        <w:t>Minimální požadavky na použití markerů jsou následující:</w:t>
      </w:r>
    </w:p>
    <w:p w14:paraId="2306721E" w14:textId="77777777" w:rsidR="00646589" w:rsidRDefault="00646589" w:rsidP="005E7A26">
      <w:pPr>
        <w:pStyle w:val="Odstavec1-1a"/>
        <w:numPr>
          <w:ilvl w:val="0"/>
          <w:numId w:val="42"/>
        </w:numPr>
      </w:pPr>
      <w:r w:rsidRPr="001A64B9">
        <w:rPr>
          <w:rStyle w:val="Tun"/>
        </w:rPr>
        <w:t>Silová zařízení a kabely</w:t>
      </w:r>
      <w:r>
        <w:t xml:space="preserve"> (včetně kabelů určených k napájení zabezpečovacích zařízení) – </w:t>
      </w:r>
      <w:r w:rsidRPr="005E7A26">
        <w:rPr>
          <w:b/>
        </w:rPr>
        <w:t>červený marker</w:t>
      </w:r>
      <w:r>
        <w:t xml:space="preserve"> </w:t>
      </w:r>
      <w:r w:rsidR="00BE22AA">
        <w:t>[</w:t>
      </w:r>
      <w:r>
        <w:t>169,8 kHz</w:t>
      </w:r>
      <w:r w:rsidR="00BE22AA">
        <w:t xml:space="preserve">] - </w:t>
      </w:r>
      <w:r>
        <w:t>trasy kabelů (v případě požadavku umístění po cca 50 m); přípojky; zakopané spojky; křížení kabelů; servisní smyčky; paty instalačních trubek; ohyby, změny hloubky; poklopy; rozvodové smyčky.</w:t>
      </w:r>
    </w:p>
    <w:p w14:paraId="4954BCD1" w14:textId="77777777" w:rsidR="00646589" w:rsidRDefault="00646589" w:rsidP="005E7A26">
      <w:pPr>
        <w:pStyle w:val="Odstavec1-1a"/>
      </w:pPr>
      <w:r w:rsidRPr="001A64B9">
        <w:rPr>
          <w:rStyle w:val="Tun"/>
        </w:rPr>
        <w:t>Rozvody vody a jejich zařízení</w:t>
      </w:r>
      <w:r>
        <w:t xml:space="preserve"> - </w:t>
      </w:r>
      <w:r w:rsidRPr="005E7A26">
        <w:rPr>
          <w:b/>
        </w:rPr>
        <w:t>modrý marker</w:t>
      </w:r>
      <w:r>
        <w:t xml:space="preserve"> </w:t>
      </w:r>
      <w:r w:rsidR="00BE22AA">
        <w:t>[</w:t>
      </w:r>
      <w:r>
        <w:t>145,7</w:t>
      </w:r>
      <w:r w:rsidR="00BE22AA">
        <w:t> </w:t>
      </w:r>
      <w:r>
        <w:t>kHz</w:t>
      </w:r>
      <w:r w:rsidR="00BE22AA">
        <w:t xml:space="preserve">] - </w:t>
      </w:r>
      <w:r w:rsidRPr="00962766">
        <w:t>trasy</w:t>
      </w:r>
      <w:r>
        <w:t xml:space="preserve"> potrubí; paty servisních sloupců; potrubí z PVC; všechny typy ventilů; křížení, rozdvojky; čistící výstupy; konce obalů.</w:t>
      </w:r>
    </w:p>
    <w:p w14:paraId="52DC888C" w14:textId="77777777" w:rsidR="00646589" w:rsidRDefault="00646589" w:rsidP="005E7A26">
      <w:pPr>
        <w:pStyle w:val="Odstavec1-1a"/>
      </w:pPr>
      <w:r w:rsidRPr="001A64B9">
        <w:rPr>
          <w:rStyle w:val="Tun"/>
        </w:rPr>
        <w:t>Rozvody plynu a jejich zařízení</w:t>
      </w:r>
      <w:r>
        <w:t xml:space="preserve"> – </w:t>
      </w:r>
      <w:r w:rsidRPr="005E7A26">
        <w:rPr>
          <w:b/>
        </w:rPr>
        <w:t>žlutý marker</w:t>
      </w:r>
      <w:r>
        <w:t xml:space="preserve"> </w:t>
      </w:r>
      <w:r w:rsidR="00BE22AA">
        <w:t>[</w:t>
      </w:r>
      <w:r>
        <w:t>383,0 kHz</w:t>
      </w:r>
      <w:r w:rsidR="00BE22AA">
        <w:t xml:space="preserve">] </w:t>
      </w:r>
      <w:r w:rsidRPr="00962766">
        <w:t>trasy</w:t>
      </w:r>
      <w:r>
        <w:t xml:space="preserve"> potrubí; paty rozvodných sloupů; paty servisních sloupů; křížení, všechny typy ventilů; měřicí skříně; ukončovací armatury; hloubkové změny; překladové armatury; stlačená místa; armatury na </w:t>
      </w:r>
      <w:r w:rsidRPr="001A64B9">
        <w:t>regulaci</w:t>
      </w:r>
      <w:r>
        <w:t xml:space="preserve"> tlaku; elektrotavné spojky; všechny typy armatur a</w:t>
      </w:r>
      <w:r w:rsidR="00BE22AA">
        <w:t> </w:t>
      </w:r>
      <w:r>
        <w:t>spojů.</w:t>
      </w:r>
    </w:p>
    <w:p w14:paraId="716F4EE7" w14:textId="77777777" w:rsidR="00646589" w:rsidRDefault="00646589" w:rsidP="005E7A26">
      <w:pPr>
        <w:pStyle w:val="Odstavec1-1a"/>
      </w:pPr>
      <w:r w:rsidRPr="001A64B9">
        <w:rPr>
          <w:rStyle w:val="Tun"/>
        </w:rPr>
        <w:t>Sdělovací zařízení a kabely</w:t>
      </w:r>
      <w:r>
        <w:t xml:space="preserve"> – </w:t>
      </w:r>
      <w:r w:rsidRPr="005E7A26">
        <w:rPr>
          <w:b/>
        </w:rPr>
        <w:t>oranžový marker</w:t>
      </w:r>
      <w:r>
        <w:t xml:space="preserve"> </w:t>
      </w:r>
      <w:r w:rsidR="00BE22AA">
        <w:t>[</w:t>
      </w:r>
      <w:r>
        <w:t>101,4 kHz</w:t>
      </w:r>
      <w:r w:rsidR="00BE22AA">
        <w:t xml:space="preserve">] - </w:t>
      </w:r>
      <w:r>
        <w:t xml:space="preserve">trasy kabelů sdělovacích optických a HDPE (v případě požadavku umístění po cca 50 m a na lomové body); uložení kabelových metalických spojek; anomálie na kabelové trase – v </w:t>
      </w:r>
      <w:r w:rsidRPr="001A64B9">
        <w:t>případě</w:t>
      </w:r>
      <w:r>
        <w:t xml:space="preserve"> požadavku správce</w:t>
      </w:r>
      <w:r w:rsidR="00BE22AA">
        <w:t xml:space="preserve">; </w:t>
      </w:r>
      <w:r>
        <w:t>kabelové rezervy metalických, optických a</w:t>
      </w:r>
      <w:r w:rsidR="00BE22AA">
        <w:t> </w:t>
      </w:r>
      <w:r>
        <w:t>kombinovaných (hybridních) kabelů; odbočné body z páteřních tras optických kabelů a HDPE; uložení spojek optických a kombinovaných (hybridních) kabelů (markery v zapisovatelném provedení).</w:t>
      </w:r>
    </w:p>
    <w:p w14:paraId="5632F146" w14:textId="77777777" w:rsidR="00646589" w:rsidRDefault="00646589" w:rsidP="005E7A26">
      <w:pPr>
        <w:pStyle w:val="Odstavec1-1a"/>
      </w:pPr>
      <w:r w:rsidRPr="001A64B9">
        <w:rPr>
          <w:rStyle w:val="Tun"/>
        </w:rPr>
        <w:t>Zabezpečovací zařízení</w:t>
      </w:r>
      <w:r>
        <w:t xml:space="preserve"> – </w:t>
      </w:r>
      <w:r w:rsidRPr="005E7A26">
        <w:rPr>
          <w:b/>
        </w:rPr>
        <w:t>fialový marker</w:t>
      </w:r>
      <w:r>
        <w:t xml:space="preserve"> </w:t>
      </w:r>
      <w:r w:rsidR="00BE22AA">
        <w:t>[</w:t>
      </w:r>
      <w:r>
        <w:t>66,</w:t>
      </w:r>
      <w:r w:rsidR="00BE22AA">
        <w:t>35 </w:t>
      </w:r>
      <w:r>
        <w:t>kHz</w:t>
      </w:r>
      <w:r w:rsidR="00BE22AA">
        <w:t xml:space="preserve">] - </w:t>
      </w:r>
      <w:r>
        <w:t>trasy kabelů zabezpečovacích, včetně kabelů optických a HDPE – doporučené umístění markeru po cca 50 m a na lomové body; uložení kabelových metalických spojek (markery v</w:t>
      </w:r>
      <w:r w:rsidR="00BE22AA">
        <w:t> </w:t>
      </w:r>
      <w:r>
        <w:t xml:space="preserve">zapisovatelném provedení); anomálie na kabelové trase (např. změny </w:t>
      </w:r>
      <w:r w:rsidRPr="001A64B9">
        <w:t>hloubky</w:t>
      </w:r>
      <w:r>
        <w:t>, odbočné body) – v případě požadavku správce markery v zapisovatelném provedení; kabelové rezervy metalických, optických a kombinovaných (hybridních) kabelů (markery v zapisovatelném provedení); uložení spojek optických a</w:t>
      </w:r>
      <w:r w:rsidR="00BE22AA">
        <w:t> </w:t>
      </w:r>
      <w:r>
        <w:t>kombinovaných (hybridních) kabelů (markery v zapisovatelném provedení).</w:t>
      </w:r>
    </w:p>
    <w:p w14:paraId="7B5EDFEB" w14:textId="77777777" w:rsidR="00646589" w:rsidRDefault="00646589" w:rsidP="005E7A26">
      <w:pPr>
        <w:pStyle w:val="Odstavec1-1a"/>
      </w:pPr>
      <w:r w:rsidRPr="001A64B9">
        <w:rPr>
          <w:rStyle w:val="Tun"/>
        </w:rPr>
        <w:t>Odpadní voda</w:t>
      </w:r>
      <w:r>
        <w:t xml:space="preserve"> – </w:t>
      </w:r>
      <w:r w:rsidRPr="005E7A26">
        <w:rPr>
          <w:b/>
        </w:rPr>
        <w:t>zelený marker</w:t>
      </w:r>
      <w:r>
        <w:t xml:space="preserve"> </w:t>
      </w:r>
      <w:r w:rsidR="00BE22AA">
        <w:t>[</w:t>
      </w:r>
      <w:r>
        <w:t>121,6 kHz</w:t>
      </w:r>
      <w:r w:rsidR="00BE22AA">
        <w:t xml:space="preserve">] - </w:t>
      </w:r>
      <w:r>
        <w:t>ventily; všechny typy armatur; čistící výstupy; paty servisních sloupců; vedlejší vedení; značení tras nekovových objektů.</w:t>
      </w:r>
    </w:p>
    <w:p w14:paraId="01C1443E" w14:textId="77777777" w:rsidR="00646589" w:rsidRDefault="00646589" w:rsidP="005E7A26">
      <w:pPr>
        <w:pStyle w:val="Text2-2"/>
      </w:pPr>
      <w:r>
        <w:t>Označníky je nutno k uloženým kabelům, potrubím a podzemním zařízením pevně upevňovat (např. plastovou vázací páskou).</w:t>
      </w:r>
    </w:p>
    <w:p w14:paraId="6E63BA63" w14:textId="77777777" w:rsidR="00646589" w:rsidRDefault="00646589" w:rsidP="005E7A26">
      <w:pPr>
        <w:pStyle w:val="Text2-2"/>
      </w:pPr>
      <w:r>
        <w:t>U sdělovacích a zabezpečovacích kabelů OŘ se bude informace o markerech zadávat do pasportu do volitelné položky 2 pod označením „RFID“.</w:t>
      </w:r>
    </w:p>
    <w:p w14:paraId="02F26D32" w14:textId="77777777" w:rsidR="00646589" w:rsidRDefault="00646589" w:rsidP="005E7A26">
      <w:pPr>
        <w:pStyle w:val="Text2-2"/>
      </w:pPr>
      <w:r>
        <w:lastRenderedPageBreak/>
        <w:t>U složek, které nemají žádnou elektronickou databázi, se bude tato informace zadávat ve stejném znění do dokumentace.</w:t>
      </w:r>
    </w:p>
    <w:p w14:paraId="2953B9B5" w14:textId="77777777" w:rsidR="00646589" w:rsidRDefault="00646589" w:rsidP="005E7A26">
      <w:pPr>
        <w:pStyle w:val="Text2-2"/>
      </w:pPr>
      <w:r>
        <w:t>Informace o použití markerů bude zaznamenaná do DSPS.</w:t>
      </w:r>
    </w:p>
    <w:p w14:paraId="0C08247C" w14:textId="77777777" w:rsidR="00646589" w:rsidRDefault="00646589" w:rsidP="005E7A26">
      <w:pPr>
        <w:pStyle w:val="Text2-2"/>
      </w:pPr>
      <w:r>
        <w:t>Do digitální dokumentace se budou zaznamenávat markery ve tvaru kolečka s velkým písmenem M uprostřed ve všech 6-ti vrstvách odpovídajících kategoriím podzemních vedení. Značka bude tvarově stejná pro všech 6</w:t>
      </w:r>
      <w:r w:rsidR="005E7A26">
        <w:t> </w:t>
      </w:r>
      <w:r>
        <w:t>vrstev, rozlišení kategorie bude pouze barvou, která bude odpovídat barvě markeru.</w:t>
      </w:r>
    </w:p>
    <w:p w14:paraId="6A5FFB46" w14:textId="77777777" w:rsidR="00806E3F" w:rsidRPr="00F347FE" w:rsidRDefault="00806E3F" w:rsidP="00806E3F">
      <w:pPr>
        <w:pStyle w:val="Text2-1"/>
      </w:pPr>
      <w:r w:rsidRPr="00F347FE">
        <w:t>S ohledem na skutečnost, že stavbou je upravováno mimo jiné i stávající zabezpečovací zařízení, je nutné, aby zhotovení Díla probíhalo v úzké spolupráci se správcem zařízení a jeho odbornými složkami.</w:t>
      </w:r>
    </w:p>
    <w:p w14:paraId="0B6BB5B7" w14:textId="77777777" w:rsidR="00EE5578" w:rsidRPr="00811815" w:rsidRDefault="00EE5578" w:rsidP="00EE5578">
      <w:pPr>
        <w:pStyle w:val="Nadpis2-2"/>
      </w:pPr>
      <w:bookmarkStart w:id="41" w:name="_Toc59357447"/>
      <w:bookmarkStart w:id="42" w:name="_Toc60211831"/>
      <w:bookmarkStart w:id="43" w:name="_Toc59357448"/>
      <w:bookmarkStart w:id="44" w:name="_Toc60211832"/>
      <w:bookmarkStart w:id="45" w:name="_Toc12371206"/>
      <w:bookmarkStart w:id="46" w:name="_Toc63869844"/>
      <w:bookmarkEnd w:id="41"/>
      <w:bookmarkEnd w:id="42"/>
      <w:bookmarkEnd w:id="43"/>
      <w:bookmarkEnd w:id="44"/>
      <w:r w:rsidRPr="00811815">
        <w:t xml:space="preserve">Zhotovení </w:t>
      </w:r>
      <w:r w:rsidRPr="00EE5578">
        <w:t>Projektové</w:t>
      </w:r>
      <w:r w:rsidRPr="00811815">
        <w:t xml:space="preserve"> dokumentace</w:t>
      </w:r>
      <w:bookmarkEnd w:id="45"/>
      <w:bookmarkEnd w:id="46"/>
    </w:p>
    <w:p w14:paraId="3E26DC63" w14:textId="77777777" w:rsidR="00EE5578" w:rsidRPr="00EE5578" w:rsidRDefault="00EE5578" w:rsidP="00EE5578">
      <w:pPr>
        <w:pStyle w:val="Text2-1"/>
      </w:pPr>
      <w:r w:rsidRPr="00EE5578">
        <w:t>Projektová dokumentace bude zpracována dle schválené Z</w:t>
      </w:r>
      <w:r w:rsidR="00EF7C12">
        <w:t>jednodušené d</w:t>
      </w:r>
      <w:r w:rsidRPr="00EE5578">
        <w:t>okumentace</w:t>
      </w:r>
      <w:r w:rsidR="005601FE">
        <w:t xml:space="preserve"> stavby</w:t>
      </w:r>
      <w:r w:rsidRPr="00EE5578">
        <w:t xml:space="preserve">.  </w:t>
      </w:r>
    </w:p>
    <w:p w14:paraId="73E19090" w14:textId="5695E761" w:rsidR="00D62BB3" w:rsidRPr="005E7A26" w:rsidRDefault="00D62BB3" w:rsidP="00D62BB3">
      <w:pPr>
        <w:pStyle w:val="Text2-1"/>
        <w:rPr>
          <w:b/>
        </w:rPr>
      </w:pPr>
      <w:r w:rsidRPr="005E7A26">
        <w:rPr>
          <w:b/>
        </w:rPr>
        <w:t xml:space="preserve">Rozsah a členění dokumentace DSP </w:t>
      </w:r>
      <w:r w:rsidR="00F347FE">
        <w:rPr>
          <w:b/>
        </w:rPr>
        <w:t xml:space="preserve">nebo DUSP </w:t>
      </w:r>
      <w:r w:rsidRPr="005E7A26">
        <w:rPr>
          <w:b/>
        </w:rPr>
        <w:t>a PDPS:</w:t>
      </w:r>
    </w:p>
    <w:p w14:paraId="2F73D2E8" w14:textId="3A73D1EE" w:rsidR="00D62BB3" w:rsidRDefault="00D62BB3" w:rsidP="00D62BB3">
      <w:pPr>
        <w:pStyle w:val="Text2-2"/>
      </w:pPr>
      <w:r w:rsidRPr="005E7A26">
        <w:rPr>
          <w:b/>
        </w:rPr>
        <w:t>Dokumentace ve stupni DSP</w:t>
      </w:r>
      <w:r>
        <w:t xml:space="preserve"> bude zpracována v členění a rozsahu přílohy č. 3 vyhlášky č. 146/2008 Sb., o rozsahu a obsahu projektové dokumentace dopravních staveb, v platném znění (dále „vyhláška 146/2008 Sb.“) jako projektová dokumentace pro vydání stavebního povolení. Pro potřeby projednání, zejména v rámci SŽ, Zhotovitel použije pro zpracování této dokumentace přílohu č. 2 Směrnice GŘ č. 11/2006 Dokumentace pro přípravu staveb na železničních drahách celostátních a regionálních, v platném znění (dále „Směrnice GŘ č. 11/2006“), v nezbytném rozsahu.</w:t>
      </w:r>
    </w:p>
    <w:p w14:paraId="08495CA0" w14:textId="6ADCD1E9" w:rsidR="00F347FE" w:rsidRDefault="00F347FE" w:rsidP="00D62BB3">
      <w:pPr>
        <w:pStyle w:val="Text2-2"/>
      </w:pPr>
      <w:r w:rsidRPr="005F6C75">
        <w:rPr>
          <w:b/>
        </w:rPr>
        <w:t>Dokumentace ve stupni DUSP</w:t>
      </w:r>
      <w:r w:rsidRPr="009722D3">
        <w:t xml:space="preserve"> bude zpracována v členění a rozsahu přílohy č. 10 vyhlášky č. 499/2006 Sb., o dokumentaci staveb, v platném znění (dále „vyhláška č. 499/2006 Sb.“), jako dokumentace pro vydání společného povolení stavby dráhy. Pro potřeby projednání, zejména v rámci Správy železnic, státní organizace (dále jen „SŽ“), Zhotovitel použije pro zpracování této dokumentace požadavky příloh č. 1 a 2 Směrnice GŘ č.</w:t>
      </w:r>
      <w:r>
        <w:t> </w:t>
      </w:r>
      <w:r w:rsidRPr="009722D3">
        <w:t>11/2006 Dokumentace pro přípravu staveb na železničních drahách celostátních a regionálních, v platném znění (dále „Směrnice GŘ č.</w:t>
      </w:r>
      <w:r>
        <w:t> </w:t>
      </w:r>
      <w:r w:rsidRPr="009722D3">
        <w:t>11/2006“) v nezbytném rozsahu.</w:t>
      </w:r>
    </w:p>
    <w:p w14:paraId="096EEC05" w14:textId="77777777" w:rsidR="00D62BB3" w:rsidRDefault="00D62BB3" w:rsidP="00D62BB3">
      <w:pPr>
        <w:pStyle w:val="Text2-2"/>
      </w:pPr>
      <w:r w:rsidRPr="005E7A26">
        <w:rPr>
          <w:b/>
        </w:rPr>
        <w:t>Dokumentace ve stupni PDPS</w:t>
      </w:r>
      <w:r>
        <w:t xml:space="preserve"> bude zpracována v členění a rozsahu přílohy č. 4 vyhlášky č. 146/2008 Sb. o rozsahu a obsahu projektové dokumentace dopravních staveb, v platném znění. Pro potřeby projednání, zejména v rámci SŽ, Zhotovitel použije pro zpracování této dokumentace přílohu č. 2 Směrnice GŘ č.11/2006.</w:t>
      </w:r>
    </w:p>
    <w:p w14:paraId="7F613834" w14:textId="77777777" w:rsidR="00D62BB3" w:rsidRDefault="00D62BB3" w:rsidP="00D62BB3">
      <w:pPr>
        <w:pStyle w:val="Text2-2"/>
      </w:pPr>
      <w:r w:rsidRPr="00F43E8A">
        <w:t xml:space="preserve">Označení dokumentace, struktura objektové skladby, včetně grafické úpravy Popisového pole bude provedeno dle příloh „Manuál struktury a popisu dokumentace“ (viz Příloha </w:t>
      </w:r>
      <w:r>
        <w:fldChar w:fldCharType="begin"/>
      </w:r>
      <w:r>
        <w:instrText xml:space="preserve"> REF _Ref56682081 \r \h </w:instrText>
      </w:r>
      <w:r>
        <w:fldChar w:fldCharType="separate"/>
      </w:r>
      <w:r w:rsidR="00081DF9">
        <w:t>8.1.1</w:t>
      </w:r>
      <w:r>
        <w:fldChar w:fldCharType="end"/>
      </w:r>
      <w:r w:rsidRPr="00F43E8A">
        <w:t xml:space="preserve">) a „Vzory Popisového pole a Seznamu“ (viz Příloha </w:t>
      </w:r>
      <w:r>
        <w:fldChar w:fldCharType="begin"/>
      </w:r>
      <w:r>
        <w:instrText xml:space="preserve"> REF _Ref56682089 \r \h </w:instrText>
      </w:r>
      <w:r>
        <w:fldChar w:fldCharType="separate"/>
      </w:r>
      <w:r w:rsidR="00081DF9">
        <w:t>8.1.2</w:t>
      </w:r>
      <w:r>
        <w:fldChar w:fldCharType="end"/>
      </w:r>
      <w:r w:rsidRPr="00F43E8A">
        <w:t>).</w:t>
      </w:r>
      <w:r>
        <w:t xml:space="preserve"> Pokud bude v předchozím stupni jiné označení SO/PS, </w:t>
      </w:r>
      <w:r w:rsidRPr="00413B17">
        <w:t xml:space="preserve">Zhotovitel dokumentace v Průvodní technické zprávě uvede pro změnu označení SO a PS převodní tabulku mezi </w:t>
      </w:r>
      <w:r>
        <w:t xml:space="preserve">předchozím stupněm </w:t>
      </w:r>
      <w:r w:rsidRPr="00413B17">
        <w:t>a</w:t>
      </w:r>
      <w:r>
        <w:t xml:space="preserve"> </w:t>
      </w:r>
      <w:r w:rsidRPr="00413B17">
        <w:t>DSP. V</w:t>
      </w:r>
      <w:r>
        <w:t> </w:t>
      </w:r>
      <w:r w:rsidRPr="00413B17">
        <w:t>případě vydaného platného územního rozhodnutí, zajistí souhlas se změnou konvence značení pro potřeby stavebního řízení.</w:t>
      </w:r>
    </w:p>
    <w:p w14:paraId="4FB63287" w14:textId="77777777" w:rsidR="00D62BB3" w:rsidRDefault="00D62BB3" w:rsidP="00FC5EFB">
      <w:pPr>
        <w:pStyle w:val="Text2-2"/>
        <w:numPr>
          <w:ilvl w:val="3"/>
          <w:numId w:val="36"/>
        </w:numPr>
      </w:pPr>
      <w:r>
        <w:t>Součástí PDPS je i zpracování technologických postupů provádění prací včetně kontrolního a zkušebního plánu v jednotlivých etapách stavby (především v plánované výluce) jednotlivých objektech dle projektové dokumentace a TKP.</w:t>
      </w:r>
    </w:p>
    <w:p w14:paraId="1BBD46D4" w14:textId="20499053" w:rsidR="00D62BB3" w:rsidRPr="00FC5EFB" w:rsidRDefault="00D62BB3" w:rsidP="00D62BB3">
      <w:pPr>
        <w:pStyle w:val="Text2-2"/>
        <w:numPr>
          <w:ilvl w:val="3"/>
          <w:numId w:val="37"/>
        </w:numPr>
      </w:pPr>
      <w:r w:rsidRPr="00FC5EFB">
        <w:t>Oba stupně dokumentace (DSP</w:t>
      </w:r>
      <w:r w:rsidR="00F347FE">
        <w:t>/DUSP</w:t>
      </w:r>
      <w:r w:rsidRPr="00FC5EFB">
        <w:t xml:space="preserve"> a PDPS) budou projednány a</w:t>
      </w:r>
      <w:r w:rsidR="00F347FE">
        <w:t> </w:t>
      </w:r>
      <w:r w:rsidRPr="00FC5EFB">
        <w:t>odsouhlaseny společně.</w:t>
      </w:r>
    </w:p>
    <w:p w14:paraId="4752E811" w14:textId="77777777" w:rsidR="00D62BB3" w:rsidRDefault="00D62BB3" w:rsidP="00D62BB3">
      <w:pPr>
        <w:pStyle w:val="Text2-2"/>
      </w:pPr>
      <w:r>
        <w:lastRenderedPageBreak/>
        <w:t xml:space="preserve">Nad rámec povinných příloh dle vyhlášky 146/2008 Sb. budou v Dokladové části dokumentace doložené dle přílohy č. 2 </w:t>
      </w:r>
      <w:r w:rsidR="007B3B23">
        <w:t>S</w:t>
      </w:r>
      <w:r>
        <w:t xml:space="preserve">měrnice </w:t>
      </w:r>
      <w:r w:rsidR="007B3B23">
        <w:t>GŘ</w:t>
      </w:r>
      <w:r>
        <w:t xml:space="preserve"> č. 11/2006 části G, H a I </w:t>
      </w:r>
      <w:r w:rsidRPr="00F347FE">
        <w:t>a dle VTP/P+R/06/20 části</w:t>
      </w:r>
      <w:r>
        <w:t xml:space="preserve"> J a K.</w:t>
      </w:r>
    </w:p>
    <w:p w14:paraId="529D9EBB" w14:textId="77777777" w:rsidR="00417DF3" w:rsidRDefault="00417DF3" w:rsidP="00417DF3">
      <w:pPr>
        <w:pStyle w:val="Text2-2"/>
      </w:pPr>
      <w:r>
        <w:t xml:space="preserve">Zhotovitel zároveň zajistí zpracování veškerých potřebných průzkumů (inženýrskogeologický / geotechnických, stavebně technický atd.).  </w:t>
      </w:r>
    </w:p>
    <w:p w14:paraId="03DF3B83" w14:textId="77777777" w:rsidR="00EF7C12" w:rsidRDefault="00EF7C12" w:rsidP="00EF7C12">
      <w:pPr>
        <w:pStyle w:val="Text2-1"/>
      </w:pPr>
      <w:r w:rsidRPr="00200B6E">
        <w:t xml:space="preserve">V projektové dokumentaci </w:t>
      </w:r>
      <w:r>
        <w:t>pokud to technologie umožní, budou navrženy ledkové výstražníky a</w:t>
      </w:r>
      <w:r w:rsidRPr="00200B6E">
        <w:t xml:space="preserve"> kompozitní břevna </w:t>
      </w:r>
      <w:r>
        <w:t>-</w:t>
      </w:r>
      <w:r w:rsidRPr="00200B6E">
        <w:rPr>
          <w:sz w:val="24"/>
          <w:szCs w:val="24"/>
        </w:rPr>
        <w:t xml:space="preserve"> </w:t>
      </w:r>
      <w:r w:rsidR="00E812EC">
        <w:t>Z</w:t>
      </w:r>
      <w:r w:rsidRPr="00200B6E">
        <w:t xml:space="preserve">hotovitel bude postupovat dle Směrnice č. 34 </w:t>
      </w:r>
      <w:r>
        <w:t>„</w:t>
      </w:r>
      <w:r w:rsidRPr="00101533">
        <w:t>Směrnice pro uvádění do provozu výrobků, kt</w:t>
      </w:r>
      <w:r>
        <w:t>eré jsou součástí sdělovacích a </w:t>
      </w:r>
      <w:r w:rsidRPr="00101533">
        <w:t>zabezpečovacích zařízení a zařízení elektrotechniky a energetiky, na železniční dopravní cestě ve vlastnictví státu státní organizace Správa železniční dopravní cesty ve znění změn</w:t>
      </w:r>
      <w:r>
        <w:t xml:space="preserve">“ </w:t>
      </w:r>
      <w:r w:rsidRPr="00200B6E">
        <w:t>– Zavedení Ověřovacího provozu.</w:t>
      </w:r>
    </w:p>
    <w:p w14:paraId="25FAC052" w14:textId="77777777" w:rsidR="003728F4" w:rsidRPr="00556757" w:rsidRDefault="00417DF3" w:rsidP="003728F4">
      <w:pPr>
        <w:pStyle w:val="Text2-1"/>
      </w:pPr>
      <w:r>
        <w:t>Z</w:t>
      </w:r>
      <w:r w:rsidR="003728F4">
        <w:t xml:space="preserve">hotovitel </w:t>
      </w:r>
      <w:r w:rsidR="003728F4" w:rsidRPr="00556757">
        <w:t>bude přednostně situovat celou stavbu na pozemcích ve správě SŽ</w:t>
      </w:r>
      <w:r w:rsidR="003728F4">
        <w:t>,</w:t>
      </w:r>
      <w:r w:rsidR="003728F4" w:rsidRPr="00556757">
        <w:t xml:space="preserve"> nelze</w:t>
      </w:r>
      <w:r w:rsidR="003728F4">
        <w:noBreakHyphen/>
      </w:r>
      <w:r w:rsidR="003728F4" w:rsidRPr="00556757">
        <w:t xml:space="preserve">li toto splnit, pak na pozemcích v majetku ČD. Umístění stavby na pozemcích jiných vlastníků je možné až po odsouhlasení </w:t>
      </w:r>
      <w:r w:rsidR="003728F4">
        <w:t xml:space="preserve">Objednatelem </w:t>
      </w:r>
      <w:r w:rsidR="003728F4" w:rsidRPr="00556757">
        <w:t xml:space="preserve">na základě opodstatněného návrhu </w:t>
      </w:r>
      <w:r w:rsidR="003728F4">
        <w:t xml:space="preserve">Zhotovitele </w:t>
      </w:r>
      <w:r w:rsidR="003728F4" w:rsidRPr="00556757">
        <w:t>ještě před použitím cizího pozemku</w:t>
      </w:r>
      <w:r w:rsidR="003728F4">
        <w:t>.</w:t>
      </w:r>
      <w:r w:rsidR="003728F4" w:rsidRPr="00556757">
        <w:t xml:space="preserve"> </w:t>
      </w:r>
    </w:p>
    <w:p w14:paraId="1FB0D851" w14:textId="77777777" w:rsidR="003728F4" w:rsidRPr="00556757" w:rsidRDefault="003728F4" w:rsidP="003728F4">
      <w:pPr>
        <w:pStyle w:val="Text2-1"/>
      </w:pPr>
      <w:r w:rsidRPr="00556757">
        <w:t>Pokud stavba bude situována na pozemky ČD, bude přednostně respektována hranice UMVŽST (tzn. na pozemky, které budou převedeny do správy SŽ). Součástí dokumentace bude situace se zákresem SO a PS v katastrální mapě s barevným rozlišením pozemků ve správě SŽ, pozemků ČD určených k převodu do správy SŽ, pozemků ČD a ostatní pozemky.</w:t>
      </w:r>
    </w:p>
    <w:p w14:paraId="5E675CB0" w14:textId="41327C2C" w:rsidR="001F3AF3" w:rsidRPr="00F347FE" w:rsidRDefault="001F3AF3" w:rsidP="001F3AF3">
      <w:pPr>
        <w:pStyle w:val="Text2-1"/>
      </w:pPr>
      <w:r w:rsidRPr="00F347FE">
        <w:t>V případě, že stavba bude zasahovat do pozemků, objektů/místností, které jsou v majetku/právu hospodařit pro SŽ a mohou být komerčně pronajaty, požadujeme v Projektové dokumentaci tyto nemovitosti vypsat a uvést IC nemovitosti, případně SAP číslo místnosti dle evidence SŽ. Pokud z projednání DSP vyplyne, že k zásahům do pronajatých nemovitostí dojde, upozorňujeme předem, že tyto zásahy bude nutné hlásit alespoň 3</w:t>
      </w:r>
      <w:r w:rsidR="00F347FE">
        <w:t> </w:t>
      </w:r>
      <w:r w:rsidRPr="00F347FE">
        <w:t xml:space="preserve">měsíce před zahájením stavby na e-mail: </w:t>
      </w:r>
      <w:hyperlink r:id="rId16" w:history="1">
        <w:r w:rsidRPr="00F347FE">
          <w:rPr>
            <w:u w:val="single"/>
          </w:rPr>
          <w:t>ORPHAobch@</w:t>
        </w:r>
        <w:r w:rsidR="00F347FE">
          <w:rPr>
            <w:u w:val="single"/>
          </w:rPr>
          <w:t xml:space="preserve"> </w:t>
        </w:r>
        <w:r w:rsidRPr="00F347FE">
          <w:rPr>
            <w:u w:val="single"/>
          </w:rPr>
          <w:t>spravazeleznic.cz</w:t>
        </w:r>
      </w:hyperlink>
      <w:r w:rsidRPr="00F347FE">
        <w:t>.</w:t>
      </w:r>
    </w:p>
    <w:p w14:paraId="3E5BADCB" w14:textId="77777777" w:rsidR="00806E3F" w:rsidRPr="006C33D8" w:rsidRDefault="00806E3F" w:rsidP="00806E3F">
      <w:pPr>
        <w:pStyle w:val="Text2-1"/>
        <w:rPr>
          <w:rFonts w:asciiTheme="minorHAnsi" w:hAnsiTheme="minorHAnsi"/>
        </w:rPr>
      </w:pPr>
      <w:r w:rsidRPr="006C33D8">
        <w:rPr>
          <w:rFonts w:asciiTheme="minorHAnsi" w:hAnsiTheme="minorHAnsi"/>
        </w:rPr>
        <w:t xml:space="preserve">Zhotovitel vypracuje </w:t>
      </w:r>
      <w:r>
        <w:rPr>
          <w:rFonts w:asciiTheme="minorHAnsi" w:hAnsiTheme="minorHAnsi"/>
        </w:rPr>
        <w:t>D</w:t>
      </w:r>
      <w:r w:rsidRPr="006C33D8">
        <w:rPr>
          <w:rFonts w:asciiTheme="minorHAnsi" w:hAnsiTheme="minorHAnsi"/>
        </w:rPr>
        <w:t xml:space="preserve">okladovou část </w:t>
      </w:r>
      <w:r>
        <w:rPr>
          <w:rFonts w:asciiTheme="minorHAnsi" w:hAnsiTheme="minorHAnsi"/>
        </w:rPr>
        <w:t xml:space="preserve">Projektové </w:t>
      </w:r>
      <w:r w:rsidRPr="006C33D8">
        <w:rPr>
          <w:rFonts w:asciiTheme="minorHAnsi" w:hAnsiTheme="minorHAnsi"/>
        </w:rPr>
        <w:t>dokumentace a zajistí vyjádření k</w:t>
      </w:r>
      <w:r>
        <w:rPr>
          <w:rFonts w:asciiTheme="minorHAnsi" w:hAnsiTheme="minorHAnsi"/>
        </w:rPr>
        <w:t> </w:t>
      </w:r>
      <w:r w:rsidRPr="006C33D8">
        <w:rPr>
          <w:rFonts w:asciiTheme="minorHAnsi" w:hAnsiTheme="minorHAnsi"/>
        </w:rPr>
        <w:t>podzemním a</w:t>
      </w:r>
      <w:r>
        <w:rPr>
          <w:rFonts w:asciiTheme="minorHAnsi" w:hAnsiTheme="minorHAnsi"/>
        </w:rPr>
        <w:t> </w:t>
      </w:r>
      <w:r w:rsidRPr="006C33D8">
        <w:rPr>
          <w:rFonts w:asciiTheme="minorHAnsi" w:hAnsiTheme="minorHAnsi"/>
        </w:rPr>
        <w:t xml:space="preserve">nadzemním inženýrským sítím. Součástí </w:t>
      </w:r>
      <w:r>
        <w:rPr>
          <w:rFonts w:asciiTheme="minorHAnsi" w:hAnsiTheme="minorHAnsi"/>
        </w:rPr>
        <w:t xml:space="preserve">Projektové </w:t>
      </w:r>
      <w:r w:rsidRPr="006C33D8">
        <w:rPr>
          <w:rFonts w:asciiTheme="minorHAnsi" w:hAnsiTheme="minorHAnsi"/>
        </w:rPr>
        <w:t>dokumentace bude i zhotovení smluv pro zřízení věcných břemen - služebnosti na stavbou dotčených pozemcích nebo kupních smluv.</w:t>
      </w:r>
    </w:p>
    <w:p w14:paraId="5E272720" w14:textId="77777777" w:rsidR="003728F4" w:rsidRPr="00556757" w:rsidRDefault="003728F4" w:rsidP="00962766">
      <w:pPr>
        <w:pStyle w:val="Text2-1"/>
      </w:pPr>
      <w:r w:rsidRPr="00556757">
        <w:t>Bud</w:t>
      </w:r>
      <w:r w:rsidR="00806E3F">
        <w:t>ou</w:t>
      </w:r>
      <w:r w:rsidRPr="00556757">
        <w:t xml:space="preserve"> zpracován</w:t>
      </w:r>
      <w:r w:rsidR="00806E3F">
        <w:t>y</w:t>
      </w:r>
      <w:r w:rsidRPr="00556757">
        <w:t xml:space="preserve"> </w:t>
      </w:r>
      <w:r w:rsidR="0060109A">
        <w:t>Zásad</w:t>
      </w:r>
      <w:r w:rsidR="00806E3F">
        <w:t>y</w:t>
      </w:r>
      <w:r w:rsidR="0060109A">
        <w:t xml:space="preserve"> organizace </w:t>
      </w:r>
      <w:r w:rsidRPr="00556757">
        <w:t>výstavby (stavební postupy a jejich harmonogram, vč.</w:t>
      </w:r>
      <w:r>
        <w:t> </w:t>
      </w:r>
      <w:r w:rsidRPr="00556757">
        <w:t>vyznačení doby trvání rozhodujících SO a PS)</w:t>
      </w:r>
      <w:r w:rsidR="00806E3F">
        <w:t xml:space="preserve">, které </w:t>
      </w:r>
      <w:r w:rsidR="00806E3F" w:rsidRPr="00806E3F">
        <w:t>bud</w:t>
      </w:r>
      <w:r w:rsidR="00806E3F">
        <w:t xml:space="preserve">ou </w:t>
      </w:r>
      <w:r w:rsidR="00806E3F" w:rsidRPr="00806E3F">
        <w:t>vycházet ze schválené Zjednodušené dokumentace stavby</w:t>
      </w:r>
      <w:r w:rsidR="00806E3F">
        <w:t>.</w:t>
      </w:r>
    </w:p>
    <w:p w14:paraId="1F14E36C" w14:textId="77777777" w:rsidR="003728F4" w:rsidRDefault="003728F4" w:rsidP="003728F4">
      <w:pPr>
        <w:pStyle w:val="Text2-1"/>
      </w:pPr>
      <w:r w:rsidRPr="00556757">
        <w:t>V</w:t>
      </w:r>
      <w:r w:rsidR="0060109A">
        <w:t xml:space="preserve"> Projektové </w:t>
      </w:r>
      <w:r w:rsidRPr="00556757">
        <w:t>dokumentaci budou vyznačeny předpokládané plochy zařízení staveniště, nutné pro výstavbu jednotlivých SO a PS, vytipovány přípojné body elektrické energie, telefonu, vody popř. plynu včetně řešení nutného sociálního zázemí pro pracovníky. Podmínky napojení na inženýrské sítě pro účely zařízení staveniště budou projednány se správci sítí.</w:t>
      </w:r>
    </w:p>
    <w:p w14:paraId="7F65762E" w14:textId="77777777" w:rsidR="003728F4" w:rsidRPr="00556757" w:rsidRDefault="003728F4" w:rsidP="003728F4">
      <w:pPr>
        <w:pStyle w:val="Text2-1"/>
      </w:pPr>
      <w:r w:rsidRPr="00556757">
        <w:t xml:space="preserve">Schvalovací protokol bude ze strany </w:t>
      </w:r>
      <w:r>
        <w:t>O</w:t>
      </w:r>
      <w:r w:rsidRPr="00556757">
        <w:t xml:space="preserve">bjednatele vydáván znovu pouze v případě oprávněných změn nákladů stavby, v ostatních případech se za právoplatný považuje Schvalovací protokol vydaný na základě předešlého stupně dokumentace, který je závazným podkladem pro výběr Zhotovitele díla.  Za Posuzovací protokol stavby bude považováno souhrnné vydání všech souhlasných stanovisek k jednotlivým PS a SO na závěr všech dílčích projednání a projektových prací, jako součást </w:t>
      </w:r>
      <w:r>
        <w:t>D</w:t>
      </w:r>
      <w:r w:rsidRPr="00556757">
        <w:t xml:space="preserve">okladové části </w:t>
      </w:r>
      <w:r w:rsidR="00806E3F">
        <w:t>P</w:t>
      </w:r>
      <w:r>
        <w:t>rojektové dokumentace</w:t>
      </w:r>
      <w:r w:rsidRPr="00556757">
        <w:t xml:space="preserve">. Toto je </w:t>
      </w:r>
      <w:r w:rsidR="00E812EC">
        <w:t>Z</w:t>
      </w:r>
      <w:r w:rsidRPr="00556757">
        <w:t>hotovitel povinen předložit nejpozději do 1 měsíce po odsouhlasení projekt</w:t>
      </w:r>
      <w:r w:rsidR="007D2E01">
        <w:t xml:space="preserve">ové dokumentace </w:t>
      </w:r>
      <w:r w:rsidRPr="00556757">
        <w:t>u posledního PS nebo SO.</w:t>
      </w:r>
    </w:p>
    <w:p w14:paraId="7273BBA4" w14:textId="77777777" w:rsidR="00417DF3" w:rsidRPr="00811815" w:rsidRDefault="00417DF3" w:rsidP="00417DF3">
      <w:pPr>
        <w:pStyle w:val="Text2-1"/>
      </w:pPr>
      <w:r w:rsidRPr="009113CD">
        <w:t xml:space="preserve">V článku 5.2 ve </w:t>
      </w:r>
      <w:r w:rsidRPr="00F347FE">
        <w:t>VTP/P+R/06/20</w:t>
      </w:r>
      <w:r w:rsidRPr="009113CD">
        <w:t xml:space="preserve"> se v celém článku nahrazuje označení „Část I. Geodetická dokumentace“ na označení „Dokladová část - Geodetická dokumentace“, viz „Manuál struktury a popisu dokumentace“ (</w:t>
      </w:r>
      <w:r>
        <w:t xml:space="preserve">viz </w:t>
      </w:r>
      <w:r w:rsidRPr="009113CD">
        <w:t xml:space="preserve">Příloha </w:t>
      </w:r>
      <w:r>
        <w:fldChar w:fldCharType="begin"/>
      </w:r>
      <w:r>
        <w:instrText xml:space="preserve"> REF _Ref56682081 \r \h </w:instrText>
      </w:r>
      <w:r>
        <w:fldChar w:fldCharType="separate"/>
      </w:r>
      <w:r w:rsidR="00081DF9">
        <w:t>8.1.1</w:t>
      </w:r>
      <w:r>
        <w:fldChar w:fldCharType="end"/>
      </w:r>
      <w:r w:rsidRPr="009113CD">
        <w:t>).</w:t>
      </w:r>
    </w:p>
    <w:p w14:paraId="17A1BF4D" w14:textId="77777777" w:rsidR="00EE5578" w:rsidRPr="00EE5578" w:rsidRDefault="00EE5578" w:rsidP="00EE5578">
      <w:pPr>
        <w:pStyle w:val="Text2-1"/>
      </w:pPr>
      <w:r w:rsidRPr="00EE5578">
        <w:t xml:space="preserve">Zhotovitel </w:t>
      </w:r>
      <w:r w:rsidR="00135D67">
        <w:t>D</w:t>
      </w:r>
      <w:r w:rsidRPr="00EE5578">
        <w:t xml:space="preserve">íla zajistí důsledné plnění požadavků vyplývající z vyjádření dotčených orgánů a osob uvedených v dokladové části </w:t>
      </w:r>
      <w:r w:rsidR="00417DF3">
        <w:t xml:space="preserve">předchozího stupně dokumentace </w:t>
      </w:r>
      <w:r w:rsidRPr="00EE5578">
        <w:t>a</w:t>
      </w:r>
      <w:r w:rsidR="005E7A26">
        <w:t> </w:t>
      </w:r>
      <w:r w:rsidRPr="00EE5578">
        <w:t>související dokumentace a to ve vzájemné součinnosti a návaznosti.</w:t>
      </w:r>
    </w:p>
    <w:p w14:paraId="33349E47" w14:textId="77777777" w:rsidR="003B59E5" w:rsidRPr="006C33D8" w:rsidRDefault="005601FE" w:rsidP="005601FE">
      <w:pPr>
        <w:pStyle w:val="Text2-1"/>
      </w:pPr>
      <w:r w:rsidRPr="006C33D8">
        <w:lastRenderedPageBreak/>
        <w:t xml:space="preserve">Zhotovitel zajistí zpracování a podání žádosti o potřebné stavební povolení na základě udělení plné moci </w:t>
      </w:r>
      <w:r>
        <w:t>O</w:t>
      </w:r>
      <w:r w:rsidRPr="006C33D8">
        <w:t>bjednatelem a zajistí vydání stavebního povolení, nebo oznámení ve zkráceném řízení.</w:t>
      </w:r>
    </w:p>
    <w:p w14:paraId="04A8D134" w14:textId="77777777" w:rsidR="00EE5578" w:rsidRPr="005E7A26" w:rsidRDefault="00417DF3" w:rsidP="00EE5578">
      <w:pPr>
        <w:pStyle w:val="Text2-1"/>
        <w:rPr>
          <w:b/>
        </w:rPr>
      </w:pPr>
      <w:r w:rsidRPr="005E7A26">
        <w:rPr>
          <w:b/>
        </w:rPr>
        <w:t xml:space="preserve">Zhotovení </w:t>
      </w:r>
      <w:r w:rsidR="00EE5578" w:rsidRPr="005E7A26">
        <w:rPr>
          <w:b/>
        </w:rPr>
        <w:t>stavby lze zahájit až po schválení Projektové dokumentace Objednatelem a nabytí právní moci stavebního povolení.</w:t>
      </w:r>
    </w:p>
    <w:p w14:paraId="36B21FF8" w14:textId="77777777" w:rsidR="001F3AF3" w:rsidRPr="00F347FE" w:rsidRDefault="001F3AF3" w:rsidP="00EE5578">
      <w:pPr>
        <w:pStyle w:val="Text2-1"/>
      </w:pPr>
      <w:r w:rsidRPr="00F347FE">
        <w:t xml:space="preserve">Odstavec 4.1.18 </w:t>
      </w:r>
      <w:r w:rsidR="00C8737A" w:rsidRPr="00F347FE">
        <w:t>VTP/P+R/06/20 se ruší a nahrazuje se následujícím textem:</w:t>
      </w:r>
    </w:p>
    <w:p w14:paraId="6A812BE2" w14:textId="77777777" w:rsidR="00C8737A" w:rsidRDefault="00C8737A" w:rsidP="005E7A26">
      <w:pPr>
        <w:pStyle w:val="Textbezslovn"/>
      </w:pPr>
      <w:r w:rsidRPr="00F347FE">
        <w:t xml:space="preserve">Zhotovitel je při zhotovení návrhu harmonogramu stavby povinen efektivně a optimálně navrhnout časový plán realizace stavby rozdělený do jednotlivých stavebních postupů s maximálním využitím doby pro efektivní časovou koordinaci, vzájemně na sebe navazujících činností zahrnutých do stavby. Navržený časový plán bude </w:t>
      </w:r>
      <w:r w:rsidRPr="00F347FE">
        <w:rPr>
          <w:b/>
        </w:rPr>
        <w:t>efektivně využívat 7 dnů v týdnu</w:t>
      </w:r>
      <w:r w:rsidRPr="00F347FE">
        <w:t xml:space="preserve">, se zohledněním státem uznávaných svátků v ČR a </w:t>
      </w:r>
      <w:r w:rsidRPr="00F347FE">
        <w:rPr>
          <w:b/>
        </w:rPr>
        <w:t>využitím dvousměnné pracovní doby (5:00 – 22:00 hodin)</w:t>
      </w:r>
      <w:r w:rsidRPr="00F347FE">
        <w:t xml:space="preserve">. Při návrhu harmonogramu projektant prověří možnost souběhu jednotlivých postupů pro maximální zkrácení doby výstavby </w:t>
      </w:r>
      <w:r w:rsidRPr="00F347FE">
        <w:rPr>
          <w:b/>
        </w:rPr>
        <w:t>a možnost provádění vybraných činností v</w:t>
      </w:r>
      <w:r w:rsidR="003C53EE" w:rsidRPr="00F347FE">
        <w:rPr>
          <w:b/>
        </w:rPr>
        <w:t> </w:t>
      </w:r>
      <w:r w:rsidRPr="00F347FE">
        <w:rPr>
          <w:b/>
        </w:rPr>
        <w:t>nočních směnách</w:t>
      </w:r>
      <w:r w:rsidRPr="00F347FE">
        <w:t>. Pro noční práce budou vždy stanovené podmínky a požadavky, za kterých se budou práce provádět.  V harmonogramu stavby bude taktéž definovaná kritická cesta pro realizaci stavby, která bude zahrnovat seznamu činností a podmínek, které zásadním způsobem ovlivňují dobu určenou pro realizaci a dokončení stavby. Datum dokončení poslední činnosti na kritické cestě bude zároveň datem dokončení stavby. Pro kritické činnosti bude platit, že jejich celková časová rezerva, tj. volná časová rezerva je rovna nule, tzn., že zdržení počátku takové činnosti nebo prodloužení doby trvání činnosti bude mít vliv na konečné datum dokončení stavby.</w:t>
      </w:r>
      <w:r w:rsidR="003C53EE" w:rsidRPr="00F347FE">
        <w:t xml:space="preserve"> Objednatel požaduje, aby ukončení výlukových prací nebylo plánováno na dny pracovního volna a pracovního klidu, případně v pracovní dny po 16.00 hod.</w:t>
      </w:r>
    </w:p>
    <w:p w14:paraId="3462AAFD" w14:textId="77777777" w:rsidR="00EE5578" w:rsidRPr="00811815" w:rsidRDefault="00EE5578" w:rsidP="00EE5578">
      <w:pPr>
        <w:pStyle w:val="Nadpis2-2"/>
        <w:spacing w:before="240"/>
        <w:contextualSpacing/>
      </w:pPr>
      <w:bookmarkStart w:id="47" w:name="_Toc59357450"/>
      <w:bookmarkStart w:id="48" w:name="_Toc60211834"/>
      <w:bookmarkStart w:id="49" w:name="_Toc59357451"/>
      <w:bookmarkStart w:id="50" w:name="_Toc60211835"/>
      <w:bookmarkStart w:id="51" w:name="_Toc59357452"/>
      <w:bookmarkStart w:id="52" w:name="_Toc60211836"/>
      <w:bookmarkStart w:id="53" w:name="_Toc59357453"/>
      <w:bookmarkStart w:id="54" w:name="_Toc60211837"/>
      <w:bookmarkStart w:id="55" w:name="_Toc12371207"/>
      <w:bookmarkStart w:id="56" w:name="_Toc63869845"/>
      <w:bookmarkEnd w:id="47"/>
      <w:bookmarkEnd w:id="48"/>
      <w:bookmarkEnd w:id="49"/>
      <w:bookmarkEnd w:id="50"/>
      <w:bookmarkEnd w:id="51"/>
      <w:bookmarkEnd w:id="52"/>
      <w:bookmarkEnd w:id="53"/>
      <w:bookmarkEnd w:id="54"/>
      <w:r w:rsidRPr="00811815">
        <w:t>Zhotovení stavby</w:t>
      </w:r>
      <w:bookmarkEnd w:id="55"/>
      <w:bookmarkEnd w:id="56"/>
    </w:p>
    <w:p w14:paraId="484677AA" w14:textId="77777777" w:rsidR="00806E3F" w:rsidRPr="006C33D8" w:rsidRDefault="00806E3F" w:rsidP="00806E3F">
      <w:pPr>
        <w:pStyle w:val="Text2-1"/>
        <w:rPr>
          <w:rFonts w:asciiTheme="minorHAnsi" w:hAnsiTheme="minorHAnsi"/>
        </w:rPr>
      </w:pPr>
      <w:r w:rsidRPr="006C33D8">
        <w:rPr>
          <w:rFonts w:asciiTheme="minorHAnsi" w:hAnsiTheme="minorHAnsi"/>
        </w:rPr>
        <w:t xml:space="preserve">Před zahájením </w:t>
      </w:r>
      <w:r>
        <w:rPr>
          <w:rFonts w:asciiTheme="minorHAnsi" w:hAnsiTheme="minorHAnsi"/>
        </w:rPr>
        <w:t>zhotovení stavby</w:t>
      </w:r>
      <w:r w:rsidRPr="006C33D8">
        <w:rPr>
          <w:rFonts w:asciiTheme="minorHAnsi" w:hAnsiTheme="minorHAnsi"/>
        </w:rPr>
        <w:t xml:space="preserve"> (zejména výkopových prací a kabelizace) zajistí Zhotovitel vytýčení hranic </w:t>
      </w:r>
      <w:r w:rsidR="001F209B">
        <w:rPr>
          <w:rFonts w:asciiTheme="minorHAnsi" w:hAnsiTheme="minorHAnsi"/>
        </w:rPr>
        <w:t>pozemků ve správě SŽ</w:t>
      </w:r>
      <w:r w:rsidRPr="006C33D8">
        <w:rPr>
          <w:rFonts w:asciiTheme="minorHAnsi" w:hAnsiTheme="minorHAnsi"/>
        </w:rPr>
        <w:t>, aby nedošlo během realizace k dotčení nebo záboru cizích pozemků. V případě, že by přesto k takovému záboru došlo, bude řešení vzniklých problémů věcí a plně k tíži Zhotovitele.</w:t>
      </w:r>
    </w:p>
    <w:p w14:paraId="526980BC" w14:textId="77777777" w:rsidR="004D4AD5" w:rsidRPr="0093670A" w:rsidRDefault="004D4AD5" w:rsidP="00A40D82">
      <w:pPr>
        <w:pStyle w:val="Text2-1"/>
      </w:pPr>
      <w:r w:rsidRPr="0093670A">
        <w:t xml:space="preserve">Po vytýčení kabelových tras a před zahájením výkopových prací je Zhotovitel povinen svolat jednání </w:t>
      </w:r>
      <w:r w:rsidR="001F209B" w:rsidRPr="001F209B">
        <w:t xml:space="preserve">v </w:t>
      </w:r>
      <w:r w:rsidR="001F209B" w:rsidRPr="00F347FE">
        <w:t xml:space="preserve">dané železniční stanici a přilehlém mezistaničním úseku </w:t>
      </w:r>
      <w:r w:rsidRPr="00F347FE">
        <w:t>za účasti zhotovitele projektové dokumentace sdělovacího a zabezpečovacího zařízení a</w:t>
      </w:r>
      <w:r w:rsidR="001F209B" w:rsidRPr="00F347FE">
        <w:t> </w:t>
      </w:r>
      <w:r w:rsidRPr="00F347FE">
        <w:t xml:space="preserve">silnoproudu, jednotlivých podzhotovitelů a </w:t>
      </w:r>
      <w:r w:rsidR="001F209B" w:rsidRPr="00F347FE">
        <w:t>Objednatele</w:t>
      </w:r>
      <w:r w:rsidRPr="00F347FE">
        <w:t>.</w:t>
      </w:r>
      <w:r w:rsidRPr="0093670A">
        <w:t xml:space="preserve"> Cílem je na místě upřesnit a</w:t>
      </w:r>
      <w:r w:rsidR="001F209B">
        <w:t> </w:t>
      </w:r>
      <w:r w:rsidRPr="0093670A">
        <w:t>zkoordinovat jednotlivé trasy a zkoordinovat provádění výkopových prací s pracemi ostatních PS a SO. Z jednání je Zhotovitel povinen vyhotovit záznam</w:t>
      </w:r>
      <w:r w:rsidR="001F209B" w:rsidRPr="001F209B">
        <w:t>, jehož přílohou bude prezenční listina</w:t>
      </w:r>
      <w:r w:rsidRPr="0093670A">
        <w:t>. Zhotovitel musí být připraven na chyby a lokální změny v</w:t>
      </w:r>
      <w:r>
        <w:t> </w:t>
      </w:r>
      <w:r w:rsidRPr="0093670A">
        <w:t>přesnosti údajů o polohách stávajících inž</w:t>
      </w:r>
      <w:r w:rsidR="001F209B">
        <w:t>enýrských</w:t>
      </w:r>
      <w:r w:rsidRPr="0093670A">
        <w:t xml:space="preserve"> sítí.</w:t>
      </w:r>
      <w:r w:rsidR="00A40D82" w:rsidRPr="00A40D82">
        <w:t xml:space="preserve"> Zhotovitel současně zajistí vytyčení všech </w:t>
      </w:r>
      <w:r w:rsidR="00A40D82">
        <w:t xml:space="preserve">dotčených </w:t>
      </w:r>
      <w:r w:rsidR="00A40D82" w:rsidRPr="00A40D82">
        <w:t>inženýrských sítí.</w:t>
      </w:r>
    </w:p>
    <w:p w14:paraId="347C8D2E" w14:textId="77777777" w:rsidR="004D4AD5" w:rsidRPr="0093670A" w:rsidRDefault="004D4AD5" w:rsidP="004D4AD5">
      <w:pPr>
        <w:pStyle w:val="Text2-1"/>
      </w:pPr>
      <w:r w:rsidRPr="0093670A">
        <w:t>Zhotovitel musí v rámci přejímacích řízení, technických prohlídek a uvedení zařízení do zkušebního provozu vytvořit časový prostor pro činnost odborných komisí Objednatele (dle předpisu SŽDC T200 pro vyzkoušení a uvádění železničních zabezpečovacích zařízení do provozu) v rozmezí cca 10 až 30 dní před předáním stavby (nebo její části) Objednateli v závislosti na rozsahu zařízení.</w:t>
      </w:r>
    </w:p>
    <w:p w14:paraId="2940F23B" w14:textId="77777777" w:rsidR="006928EE" w:rsidRPr="006C33D8" w:rsidRDefault="0056271D" w:rsidP="0056271D">
      <w:pPr>
        <w:pStyle w:val="Text2-1"/>
      </w:pPr>
      <w:r w:rsidRPr="0056271D">
        <w:rPr>
          <w:rFonts w:asciiTheme="minorHAnsi" w:hAnsiTheme="minorHAnsi"/>
        </w:rPr>
        <w:t>Zhotovitel je povinen před zahájením prací a po jejich skončení zpracovat pasport staveb</w:t>
      </w:r>
      <w:r w:rsidR="003D33E5">
        <w:rPr>
          <w:rFonts w:asciiTheme="minorHAnsi" w:hAnsiTheme="minorHAnsi"/>
        </w:rPr>
        <w:t xml:space="preserve">, </w:t>
      </w:r>
      <w:r w:rsidRPr="0056271D">
        <w:rPr>
          <w:rFonts w:asciiTheme="minorHAnsi" w:hAnsiTheme="minorHAnsi"/>
        </w:rPr>
        <w:t>zařízení</w:t>
      </w:r>
      <w:r w:rsidR="003D33E5">
        <w:rPr>
          <w:rFonts w:asciiTheme="minorHAnsi" w:hAnsiTheme="minorHAnsi"/>
        </w:rPr>
        <w:t xml:space="preserve"> a přístupových cest</w:t>
      </w:r>
      <w:r w:rsidRPr="0056271D">
        <w:rPr>
          <w:rFonts w:asciiTheme="minorHAnsi" w:hAnsiTheme="minorHAnsi"/>
        </w:rPr>
        <w:t xml:space="preserve"> včetně fotodokumentace, jejichž stav </w:t>
      </w:r>
      <w:r w:rsidR="005E7A26">
        <w:rPr>
          <w:rFonts w:asciiTheme="minorHAnsi" w:hAnsiTheme="minorHAnsi"/>
        </w:rPr>
        <w:t>by mohl být stavbou ovlivněn, s </w:t>
      </w:r>
      <w:r w:rsidRPr="0056271D">
        <w:rPr>
          <w:rFonts w:asciiTheme="minorHAnsi" w:hAnsiTheme="minorHAnsi"/>
        </w:rPr>
        <w:t xml:space="preserve">cílem definovat úroveň stavu těchto staveb a zařízení před stavbou a po ní za účelem možnosti stanovit rozsah rekonstrukcí, případně náhrad těchto staveb a zařízení poškozených stavbou na náklady stavby. Při zpracování pasportu zajistí Zhotovitel účast vlastníků a správců předmětných staveb zařízení a </w:t>
      </w:r>
      <w:r w:rsidR="00E812EC">
        <w:rPr>
          <w:rFonts w:asciiTheme="minorHAnsi" w:hAnsiTheme="minorHAnsi"/>
        </w:rPr>
        <w:t>O</w:t>
      </w:r>
      <w:r w:rsidRPr="0056271D">
        <w:rPr>
          <w:rFonts w:asciiTheme="minorHAnsi" w:hAnsiTheme="minorHAnsi"/>
        </w:rPr>
        <w:t>bjednatele. Pasport se provede také u vodních zdrojů, u nichž by mohlo dojít k ovlivnění hladiny a</w:t>
      </w:r>
      <w:r w:rsidR="003D33E5">
        <w:rPr>
          <w:rFonts w:asciiTheme="minorHAnsi" w:hAnsiTheme="minorHAnsi"/>
        </w:rPr>
        <w:t> </w:t>
      </w:r>
      <w:r w:rsidRPr="0056271D">
        <w:rPr>
          <w:rFonts w:asciiTheme="minorHAnsi" w:hAnsiTheme="minorHAnsi"/>
        </w:rPr>
        <w:t>kvality spodní a povrchové vody stavbou a pozemních objektů a pozemků v okolí přístupových tras v pásu, který může být dotčen použitou technologií při výstavbě a</w:t>
      </w:r>
      <w:r w:rsidR="003D33E5">
        <w:rPr>
          <w:rFonts w:asciiTheme="minorHAnsi" w:hAnsiTheme="minorHAnsi"/>
        </w:rPr>
        <w:t> </w:t>
      </w:r>
      <w:r w:rsidRPr="0056271D">
        <w:rPr>
          <w:rFonts w:asciiTheme="minorHAnsi" w:hAnsiTheme="minorHAnsi"/>
        </w:rPr>
        <w:t>provozem na přístupových trasách.</w:t>
      </w:r>
    </w:p>
    <w:p w14:paraId="3B999714" w14:textId="77777777" w:rsidR="00B33A5C" w:rsidRPr="006C33D8" w:rsidRDefault="00B33A5C" w:rsidP="005E7A26">
      <w:pPr>
        <w:pStyle w:val="Text2-1"/>
      </w:pPr>
      <w:r w:rsidRPr="006C33D8">
        <w:lastRenderedPageBreak/>
        <w:t xml:space="preserve">Před započetím stavby bude přechodné dopravní značení předloženo Zhotovitelem k odsouhlasení </w:t>
      </w:r>
      <w:r>
        <w:t xml:space="preserve">příslušnému pracovišti </w:t>
      </w:r>
      <w:r w:rsidRPr="006C33D8">
        <w:t>Policii ČR, Dopravnímu inspektorátu pro pří</w:t>
      </w:r>
      <w:r w:rsidRPr="005E7A26">
        <w:rPr>
          <w:rStyle w:val="Text2-1Char"/>
        </w:rPr>
        <w:t>padnou úpravu a doplnění s ohledem na aktuální stav silniční sítě. Dále</w:t>
      </w:r>
      <w:r w:rsidRPr="006C33D8">
        <w:t xml:space="preserve"> bude provedeno projednání s příslušným silničním správním úřadem.</w:t>
      </w:r>
    </w:p>
    <w:p w14:paraId="0E45A559" w14:textId="77777777" w:rsidR="00B33A5C" w:rsidRPr="006C33D8" w:rsidRDefault="00B33A5C" w:rsidP="00B33A5C">
      <w:pPr>
        <w:pStyle w:val="Text2-1"/>
      </w:pPr>
      <w:r w:rsidRPr="006C33D8">
        <w:t>Zhotovitel musí v rámci přejímacích řízení vytvořit časový prostor pro činnost odborných komisí Objednatele (dle předpisu SŽDC T200 Předpis pro vyzkoušení a uvádění železničních zabezpečovacích zařízení do provozu) v rozmezí cca 10 až 30 dní před předáním Díla (nebo jeho části) Objednateli v závislosti na rozsahu zařízení.</w:t>
      </w:r>
    </w:p>
    <w:p w14:paraId="20E4FAF6" w14:textId="77777777" w:rsidR="001F3AF3" w:rsidRPr="006C33D8" w:rsidRDefault="001F3AF3" w:rsidP="001F3AF3">
      <w:pPr>
        <w:pStyle w:val="Text2-1"/>
        <w:tabs>
          <w:tab w:val="clear" w:pos="737"/>
          <w:tab w:val="num" w:pos="879"/>
        </w:tabs>
        <w:spacing w:line="276" w:lineRule="auto"/>
        <w:rPr>
          <w:rFonts w:asciiTheme="minorHAnsi" w:hAnsiTheme="minorHAnsi"/>
        </w:rPr>
      </w:pPr>
      <w:r w:rsidRPr="006C33D8">
        <w:rPr>
          <w:rFonts w:asciiTheme="minorHAnsi" w:hAnsiTheme="minorHAnsi"/>
        </w:rPr>
        <w:t>Objednatel požaduje před zahájením prací svolat jednání, na kterém bude se Zhotovitelem dohodnut postup při tvorbě výlukových rozkazů ve smyslu ustanovení předpisu SŽDC D7/2 v platném znění. Podrobnosti týkající se samotné výstavby budou řešeny samostatně na pravidelných kontrolních dnech v průběhu celé</w:t>
      </w:r>
      <w:r>
        <w:rPr>
          <w:rFonts w:asciiTheme="minorHAnsi" w:hAnsiTheme="minorHAnsi"/>
        </w:rPr>
        <w:t>ho zhotovení</w:t>
      </w:r>
      <w:r w:rsidRPr="006C33D8">
        <w:rPr>
          <w:rFonts w:asciiTheme="minorHAnsi" w:hAnsiTheme="minorHAnsi"/>
        </w:rPr>
        <w:t xml:space="preserve"> stavby.</w:t>
      </w:r>
    </w:p>
    <w:p w14:paraId="0B7C689E" w14:textId="77777777" w:rsidR="00B33A5C" w:rsidRPr="006C33D8" w:rsidRDefault="00B33A5C" w:rsidP="00B33A5C">
      <w:pPr>
        <w:pStyle w:val="Text2-1"/>
      </w:pPr>
      <w:r w:rsidRPr="006C33D8">
        <w:t>Zhotovitel musí v dostatečném předstihu před ukončením jednotlivých stavebních postupů a výluk předat pověřenému pracovníkovi Objednatele všechny potřebné podklady pro zpracování úprav staničního řádu ve smyslu předpisu SŽDC D5.</w:t>
      </w:r>
    </w:p>
    <w:p w14:paraId="3EC6202F" w14:textId="77777777" w:rsidR="003B59E5" w:rsidRPr="006C33D8" w:rsidRDefault="003B59E5" w:rsidP="003B59E5">
      <w:pPr>
        <w:pStyle w:val="Text2-1"/>
      </w:pPr>
      <w:r w:rsidRPr="006C33D8">
        <w:t xml:space="preserve">Po dobu výstavby do uvedení do provozu, budou </w:t>
      </w:r>
      <w:r w:rsidRPr="006C33D8">
        <w:rPr>
          <w:rStyle w:val="Tun"/>
          <w:rFonts w:asciiTheme="minorHAnsi" w:hAnsiTheme="minorHAnsi"/>
        </w:rPr>
        <w:t>zneplatněny</w:t>
      </w:r>
      <w:r w:rsidRPr="006C33D8">
        <w:t xml:space="preserve"> všechny nově namontované výstražníky na přejezdu zakrytím světlo-nepropustným povlakem z RETRO REFLEXNÍHO MATERIALU, odolného všem povětrnostním vlivům, označené šikmo umístěným křížem s oranžovo-černým pruhem (v souladu s 3.4.7. TP 65 MD ze dne 31. 7. 2013 viz http://www.pjpk.cz/data/USR_001_2_8_TP/TP_65.pdf). Toto je opatření k odstranění duplicity v dopravním značení.</w:t>
      </w:r>
    </w:p>
    <w:p w14:paraId="51CD7A0C" w14:textId="77777777" w:rsidR="00DD787F" w:rsidRPr="006C33D8" w:rsidRDefault="00DD787F" w:rsidP="00DD787F">
      <w:pPr>
        <w:pStyle w:val="Text2-1"/>
        <w:rPr>
          <w:rFonts w:asciiTheme="minorHAnsi" w:hAnsiTheme="minorHAnsi"/>
        </w:rPr>
      </w:pPr>
      <w:r w:rsidRPr="006C33D8">
        <w:rPr>
          <w:rFonts w:asciiTheme="minorHAnsi" w:hAnsiTheme="minorHAnsi"/>
        </w:rPr>
        <w:t xml:space="preserve">Součástí oznámení Zhotovitele o </w:t>
      </w:r>
      <w:r>
        <w:rPr>
          <w:rFonts w:asciiTheme="minorHAnsi" w:hAnsiTheme="minorHAnsi"/>
        </w:rPr>
        <w:t>termínu přejímacích zkoušek Části D</w:t>
      </w:r>
      <w:r w:rsidRPr="006C33D8">
        <w:rPr>
          <w:rFonts w:asciiTheme="minorHAnsi" w:hAnsiTheme="minorHAnsi"/>
        </w:rPr>
        <w:t xml:space="preserve">íla nebo </w:t>
      </w:r>
      <w:r>
        <w:rPr>
          <w:rFonts w:asciiTheme="minorHAnsi" w:hAnsiTheme="minorHAnsi"/>
        </w:rPr>
        <w:t xml:space="preserve">celého Díla </w:t>
      </w:r>
      <w:r w:rsidRPr="006C33D8">
        <w:rPr>
          <w:rFonts w:asciiTheme="minorHAnsi" w:hAnsiTheme="minorHAnsi"/>
        </w:rPr>
        <w:t xml:space="preserve">budou </w:t>
      </w:r>
      <w:r>
        <w:rPr>
          <w:rFonts w:asciiTheme="minorHAnsi" w:hAnsiTheme="minorHAnsi"/>
        </w:rPr>
        <w:t xml:space="preserve">mimo jiné </w:t>
      </w:r>
      <w:r w:rsidRPr="006C33D8">
        <w:rPr>
          <w:rFonts w:asciiTheme="minorHAnsi" w:hAnsiTheme="minorHAnsi"/>
        </w:rPr>
        <w:t>doklady potřebné k předání a převzetí díla</w:t>
      </w:r>
      <w:r>
        <w:rPr>
          <w:rFonts w:asciiTheme="minorHAnsi" w:hAnsiTheme="minorHAnsi"/>
        </w:rPr>
        <w:t>:</w:t>
      </w:r>
    </w:p>
    <w:p w14:paraId="52D0096E" w14:textId="77777777" w:rsidR="00DD787F" w:rsidRPr="006C33D8" w:rsidRDefault="00DD787F" w:rsidP="005E7A26">
      <w:pPr>
        <w:pStyle w:val="Odrka1-1"/>
      </w:pPr>
      <w:r w:rsidRPr="006C33D8">
        <w:t>Protokol o místním (ústním) šetření (prověření způsobilost UTZ),</w:t>
      </w:r>
    </w:p>
    <w:p w14:paraId="1206B075" w14:textId="77777777" w:rsidR="00DD787F" w:rsidRPr="006C33D8" w:rsidRDefault="00DD787F" w:rsidP="005E7A26">
      <w:pPr>
        <w:pStyle w:val="Odrka1-1"/>
      </w:pPr>
      <w:r w:rsidRPr="006C33D8">
        <w:t>Protokol o provedení technické prohlídky a zkoušky UTZ,</w:t>
      </w:r>
    </w:p>
    <w:p w14:paraId="25AC36C5" w14:textId="77777777" w:rsidR="00DD787F" w:rsidRPr="006C33D8" w:rsidRDefault="00DD787F" w:rsidP="005E7A26">
      <w:pPr>
        <w:pStyle w:val="Odrka1-1"/>
      </w:pPr>
      <w:r w:rsidRPr="006C33D8">
        <w:t>Příslušné tabulky dle předpisu T 200,</w:t>
      </w:r>
    </w:p>
    <w:p w14:paraId="5ABDFB3B" w14:textId="77777777" w:rsidR="00DD787F" w:rsidRPr="006C33D8" w:rsidRDefault="00DD787F" w:rsidP="005E7A26">
      <w:pPr>
        <w:pStyle w:val="Odrka1-1"/>
      </w:pPr>
      <w:r w:rsidRPr="006C33D8">
        <w:t>Výchozí revize elektrického zařízení,</w:t>
      </w:r>
    </w:p>
    <w:p w14:paraId="455BF434" w14:textId="77777777" w:rsidR="00DD787F" w:rsidRPr="006C33D8" w:rsidRDefault="00DD787F" w:rsidP="005E7A26">
      <w:pPr>
        <w:pStyle w:val="Odrka1-1"/>
      </w:pPr>
      <w:r w:rsidRPr="006C33D8">
        <w:t>Osvědčení o jakosti a kompletnosti,</w:t>
      </w:r>
    </w:p>
    <w:p w14:paraId="73B44CB3" w14:textId="77777777" w:rsidR="00DD787F" w:rsidRPr="006C33D8" w:rsidRDefault="00DD787F" w:rsidP="005E7A26">
      <w:pPr>
        <w:pStyle w:val="Odrka1-1"/>
      </w:pPr>
      <w:r w:rsidRPr="006C33D8">
        <w:t>Zhodnocení komplexního vyzkoušení,</w:t>
      </w:r>
    </w:p>
    <w:p w14:paraId="66EF58C0" w14:textId="77777777" w:rsidR="00DD787F" w:rsidRPr="006C33D8" w:rsidRDefault="00DD787F" w:rsidP="005E7A26">
      <w:pPr>
        <w:pStyle w:val="Odrka1-1"/>
      </w:pPr>
      <w:r w:rsidRPr="006C33D8">
        <w:t>Doklady, které požaduje Drážní úřad.</w:t>
      </w:r>
    </w:p>
    <w:p w14:paraId="072CA2FB" w14:textId="77777777" w:rsidR="00DD787F" w:rsidRPr="006C33D8" w:rsidRDefault="00DD787F" w:rsidP="00DD787F">
      <w:pPr>
        <w:pStyle w:val="Text2-1"/>
        <w:rPr>
          <w:rFonts w:asciiTheme="minorHAnsi" w:hAnsiTheme="minorHAnsi"/>
        </w:rPr>
      </w:pPr>
      <w:r w:rsidRPr="006C33D8">
        <w:rPr>
          <w:rFonts w:asciiTheme="minorHAnsi" w:hAnsiTheme="minorHAnsi"/>
        </w:rPr>
        <w:t>Zhotovitel se zavazuje, že v průběhu zkušebního provozu povede záznamy o průběhu zkušebního provozu (deník zkušebního provozu) a ve spolupráci s Objednatelem bude řešit závady, které z průběhu zkušebního provozu vyplynou. Na závěr zkušebního provozu zpracuje jeho písemné vyhodnocení. Písemné vyhodnocení zkušebního provozu bude odsouhlaseno Objednatelem či osobou, určenou Objednatelem, např. správcem příslušné technologie. Povinnosti Zhotovitele ke stavbě končí až po vydání souhlasu odpovědného pracoviště Správy železnic, státní organizace s trvalým provozem zařízení.</w:t>
      </w:r>
    </w:p>
    <w:p w14:paraId="04A4F3AA" w14:textId="5EFF4F4A" w:rsidR="0069470F" w:rsidRDefault="0069470F" w:rsidP="0069470F">
      <w:pPr>
        <w:pStyle w:val="Nadpis2-2"/>
      </w:pPr>
      <w:bookmarkStart w:id="57" w:name="_Toc59357455"/>
      <w:bookmarkStart w:id="58" w:name="_Toc60211839"/>
      <w:bookmarkStart w:id="59" w:name="_Toc59357456"/>
      <w:bookmarkStart w:id="60" w:name="_Toc60211840"/>
      <w:bookmarkStart w:id="61" w:name="_Toc59357457"/>
      <w:bookmarkStart w:id="62" w:name="_Toc60211841"/>
      <w:bookmarkStart w:id="63" w:name="_Toc59357458"/>
      <w:bookmarkStart w:id="64" w:name="_Toc60211842"/>
      <w:bookmarkStart w:id="65" w:name="_Toc59357459"/>
      <w:bookmarkStart w:id="66" w:name="_Toc60211843"/>
      <w:bookmarkStart w:id="67" w:name="_Toc59357460"/>
      <w:bookmarkStart w:id="68" w:name="_Toc60211844"/>
      <w:bookmarkStart w:id="69" w:name="_Toc59357461"/>
      <w:bookmarkStart w:id="70" w:name="_Toc60211845"/>
      <w:bookmarkStart w:id="71" w:name="_Toc7077117"/>
      <w:bookmarkStart w:id="72" w:name="_Toc63869846"/>
      <w:bookmarkEnd w:id="57"/>
      <w:bookmarkEnd w:id="58"/>
      <w:bookmarkEnd w:id="59"/>
      <w:bookmarkEnd w:id="60"/>
      <w:bookmarkEnd w:id="61"/>
      <w:bookmarkEnd w:id="62"/>
      <w:bookmarkEnd w:id="63"/>
      <w:bookmarkEnd w:id="64"/>
      <w:bookmarkEnd w:id="65"/>
      <w:bookmarkEnd w:id="66"/>
      <w:bookmarkEnd w:id="67"/>
      <w:bookmarkEnd w:id="68"/>
      <w:bookmarkEnd w:id="69"/>
      <w:bookmarkEnd w:id="70"/>
      <w:r>
        <w:t>Zeměměřická činnost zhotovitele</w:t>
      </w:r>
      <w:bookmarkEnd w:id="71"/>
      <w:bookmarkEnd w:id="72"/>
    </w:p>
    <w:p w14:paraId="4CFA0450" w14:textId="77777777" w:rsidR="00D71CFA" w:rsidRPr="00733014" w:rsidRDefault="00D71CFA" w:rsidP="00D71CFA">
      <w:pPr>
        <w:pStyle w:val="Text2-1"/>
      </w:pPr>
      <w:r w:rsidRPr="00733014">
        <w:t>Geodetická část projektové dokumentace bude zpracována podle VTP/P+R/06/20, bod 5. Požadavky na zpracování geodetické dokumentace a bod 11. Zeměměřická činnost zhotovitele.</w:t>
      </w:r>
    </w:p>
    <w:p w14:paraId="2E845132" w14:textId="77777777" w:rsidR="00D71CFA" w:rsidRPr="00733014" w:rsidRDefault="00D71CFA" w:rsidP="00D71CFA">
      <w:pPr>
        <w:pStyle w:val="Text2-1"/>
      </w:pPr>
      <w:r w:rsidRPr="00733014">
        <w:t xml:space="preserve">Objednatel prostřednictvím SŽG zajistí geodetické a mapové podklady s ohledem na existující geodetickou dokumentaci v rozsahu TUDU 173314, km 44,000-46,200 do hranice dráhy s platností k datu zaměření. Tyto geodetické a mapové podklady budou splňovat TKP staveb státních drah v souladu s přílohou č. 2 Směrnice GŘ č. 11/2006 části I.6 Geodetické a mapové podklady. </w:t>
      </w:r>
    </w:p>
    <w:p w14:paraId="252BC6BA" w14:textId="77777777" w:rsidR="00D71CFA" w:rsidRPr="00733014" w:rsidRDefault="00D71CFA" w:rsidP="00D71CFA">
      <w:pPr>
        <w:pStyle w:val="Text2-1"/>
      </w:pPr>
      <w:r w:rsidRPr="00733014">
        <w:t xml:space="preserve">Zhotovitel se zavazuje k vyhotovení majetkoprávní části v rozsahu podle VTP/P+R/06/20, bod 5.2.1, část I.2 Majetkoprávní část, podklady a aktuální stav UMVŽST bude součástí Geodetických a mapových podkladů I.6, které dodá Objednatel. </w:t>
      </w:r>
      <w:r w:rsidRPr="00733014">
        <w:lastRenderedPageBreak/>
        <w:t>Majetkoprávní část geodetické dokumentace pro projekt stavby bude vycházet z aktuálního stavu katastru nemovitostí v době zpracování (platné SPI a SGI).</w:t>
      </w:r>
    </w:p>
    <w:p w14:paraId="3EB67B25" w14:textId="77777777" w:rsidR="00D71CFA" w:rsidRPr="00733014" w:rsidRDefault="00D71CFA" w:rsidP="00D71CFA">
      <w:pPr>
        <w:pStyle w:val="Text2-1"/>
      </w:pPr>
      <w:r w:rsidRPr="00733014">
        <w:t>V případě, že nově navrhovaný objekt bude v blízkosti hranice drážního pozemku, bude nutné provést přesné určení hranice. Toto přesné určení je plně v kompetenci geodeta Zhotovitele.</w:t>
      </w:r>
    </w:p>
    <w:p w14:paraId="799F1148" w14:textId="77777777" w:rsidR="00D71CFA" w:rsidRPr="00733014" w:rsidRDefault="00D71CFA" w:rsidP="00D71CFA">
      <w:pPr>
        <w:pStyle w:val="Text2-1"/>
      </w:pPr>
      <w:r w:rsidRPr="00733014">
        <w:t>Zhotovitel vyřeší projekční návaznosti na platné projekty PPK.</w:t>
      </w:r>
    </w:p>
    <w:p w14:paraId="6666E500" w14:textId="77777777" w:rsidR="00D71CFA" w:rsidRPr="00733014" w:rsidRDefault="00D71CFA" w:rsidP="00D71CFA">
      <w:pPr>
        <w:pStyle w:val="Text2-1"/>
      </w:pPr>
      <w:r w:rsidRPr="00733014">
        <w:t>Zhotovitel si zajistí provedení formální kontroly geodetické části dokumentace skutečného provedení na portálu modernizace dráhy (http://www.modernizace.szdc.cz). Na tomto portálu se mohou registrovat zhotovitelé / projekční organizace, které jsou ve smluvním vztahu se SŽ úsekem modernizace.</w:t>
      </w:r>
    </w:p>
    <w:p w14:paraId="146C15EE" w14:textId="079DF27F" w:rsidR="00D71CFA" w:rsidRPr="00733014" w:rsidRDefault="00D71CFA" w:rsidP="00D71CFA">
      <w:pPr>
        <w:pStyle w:val="Text2-1"/>
      </w:pPr>
      <w:r w:rsidRPr="00733014">
        <w:t>Zhotovitel předloží ke kontrole souborné zpracování geodetické části dokumentace v</w:t>
      </w:r>
      <w:r w:rsidR="00C479D5">
        <w:t> </w:t>
      </w:r>
      <w:r w:rsidRPr="00733014">
        <w:t xml:space="preserve">dostatečném předstihu před termínem odevzdání digitální dokumentace, stanoveném ve Smlouvě. </w:t>
      </w:r>
    </w:p>
    <w:p w14:paraId="119218A4" w14:textId="38E31F42" w:rsidR="00D71CFA" w:rsidRPr="00733014" w:rsidRDefault="00D71CFA" w:rsidP="00D71CFA">
      <w:pPr>
        <w:pStyle w:val="Text2-1"/>
      </w:pPr>
      <w:r w:rsidRPr="00733014">
        <w:t xml:space="preserve">Doplňující informace, požadavky a kontroly bude řešit Geodet </w:t>
      </w:r>
      <w:r w:rsidR="00C479D5">
        <w:t>objednatele</w:t>
      </w:r>
      <w:r w:rsidRPr="00733014">
        <w:t xml:space="preserve"> - jmenovaný ÚOZI.    </w:t>
      </w:r>
    </w:p>
    <w:p w14:paraId="56A7A65E" w14:textId="0D6CC517" w:rsidR="0069470F" w:rsidRDefault="0069470F" w:rsidP="0069470F">
      <w:pPr>
        <w:pStyle w:val="Nadpis2-2"/>
      </w:pPr>
      <w:bookmarkStart w:id="73" w:name="_Toc60211847"/>
      <w:bookmarkStart w:id="74" w:name="_Toc60211848"/>
      <w:bookmarkStart w:id="75" w:name="_Toc60211849"/>
      <w:bookmarkStart w:id="76" w:name="_Toc60211850"/>
      <w:bookmarkStart w:id="77" w:name="_Toc60211851"/>
      <w:bookmarkStart w:id="78" w:name="_Toc60211852"/>
      <w:bookmarkStart w:id="79" w:name="_Toc60211853"/>
      <w:bookmarkStart w:id="80" w:name="_Toc60211854"/>
      <w:bookmarkStart w:id="81" w:name="_Toc60211855"/>
      <w:bookmarkStart w:id="82" w:name="_Toc7077118"/>
      <w:bookmarkStart w:id="83" w:name="_Toc63869847"/>
      <w:bookmarkEnd w:id="73"/>
      <w:bookmarkEnd w:id="74"/>
      <w:bookmarkEnd w:id="75"/>
      <w:bookmarkEnd w:id="76"/>
      <w:bookmarkEnd w:id="77"/>
      <w:bookmarkEnd w:id="78"/>
      <w:bookmarkEnd w:id="79"/>
      <w:bookmarkEnd w:id="80"/>
      <w:bookmarkEnd w:id="81"/>
      <w:r>
        <w:t>Doklady překládané zhotovitelem</w:t>
      </w:r>
      <w:bookmarkEnd w:id="82"/>
      <w:bookmarkEnd w:id="83"/>
    </w:p>
    <w:p w14:paraId="78A64BC5" w14:textId="77777777" w:rsidR="00160EC0" w:rsidRPr="006C33D8" w:rsidRDefault="00160EC0" w:rsidP="00160EC0">
      <w:pPr>
        <w:pStyle w:val="Text2-1"/>
      </w:pPr>
      <w:r w:rsidRPr="006C33D8">
        <w:t>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Objednatel požaduje předložení dokladu o tom, že uchazeč má zajištěnou spolupráci právnické osoby podle ust</w:t>
      </w:r>
      <w:r>
        <w:t>anovení</w:t>
      </w:r>
      <w:r w:rsidRPr="006C33D8">
        <w:t xml:space="preserve"> §</w:t>
      </w:r>
      <w:r>
        <w:t> </w:t>
      </w:r>
      <w:r w:rsidRPr="006C33D8">
        <w:t>47 odst. 4 zákona č.</w:t>
      </w:r>
      <w:r>
        <w:t> </w:t>
      </w:r>
      <w:r w:rsidRPr="006C33D8">
        <w:t>266/1994 Sb. o drahách v platném znění pro všechny druhy „Určených technických zařízení“, dotčených výstavbou. Z tohoto dokladu musí být zřejmé, že se vztahuje k plnění předmětné zakázky a bez jeho předložení nebude možné zahájit práce na výše uvedených objektech.</w:t>
      </w:r>
    </w:p>
    <w:p w14:paraId="3F7E1D8D" w14:textId="77777777" w:rsidR="0069470F" w:rsidRPr="00F347FE" w:rsidRDefault="0069470F" w:rsidP="0069470F">
      <w:pPr>
        <w:pStyle w:val="Text2-1"/>
      </w:pPr>
      <w:r w:rsidRPr="00F347FE">
        <w:t xml:space="preserve">Zhotovitel doloží </w:t>
      </w:r>
      <w:r w:rsidRPr="00F347FE">
        <w:rPr>
          <w:b/>
        </w:rPr>
        <w:t>mimo jiné</w:t>
      </w:r>
      <w:r w:rsidRPr="00F347FE">
        <w:t xml:space="preserve"> před zahájením prací na železniční dopravní cestě prosté kopie dokladů o kvalifikaci zhotovitelů dle Předpisu o odborné způsobilosti a znalosti osob při provozování dráhy a drážní dopravy SŽDC Zam1, v platném znění:</w:t>
      </w:r>
    </w:p>
    <w:p w14:paraId="64407E97" w14:textId="77777777" w:rsidR="00160EC0" w:rsidRPr="00F347FE" w:rsidRDefault="00160EC0" w:rsidP="00160EC0">
      <w:pPr>
        <w:pStyle w:val="Odrka1-1"/>
      </w:pPr>
      <w:r w:rsidRPr="00F347FE">
        <w:t>T-05 c) nebo platná F-08 Vedoucí prací pro montáž sdělovacích zařízení,</w:t>
      </w:r>
    </w:p>
    <w:p w14:paraId="194554EE" w14:textId="77777777" w:rsidR="00160EC0" w:rsidRPr="00F347FE" w:rsidRDefault="00160EC0" w:rsidP="00160EC0">
      <w:pPr>
        <w:pStyle w:val="Odrka1-1"/>
      </w:pPr>
      <w:r w:rsidRPr="00F347FE">
        <w:t>Z-06 c) nebo platná F-06 Vedoucí prací pro montáž zabezpečovacích zařízení,</w:t>
      </w:r>
    </w:p>
    <w:p w14:paraId="13D7DB6C" w14:textId="77777777" w:rsidR="00160EC0" w:rsidRPr="00F347FE" w:rsidRDefault="00160EC0" w:rsidP="00160EC0">
      <w:pPr>
        <w:pStyle w:val="Odrka1-1"/>
      </w:pPr>
      <w:r w:rsidRPr="00F347FE">
        <w:t>E-04 a) nebo platná F-10 Vedoucí prací na ostatních elektrických zařízeních.</w:t>
      </w:r>
    </w:p>
    <w:p w14:paraId="144525D4" w14:textId="77777777" w:rsidR="0069470F" w:rsidRPr="00F347FE" w:rsidRDefault="0069470F" w:rsidP="0069470F">
      <w:pPr>
        <w:pStyle w:val="Text2-1"/>
      </w:pPr>
      <w:r w:rsidRPr="00F347FE">
        <w:t xml:space="preserve">Výše uvedené doklady upravující odbornou způsobilost musí osvědčit odbornou způsobilost samotného dodavatele (je-li fyzickou osobou) nebo jiné osoby, která bude pro dodavatele příslušnou činnost vykonávat.  </w:t>
      </w:r>
    </w:p>
    <w:p w14:paraId="7EC0C70D" w14:textId="77777777" w:rsidR="00C479D5" w:rsidRDefault="00C479D5" w:rsidP="00C479D5">
      <w:pPr>
        <w:pStyle w:val="Nadpis2-2"/>
      </w:pPr>
      <w:bookmarkStart w:id="84" w:name="_Toc59357464"/>
      <w:bookmarkStart w:id="85" w:name="_Toc60211857"/>
      <w:bookmarkStart w:id="86" w:name="_Toc59357465"/>
      <w:bookmarkStart w:id="87" w:name="_Toc60211858"/>
      <w:bookmarkStart w:id="88" w:name="_Toc59357466"/>
      <w:bookmarkStart w:id="89" w:name="_Toc60211859"/>
      <w:bookmarkStart w:id="90" w:name="_Toc59357467"/>
      <w:bookmarkStart w:id="91" w:name="_Toc60211860"/>
      <w:bookmarkStart w:id="92" w:name="_Toc59357468"/>
      <w:bookmarkStart w:id="93" w:name="_Toc60211861"/>
      <w:bookmarkStart w:id="94" w:name="_Toc59357469"/>
      <w:bookmarkStart w:id="95" w:name="_Toc60211862"/>
      <w:bookmarkStart w:id="96" w:name="_Toc59357470"/>
      <w:bookmarkStart w:id="97" w:name="_Toc60211863"/>
      <w:bookmarkStart w:id="98" w:name="_Toc7077120"/>
      <w:bookmarkStart w:id="99" w:name="_Toc62142806"/>
      <w:bookmarkStart w:id="100" w:name="_Toc7077121"/>
      <w:bookmarkStart w:id="101" w:name="_Toc63869848"/>
      <w:bookmarkEnd w:id="84"/>
      <w:bookmarkEnd w:id="85"/>
      <w:bookmarkEnd w:id="86"/>
      <w:bookmarkEnd w:id="87"/>
      <w:bookmarkEnd w:id="88"/>
      <w:bookmarkEnd w:id="89"/>
      <w:bookmarkEnd w:id="90"/>
      <w:bookmarkEnd w:id="91"/>
      <w:bookmarkEnd w:id="92"/>
      <w:bookmarkEnd w:id="93"/>
      <w:bookmarkEnd w:id="94"/>
      <w:bookmarkEnd w:id="95"/>
      <w:bookmarkEnd w:id="96"/>
      <w:bookmarkEnd w:id="97"/>
      <w:r>
        <w:t>Dokumentace skutečného provedení stavby</w:t>
      </w:r>
      <w:bookmarkEnd w:id="98"/>
      <w:bookmarkEnd w:id="99"/>
      <w:bookmarkEnd w:id="101"/>
    </w:p>
    <w:p w14:paraId="39869BD4" w14:textId="77777777" w:rsidR="00C479D5" w:rsidRPr="004C1E41" w:rsidRDefault="00C479D5" w:rsidP="00C479D5">
      <w:pPr>
        <w:pStyle w:val="Text2-1"/>
      </w:pPr>
      <w:bookmarkStart w:id="102" w:name="_Ref62143555"/>
      <w:r w:rsidRPr="009E728E">
        <w:rPr>
          <w:b/>
        </w:rPr>
        <w:t>ES prohlášení o ověření subsystému:</w:t>
      </w:r>
      <w:bookmarkEnd w:id="102"/>
    </w:p>
    <w:p w14:paraId="7C14F27F" w14:textId="77777777" w:rsidR="00C479D5" w:rsidRPr="00E85009" w:rsidRDefault="00C479D5" w:rsidP="00C479D5">
      <w:pPr>
        <w:pStyle w:val="Text2-2"/>
      </w:pPr>
      <w:r w:rsidRPr="00E85009">
        <w:rPr>
          <w:b/>
        </w:rPr>
        <w:t>V případě, že stavba ovlivňuje již certifikovaný systém ERTMS</w:t>
      </w:r>
      <w:r>
        <w:t xml:space="preserve"> (tj. </w:t>
      </w:r>
      <w:r w:rsidRPr="00E85009">
        <w:t xml:space="preserve">ETCS a/nebo GSM-R), </w:t>
      </w:r>
      <w:r w:rsidRPr="00E85009">
        <w:rPr>
          <w:b/>
        </w:rPr>
        <w:t>musí Zhotovitel v souladu s TSI CCS zajistit buď vydání nového nebo aktualiza</w:t>
      </w:r>
      <w:r>
        <w:rPr>
          <w:b/>
        </w:rPr>
        <w:t>ci stávajícího ES certifikátu o </w:t>
      </w:r>
      <w:r w:rsidRPr="00E85009">
        <w:rPr>
          <w:b/>
        </w:rPr>
        <w:t>ověření subsystému nebo zajištění vydání Posouzení změny subsystému notifikovanou osobou</w:t>
      </w:r>
      <w:r w:rsidRPr="00E85009">
        <w:t xml:space="preserve"> jako doplňku stávajícího ES certifikátu o ověření subsystému. </w:t>
      </w:r>
    </w:p>
    <w:p w14:paraId="4AA7F436" w14:textId="77777777" w:rsidR="00C479D5" w:rsidRDefault="00C479D5" w:rsidP="00C479D5">
      <w:pPr>
        <w:pStyle w:val="Text2-2"/>
      </w:pPr>
      <w:r>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14:paraId="2850A20C" w14:textId="77777777" w:rsidR="00C479D5" w:rsidRDefault="00C479D5" w:rsidP="00C479D5">
      <w:pPr>
        <w:pStyle w:val="Text2-2"/>
      </w:pPr>
      <w:r>
        <w:t xml:space="preserve">Vydání nebo aktualizace ES certifikátu o ověření subsystému je nutné vždy v případech, kdy se zásadně mění některá součást subsystému nebo jeho geografické ohraničení (například začlení dalšího tratového úseku do </w:t>
      </w:r>
      <w:r>
        <w:lastRenderedPageBreak/>
        <w:t xml:space="preserve">stávajícího RBC). Mezi takové zásadní změny patří například změna typu některého prvku interoperability za jiný nebo změna ve funkci subsystému (například změna systémové verze SW). </w:t>
      </w:r>
    </w:p>
    <w:p w14:paraId="38656573" w14:textId="77777777" w:rsidR="00C479D5" w:rsidRDefault="00C479D5" w:rsidP="00C479D5">
      <w:pPr>
        <w:pStyle w:val="Text2-2"/>
      </w:pPr>
      <w:r>
        <w:t xml:space="preserve">Postup s vydáním Posouzení změny subsystému notifikovanou osobou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notifikovanou osobou. </w:t>
      </w:r>
    </w:p>
    <w:p w14:paraId="24F1C45F" w14:textId="77777777" w:rsidR="00C479D5" w:rsidRDefault="00C479D5" w:rsidP="00C479D5">
      <w:pPr>
        <w:pStyle w:val="Text2-2"/>
      </w:pPr>
      <w:r>
        <w:t>Ve sporných případech, kdy není možno určit, zda lze použít postup s vydáním Posouzení změny subsystému notifikovanou osobou, musí Zhotovitel postupovat podle stanoviska notifikované osoby.</w:t>
      </w:r>
    </w:p>
    <w:p w14:paraId="6A0730F3" w14:textId="77777777" w:rsidR="00C479D5" w:rsidRPr="009E728E" w:rsidRDefault="00C479D5" w:rsidP="00C479D5">
      <w:pPr>
        <w:pStyle w:val="Text2-2"/>
      </w:pPr>
      <w:r>
        <w:t>Zhotovitel musí rovněž zajistit aktualizaci nebo vydání nového průkazu způsobilosti UTZ.</w:t>
      </w:r>
    </w:p>
    <w:p w14:paraId="4FB286BD" w14:textId="77777777" w:rsidR="0069470F" w:rsidRDefault="0069470F" w:rsidP="0069470F">
      <w:pPr>
        <w:pStyle w:val="Nadpis2-2"/>
      </w:pPr>
      <w:bookmarkStart w:id="103" w:name="_Toc63869849"/>
      <w:r>
        <w:t>Zabezpečovací zařízení</w:t>
      </w:r>
      <w:bookmarkEnd w:id="100"/>
      <w:bookmarkEnd w:id="103"/>
    </w:p>
    <w:p w14:paraId="0EE7E897" w14:textId="77777777" w:rsidR="00160EC0" w:rsidRPr="005E7A26" w:rsidRDefault="00160EC0" w:rsidP="00160EC0">
      <w:pPr>
        <w:pStyle w:val="Text2-1"/>
        <w:rPr>
          <w:rStyle w:val="Tun"/>
          <w:rFonts w:asciiTheme="minorHAnsi" w:hAnsiTheme="minorHAnsi"/>
          <w:b w:val="0"/>
        </w:rPr>
      </w:pPr>
      <w:r w:rsidRPr="005E7A26">
        <w:rPr>
          <w:rStyle w:val="Tun"/>
          <w:rFonts w:asciiTheme="minorHAnsi" w:hAnsiTheme="minorHAnsi"/>
        </w:rPr>
        <w:t>Popis stávajícího stavu</w:t>
      </w:r>
    </w:p>
    <w:p w14:paraId="02B64542" w14:textId="7A8D20A0" w:rsidR="00400BF2" w:rsidRDefault="00400BF2" w:rsidP="00400BF2">
      <w:pPr>
        <w:pStyle w:val="Text2-2"/>
        <w:rPr>
          <w:rFonts w:asciiTheme="minorHAnsi" w:hAnsiTheme="minorHAnsi"/>
        </w:rPr>
      </w:pPr>
      <w:r w:rsidRPr="00C479D5">
        <w:rPr>
          <w:rFonts w:asciiTheme="minorHAnsi" w:hAnsiTheme="minorHAnsi"/>
          <w:b/>
        </w:rPr>
        <w:t>Traťové zabezpečovací zařízení (dále jen „TZZ“):</w:t>
      </w:r>
      <w:r w:rsidRPr="00400BF2">
        <w:rPr>
          <w:rFonts w:asciiTheme="minorHAnsi" w:hAnsiTheme="minorHAnsi"/>
        </w:rPr>
        <w:t xml:space="preserve"> Úsek Ledeč nad Sázavou - Světlá nad Sázavou je vybaven zabezpečovacím</w:t>
      </w:r>
      <w:r>
        <w:rPr>
          <w:rFonts w:asciiTheme="minorHAnsi" w:hAnsiTheme="minorHAnsi"/>
        </w:rPr>
        <w:t xml:space="preserve"> </w:t>
      </w:r>
      <w:r w:rsidRPr="00400BF2">
        <w:rPr>
          <w:rFonts w:asciiTheme="minorHAnsi" w:hAnsiTheme="minorHAnsi"/>
        </w:rPr>
        <w:t>zařízením 2 kategorie - RPB.</w:t>
      </w:r>
    </w:p>
    <w:p w14:paraId="1329A45F" w14:textId="3DED45DE" w:rsidR="00400BF2" w:rsidRPr="00400BF2" w:rsidRDefault="00400BF2" w:rsidP="00400BF2">
      <w:pPr>
        <w:pStyle w:val="Text2-2"/>
        <w:rPr>
          <w:rFonts w:asciiTheme="minorHAnsi" w:hAnsiTheme="minorHAnsi"/>
        </w:rPr>
      </w:pPr>
      <w:r w:rsidRPr="00C479D5">
        <w:rPr>
          <w:rFonts w:asciiTheme="minorHAnsi" w:hAnsiTheme="minorHAnsi"/>
          <w:b/>
        </w:rPr>
        <w:t>Přejezdové zabezpečovací zařízení (dále jen „PZZ“):</w:t>
      </w:r>
      <w:r>
        <w:rPr>
          <w:rFonts w:asciiTheme="minorHAnsi" w:hAnsiTheme="minorHAnsi"/>
        </w:rPr>
        <w:t xml:space="preserve"> </w:t>
      </w:r>
      <w:r w:rsidRPr="002208B3">
        <w:rPr>
          <w:rFonts w:asciiTheme="minorHAnsi" w:hAnsiTheme="minorHAnsi"/>
        </w:rPr>
        <w:t xml:space="preserve">Přejezd </w:t>
      </w:r>
      <w:r>
        <w:rPr>
          <w:rFonts w:asciiTheme="minorHAnsi" w:hAnsiTheme="minorHAnsi"/>
        </w:rPr>
        <w:t xml:space="preserve">ev. č. P5893 </w:t>
      </w:r>
      <w:r w:rsidRPr="002208B3">
        <w:rPr>
          <w:rFonts w:asciiTheme="minorHAnsi" w:hAnsiTheme="minorHAnsi"/>
        </w:rPr>
        <w:t>je zabezpečen</w:t>
      </w:r>
      <w:r w:rsidRPr="008C2E1E">
        <w:rPr>
          <w:color w:val="000000" w:themeColor="text1"/>
        </w:rPr>
        <w:t xml:space="preserve"> reléovým přejezdovým zabezpečovacím zařízením PZS 3SB</w:t>
      </w:r>
      <w:r>
        <w:rPr>
          <w:color w:val="000000" w:themeColor="text1"/>
        </w:rPr>
        <w:t>L</w:t>
      </w:r>
      <w:r w:rsidRPr="008C2E1E">
        <w:rPr>
          <w:color w:val="000000" w:themeColor="text1"/>
        </w:rPr>
        <w:t xml:space="preserve"> typu PZZ-K s úplnými závislostmi bez závor s pozitivním signálem vybudovaným v roce 2013. Technologie umístěna v domku Variel OPD SP 2,1/2,1. Ovládání přejezdu provedeno pomocí počítačů náprav Siemens Frauscher AZF a výstražníky AŽD 97. Krycí funkci pro PZZ zajišťují přejezdníky.</w:t>
      </w:r>
    </w:p>
    <w:p w14:paraId="37655ED2" w14:textId="77777777" w:rsidR="00160EC0" w:rsidRPr="005E7A26" w:rsidRDefault="00160EC0" w:rsidP="00160EC0">
      <w:pPr>
        <w:pStyle w:val="Text2-1"/>
        <w:rPr>
          <w:rStyle w:val="Tun"/>
          <w:rFonts w:asciiTheme="minorHAnsi" w:hAnsiTheme="minorHAnsi"/>
          <w:b w:val="0"/>
        </w:rPr>
      </w:pPr>
      <w:r w:rsidRPr="005E7A26">
        <w:rPr>
          <w:rStyle w:val="Tun"/>
          <w:rFonts w:asciiTheme="minorHAnsi" w:hAnsiTheme="minorHAnsi"/>
        </w:rPr>
        <w:t>Požadavky na nový stav</w:t>
      </w:r>
    </w:p>
    <w:p w14:paraId="5C56258B" w14:textId="2342B633" w:rsidR="00F347FE" w:rsidRDefault="00F347FE" w:rsidP="00160EC0">
      <w:pPr>
        <w:pStyle w:val="Text2-2"/>
        <w:rPr>
          <w:rFonts w:asciiTheme="minorHAnsi" w:hAnsiTheme="minorHAnsi"/>
        </w:rPr>
      </w:pPr>
      <w:r w:rsidRPr="006A0A6F">
        <w:rPr>
          <w:rFonts w:asciiTheme="minorHAnsi" w:hAnsiTheme="minorHAnsi"/>
        </w:rPr>
        <w:t>Obecně viz zjednodušená dokumentace a popis výkonu a funkce</w:t>
      </w:r>
      <w:r>
        <w:rPr>
          <w:rFonts w:asciiTheme="minorHAnsi" w:hAnsiTheme="minorHAnsi"/>
        </w:rPr>
        <w:t>.</w:t>
      </w:r>
      <w:r w:rsidRPr="006C33D8" w:rsidDel="00F347FE">
        <w:rPr>
          <w:rFonts w:asciiTheme="minorHAnsi" w:hAnsiTheme="minorHAnsi"/>
          <w:highlight w:val="green"/>
        </w:rPr>
        <w:t xml:space="preserve"> </w:t>
      </w:r>
    </w:p>
    <w:p w14:paraId="04749BA5" w14:textId="11469887" w:rsidR="00160EC0" w:rsidRPr="006C33D8" w:rsidRDefault="00160EC0" w:rsidP="00160EC0">
      <w:pPr>
        <w:pStyle w:val="Text2-2"/>
        <w:rPr>
          <w:rFonts w:asciiTheme="minorHAnsi" w:hAnsiTheme="minorHAnsi"/>
        </w:rPr>
      </w:pPr>
      <w:r w:rsidRPr="006C33D8">
        <w:rPr>
          <w:rFonts w:asciiTheme="minorHAnsi" w:hAnsiTheme="minorHAnsi"/>
        </w:rPr>
        <w:t>Detailní řešení bude upřesněno při zahájení projekčních prací.</w:t>
      </w:r>
    </w:p>
    <w:p w14:paraId="0883A92A" w14:textId="77777777" w:rsidR="00160EC0" w:rsidRPr="006C33D8" w:rsidRDefault="00160EC0" w:rsidP="00160EC0">
      <w:pPr>
        <w:pStyle w:val="Text2-2"/>
        <w:rPr>
          <w:rFonts w:asciiTheme="minorHAnsi" w:hAnsiTheme="minorHAnsi"/>
        </w:rPr>
      </w:pPr>
      <w:r w:rsidRPr="006C33D8">
        <w:rPr>
          <w:rFonts w:asciiTheme="minorHAnsi" w:hAnsiTheme="minorHAnsi"/>
        </w:rPr>
        <w:t>V rámci stavby budou použity kompozitní závorová břevna s LED břevnovými svítilnami, velké výstražné kříže a výstražníky v LED provedení.</w:t>
      </w:r>
    </w:p>
    <w:p w14:paraId="3DFD67C8" w14:textId="51548523" w:rsidR="00160EC0" w:rsidRPr="006C33D8" w:rsidRDefault="00160EC0" w:rsidP="00160EC0">
      <w:pPr>
        <w:pStyle w:val="Text2-2"/>
        <w:rPr>
          <w:rFonts w:asciiTheme="minorHAnsi" w:hAnsiTheme="minorHAnsi"/>
          <w:sz w:val="16"/>
        </w:rPr>
      </w:pPr>
      <w:r w:rsidRPr="006C33D8">
        <w:rPr>
          <w:rFonts w:asciiTheme="minorHAnsi" w:hAnsiTheme="minorHAnsi"/>
          <w:bCs/>
          <w:iCs/>
          <w:szCs w:val="20"/>
        </w:rPr>
        <w:t>V případě návrhu PZS se 4kvadrantovými závorami musí být vždy prověřeno použití postupného (sekvenčního) sklápění závor. Přitom se pro výpočet předzváněcí doby pro přejezdy s pohybem chodců vždy použije výpočet podle bodu 5a) části B) dopisu čj. 3867/2017-SŽDC-O14</w:t>
      </w:r>
      <w:r>
        <w:rPr>
          <w:rFonts w:asciiTheme="minorHAnsi" w:hAnsiTheme="minorHAnsi"/>
          <w:bCs/>
          <w:iCs/>
          <w:szCs w:val="20"/>
        </w:rPr>
        <w:t xml:space="preserve"> - </w:t>
      </w:r>
      <w:r w:rsidRPr="005E7A26">
        <w:rPr>
          <w:rFonts w:asciiTheme="minorHAnsi" w:hAnsiTheme="minorHAnsi"/>
        </w:rPr>
        <w:t xml:space="preserve">viz Příloha </w:t>
      </w:r>
      <w:r>
        <w:rPr>
          <w:rFonts w:asciiTheme="minorHAnsi" w:hAnsiTheme="minorHAnsi"/>
        </w:rPr>
        <w:fldChar w:fldCharType="begin"/>
      </w:r>
      <w:r>
        <w:rPr>
          <w:rFonts w:asciiTheme="minorHAnsi" w:hAnsiTheme="minorHAnsi"/>
        </w:rPr>
        <w:instrText xml:space="preserve"> REF _Ref56174244 \r \h </w:instrText>
      </w:r>
      <w:r>
        <w:rPr>
          <w:rFonts w:asciiTheme="minorHAnsi" w:hAnsiTheme="minorHAnsi"/>
        </w:rPr>
      </w:r>
      <w:r>
        <w:rPr>
          <w:rFonts w:asciiTheme="minorHAnsi" w:hAnsiTheme="minorHAnsi"/>
        </w:rPr>
        <w:fldChar w:fldCharType="separate"/>
      </w:r>
      <w:r w:rsidR="00081DF9">
        <w:rPr>
          <w:rFonts w:asciiTheme="minorHAnsi" w:hAnsiTheme="minorHAnsi"/>
        </w:rPr>
        <w:t>8.1.3</w:t>
      </w:r>
      <w:r>
        <w:rPr>
          <w:rFonts w:asciiTheme="minorHAnsi" w:hAnsiTheme="minorHAnsi"/>
        </w:rPr>
        <w:fldChar w:fldCharType="end"/>
      </w:r>
      <w:r w:rsidRPr="006C33D8">
        <w:rPr>
          <w:rFonts w:asciiTheme="minorHAnsi" w:hAnsiTheme="minorHAnsi"/>
          <w:bCs/>
          <w:iCs/>
          <w:szCs w:val="20"/>
        </w:rPr>
        <w:t xml:space="preserve">. V případě negativního výsledku prověření použití postupného (sekvenčního) sklápění závor musí být tato skutečnost, včetně souvisejících důvodů, </w:t>
      </w:r>
      <w:r w:rsidR="00D87B4E">
        <w:rPr>
          <w:rFonts w:asciiTheme="minorHAnsi" w:hAnsiTheme="minorHAnsi"/>
          <w:bCs/>
          <w:iCs/>
          <w:szCs w:val="20"/>
        </w:rPr>
        <w:t>uvedena</w:t>
      </w:r>
      <w:r w:rsidRPr="006C33D8">
        <w:rPr>
          <w:rFonts w:asciiTheme="minorHAnsi" w:hAnsiTheme="minorHAnsi"/>
          <w:bCs/>
          <w:iCs/>
          <w:szCs w:val="20"/>
        </w:rPr>
        <w:t xml:space="preserve"> v </w:t>
      </w:r>
      <w:r w:rsidR="00D87B4E">
        <w:rPr>
          <w:rFonts w:asciiTheme="minorHAnsi" w:hAnsiTheme="minorHAnsi"/>
          <w:bCs/>
          <w:iCs/>
          <w:szCs w:val="20"/>
        </w:rPr>
        <w:t>P</w:t>
      </w:r>
      <w:r w:rsidRPr="006C33D8">
        <w:rPr>
          <w:rFonts w:asciiTheme="minorHAnsi" w:hAnsiTheme="minorHAnsi"/>
          <w:bCs/>
          <w:iCs/>
          <w:szCs w:val="20"/>
        </w:rPr>
        <w:t>rojektové dokumentaci.</w:t>
      </w:r>
    </w:p>
    <w:p w14:paraId="3D832DFC" w14:textId="77777777" w:rsidR="00160EC0" w:rsidRPr="006C33D8" w:rsidRDefault="00160EC0" w:rsidP="00160EC0">
      <w:pPr>
        <w:pStyle w:val="Text2-2"/>
        <w:rPr>
          <w:rFonts w:asciiTheme="minorHAnsi" w:hAnsiTheme="minorHAnsi"/>
          <w:sz w:val="14"/>
        </w:rPr>
      </w:pPr>
      <w:r w:rsidRPr="006C33D8">
        <w:rPr>
          <w:rFonts w:asciiTheme="minorHAnsi" w:hAnsiTheme="minorHAnsi"/>
          <w:bCs/>
          <w:iCs/>
          <w:szCs w:val="20"/>
        </w:rPr>
        <w:t>V případě výstavby nebo rekonstrukce závor se požaduje navržení a zřízení břevnových svítilen na:</w:t>
      </w:r>
    </w:p>
    <w:p w14:paraId="6C87FD94" w14:textId="77777777" w:rsidR="00160EC0" w:rsidRPr="006C33D8" w:rsidRDefault="00160EC0" w:rsidP="00160EC0">
      <w:pPr>
        <w:numPr>
          <w:ilvl w:val="0"/>
          <w:numId w:val="45"/>
        </w:numPr>
        <w:spacing w:after="80" w:line="264" w:lineRule="auto"/>
        <w:ind w:left="2268" w:hanging="357"/>
        <w:rPr>
          <w:rFonts w:asciiTheme="minorHAnsi" w:hAnsiTheme="minorHAnsi"/>
          <w:bCs/>
          <w:iCs/>
          <w:sz w:val="18"/>
        </w:rPr>
      </w:pPr>
      <w:r w:rsidRPr="006C33D8">
        <w:rPr>
          <w:rFonts w:asciiTheme="minorHAnsi" w:hAnsiTheme="minorHAnsi"/>
          <w:bCs/>
          <w:iCs/>
          <w:sz w:val="18"/>
        </w:rPr>
        <w:t>silnicích I. a II. třídy,</w:t>
      </w:r>
    </w:p>
    <w:p w14:paraId="3817F939" w14:textId="77777777" w:rsidR="00160EC0" w:rsidRPr="006C33D8" w:rsidRDefault="00160EC0" w:rsidP="00160EC0">
      <w:pPr>
        <w:numPr>
          <w:ilvl w:val="0"/>
          <w:numId w:val="45"/>
        </w:numPr>
        <w:spacing w:after="80" w:line="264" w:lineRule="auto"/>
        <w:ind w:left="2268" w:hanging="357"/>
        <w:rPr>
          <w:rFonts w:asciiTheme="minorHAnsi" w:hAnsiTheme="minorHAnsi"/>
          <w:bCs/>
          <w:iCs/>
          <w:sz w:val="18"/>
        </w:rPr>
      </w:pPr>
      <w:r w:rsidRPr="006C33D8">
        <w:rPr>
          <w:rFonts w:asciiTheme="minorHAnsi" w:hAnsiTheme="minorHAnsi"/>
          <w:bCs/>
          <w:iCs/>
          <w:sz w:val="18"/>
        </w:rPr>
        <w:t>místních komunikacích funkční třídy B,</w:t>
      </w:r>
    </w:p>
    <w:p w14:paraId="0AC0CD43" w14:textId="77777777" w:rsidR="00160EC0" w:rsidRPr="006C33D8" w:rsidRDefault="00160EC0" w:rsidP="00160EC0">
      <w:pPr>
        <w:numPr>
          <w:ilvl w:val="0"/>
          <w:numId w:val="45"/>
        </w:numPr>
        <w:spacing w:after="80" w:line="264" w:lineRule="auto"/>
        <w:ind w:left="2268" w:hanging="357"/>
        <w:rPr>
          <w:rFonts w:asciiTheme="minorHAnsi" w:hAnsiTheme="minorHAnsi"/>
          <w:bCs/>
          <w:iCs/>
          <w:sz w:val="18"/>
        </w:rPr>
      </w:pPr>
      <w:r w:rsidRPr="006C33D8">
        <w:rPr>
          <w:rFonts w:asciiTheme="minorHAnsi" w:hAnsiTheme="minorHAnsi"/>
          <w:bCs/>
          <w:iCs/>
          <w:sz w:val="18"/>
        </w:rPr>
        <w:t>pozemních komunikacích, kde je nejbližší hranice křižovatky je od nebezpečného pásma přejezdu blíže, než stanoví ČSN 736380 pro nově zřizované přejezdy.</w:t>
      </w:r>
    </w:p>
    <w:p w14:paraId="218F36BE" w14:textId="77777777" w:rsidR="00160EC0" w:rsidRPr="00D87B4E" w:rsidRDefault="00160EC0" w:rsidP="00160EC0">
      <w:pPr>
        <w:pStyle w:val="Text2-2"/>
        <w:numPr>
          <w:ilvl w:val="0"/>
          <w:numId w:val="0"/>
        </w:numPr>
        <w:ind w:left="1701"/>
        <w:rPr>
          <w:rFonts w:asciiTheme="minorHAnsi" w:hAnsiTheme="minorHAnsi"/>
          <w:bCs/>
          <w:iCs/>
          <w:sz w:val="16"/>
          <w:szCs w:val="20"/>
        </w:rPr>
      </w:pPr>
      <w:r w:rsidRPr="006C33D8">
        <w:rPr>
          <w:rFonts w:asciiTheme="minorHAnsi" w:hAnsiTheme="minorHAnsi"/>
          <w:bCs/>
          <w:iCs/>
          <w:szCs w:val="20"/>
        </w:rPr>
        <w:t xml:space="preserve">V případě výstavby nebo rekonstrukce závor na </w:t>
      </w:r>
      <w:r w:rsidRPr="00962766">
        <w:rPr>
          <w:rFonts w:asciiTheme="minorHAnsi" w:hAnsiTheme="minorHAnsi"/>
          <w:bCs/>
          <w:iCs/>
          <w:szCs w:val="20"/>
        </w:rPr>
        <w:t>silnicích III. třídy a místních komunikací funkční třídy C bude návrh použití břevnových svítilen posouzen s ohledem na konkrétní situaci na přejezdu (dopravní moment, přehlednost pozemní komunikace, množství rušivých vlivů)</w:t>
      </w:r>
      <w:r w:rsidRPr="005E7A26">
        <w:rPr>
          <w:rFonts w:asciiTheme="minorHAnsi" w:hAnsiTheme="minorHAnsi"/>
        </w:rPr>
        <w:t xml:space="preserve"> - viz Příloha </w:t>
      </w:r>
      <w:r w:rsidRPr="005E7A26">
        <w:rPr>
          <w:rFonts w:asciiTheme="minorHAnsi" w:hAnsiTheme="minorHAnsi"/>
        </w:rPr>
        <w:fldChar w:fldCharType="begin"/>
      </w:r>
      <w:r w:rsidRPr="005E7A26">
        <w:rPr>
          <w:rFonts w:asciiTheme="minorHAnsi" w:hAnsiTheme="minorHAnsi"/>
        </w:rPr>
        <w:instrText xml:space="preserve"> REF _Ref56174337 \r \h </w:instrText>
      </w:r>
      <w:r w:rsidR="00D87B4E">
        <w:rPr>
          <w:rFonts w:asciiTheme="minorHAnsi" w:hAnsiTheme="minorHAnsi"/>
        </w:rPr>
        <w:instrText xml:space="preserve"> \* MERGEFORMAT </w:instrText>
      </w:r>
      <w:r w:rsidRPr="005E7A26">
        <w:rPr>
          <w:rFonts w:asciiTheme="minorHAnsi" w:hAnsiTheme="minorHAnsi"/>
        </w:rPr>
      </w:r>
      <w:r w:rsidRPr="005E7A26">
        <w:rPr>
          <w:rFonts w:asciiTheme="minorHAnsi" w:hAnsiTheme="minorHAnsi"/>
        </w:rPr>
        <w:fldChar w:fldCharType="separate"/>
      </w:r>
      <w:r w:rsidR="00081DF9">
        <w:rPr>
          <w:rFonts w:asciiTheme="minorHAnsi" w:hAnsiTheme="minorHAnsi"/>
        </w:rPr>
        <w:t>8.1.4</w:t>
      </w:r>
      <w:r w:rsidRPr="005E7A26">
        <w:rPr>
          <w:rFonts w:asciiTheme="minorHAnsi" w:hAnsiTheme="minorHAnsi"/>
        </w:rPr>
        <w:fldChar w:fldCharType="end"/>
      </w:r>
      <w:r w:rsidRPr="00962766">
        <w:rPr>
          <w:rFonts w:asciiTheme="minorHAnsi" w:hAnsiTheme="minorHAnsi"/>
          <w:bCs/>
          <w:iCs/>
          <w:szCs w:val="20"/>
        </w:rPr>
        <w:t xml:space="preserve">. Výsledek posouzení, včetně souvisejících důvodů, </w:t>
      </w:r>
      <w:r w:rsidRPr="00D87B4E">
        <w:rPr>
          <w:rFonts w:asciiTheme="minorHAnsi" w:hAnsiTheme="minorHAnsi"/>
          <w:bCs/>
          <w:iCs/>
          <w:szCs w:val="20"/>
        </w:rPr>
        <w:t xml:space="preserve">bude </w:t>
      </w:r>
      <w:r w:rsidR="00D87B4E" w:rsidRPr="00D87B4E">
        <w:rPr>
          <w:rFonts w:asciiTheme="minorHAnsi" w:hAnsiTheme="minorHAnsi"/>
          <w:bCs/>
          <w:iCs/>
          <w:szCs w:val="20"/>
        </w:rPr>
        <w:t>uveden</w:t>
      </w:r>
      <w:r w:rsidRPr="00D87B4E">
        <w:rPr>
          <w:rFonts w:asciiTheme="minorHAnsi" w:hAnsiTheme="minorHAnsi"/>
          <w:bCs/>
          <w:iCs/>
          <w:szCs w:val="20"/>
        </w:rPr>
        <w:t xml:space="preserve"> v </w:t>
      </w:r>
      <w:r w:rsidR="00D87B4E" w:rsidRPr="00D87B4E">
        <w:rPr>
          <w:rFonts w:asciiTheme="minorHAnsi" w:hAnsiTheme="minorHAnsi"/>
          <w:bCs/>
          <w:iCs/>
          <w:szCs w:val="20"/>
        </w:rPr>
        <w:t>P</w:t>
      </w:r>
      <w:r w:rsidRPr="00D87B4E">
        <w:rPr>
          <w:rFonts w:asciiTheme="minorHAnsi" w:hAnsiTheme="minorHAnsi"/>
          <w:bCs/>
          <w:iCs/>
          <w:szCs w:val="20"/>
        </w:rPr>
        <w:t>rojektové dokumentaci.</w:t>
      </w:r>
    </w:p>
    <w:p w14:paraId="77677A14" w14:textId="77777777" w:rsidR="0069470F" w:rsidRDefault="0069470F" w:rsidP="0069470F">
      <w:pPr>
        <w:pStyle w:val="Nadpis2-2"/>
      </w:pPr>
      <w:bookmarkStart w:id="104" w:name="_Toc59357472"/>
      <w:bookmarkStart w:id="105" w:name="_Toc60211865"/>
      <w:bookmarkStart w:id="106" w:name="_Toc7077122"/>
      <w:bookmarkStart w:id="107" w:name="_Toc63869850"/>
      <w:bookmarkEnd w:id="104"/>
      <w:bookmarkEnd w:id="105"/>
      <w:r>
        <w:lastRenderedPageBreak/>
        <w:t>Sdělovací zařízení</w:t>
      </w:r>
      <w:bookmarkEnd w:id="106"/>
      <w:bookmarkEnd w:id="107"/>
    </w:p>
    <w:p w14:paraId="57C3457A" w14:textId="77777777" w:rsidR="00D87B4E" w:rsidRPr="005E7A26" w:rsidRDefault="00D87B4E" w:rsidP="00D87B4E">
      <w:pPr>
        <w:pStyle w:val="Text2-1"/>
        <w:rPr>
          <w:rStyle w:val="Tun"/>
          <w:rFonts w:asciiTheme="minorHAnsi" w:hAnsiTheme="minorHAnsi"/>
          <w:b w:val="0"/>
        </w:rPr>
      </w:pPr>
      <w:r w:rsidRPr="005E7A26">
        <w:rPr>
          <w:rStyle w:val="Tun"/>
          <w:rFonts w:asciiTheme="minorHAnsi" w:hAnsiTheme="minorHAnsi"/>
        </w:rPr>
        <w:t xml:space="preserve">Popis stávajícího stavu </w:t>
      </w:r>
    </w:p>
    <w:p w14:paraId="0CDA180B" w14:textId="7007DE6B" w:rsidR="00F347FE" w:rsidRDefault="00F347FE" w:rsidP="00D87B4E">
      <w:pPr>
        <w:pStyle w:val="Text2-2"/>
      </w:pPr>
      <w:r w:rsidRPr="00F347FE">
        <w:t>V dotčené lokalitě se vyskytují následující kabely sdělovacího zařízení:</w:t>
      </w:r>
    </w:p>
    <w:p w14:paraId="78ECB24B" w14:textId="004CB3E8" w:rsidR="00F347FE" w:rsidRDefault="00F347FE" w:rsidP="00F347FE">
      <w:pPr>
        <w:numPr>
          <w:ilvl w:val="0"/>
          <w:numId w:val="45"/>
        </w:numPr>
        <w:spacing w:after="80" w:line="264" w:lineRule="auto"/>
        <w:ind w:left="2268" w:hanging="357"/>
        <w:rPr>
          <w:rFonts w:asciiTheme="minorHAnsi" w:hAnsiTheme="minorHAnsi"/>
          <w:bCs/>
          <w:iCs/>
          <w:sz w:val="18"/>
        </w:rPr>
      </w:pPr>
      <w:r w:rsidRPr="00F347FE">
        <w:rPr>
          <w:rFonts w:asciiTheme="minorHAnsi" w:hAnsiTheme="minorHAnsi"/>
          <w:bCs/>
          <w:iCs/>
          <w:sz w:val="18"/>
        </w:rPr>
        <w:t>Pří</w:t>
      </w:r>
      <w:r w:rsidR="00A04D2A">
        <w:rPr>
          <w:rFonts w:asciiTheme="minorHAnsi" w:hAnsiTheme="minorHAnsi"/>
          <w:bCs/>
          <w:iCs/>
          <w:sz w:val="18"/>
        </w:rPr>
        <w:t>p</w:t>
      </w:r>
      <w:r w:rsidRPr="00F347FE">
        <w:rPr>
          <w:rFonts w:asciiTheme="minorHAnsi" w:hAnsiTheme="minorHAnsi"/>
          <w:bCs/>
          <w:iCs/>
          <w:sz w:val="18"/>
        </w:rPr>
        <w:t>o</w:t>
      </w:r>
      <w:r w:rsidR="00A04D2A">
        <w:rPr>
          <w:rFonts w:asciiTheme="minorHAnsi" w:hAnsiTheme="minorHAnsi"/>
          <w:bCs/>
          <w:iCs/>
          <w:sz w:val="18"/>
        </w:rPr>
        <w:t>lo</w:t>
      </w:r>
      <w:r w:rsidRPr="00F347FE">
        <w:rPr>
          <w:rFonts w:asciiTheme="minorHAnsi" w:hAnsiTheme="minorHAnsi"/>
          <w:bCs/>
          <w:iCs/>
          <w:sz w:val="18"/>
        </w:rPr>
        <w:t>že k DK Ledeč n/S-Světlá n/S TCEKE 2,5XN 0,8; TZEKEZE 7P 1,0</w:t>
      </w:r>
    </w:p>
    <w:p w14:paraId="666F7278" w14:textId="2B716E8D" w:rsidR="00A04D2A" w:rsidRPr="00F347FE" w:rsidRDefault="00A04D2A" w:rsidP="00A04D2A">
      <w:pPr>
        <w:numPr>
          <w:ilvl w:val="0"/>
          <w:numId w:val="45"/>
        </w:numPr>
        <w:spacing w:after="80" w:line="264" w:lineRule="auto"/>
        <w:ind w:left="2268" w:hanging="357"/>
        <w:rPr>
          <w:rFonts w:asciiTheme="minorHAnsi" w:hAnsiTheme="minorHAnsi"/>
          <w:bCs/>
          <w:iCs/>
          <w:sz w:val="18"/>
        </w:rPr>
      </w:pPr>
      <w:r w:rsidRPr="00A04D2A">
        <w:rPr>
          <w:rFonts w:asciiTheme="minorHAnsi" w:hAnsiTheme="minorHAnsi"/>
          <w:bCs/>
          <w:iCs/>
          <w:sz w:val="18"/>
        </w:rPr>
        <w:t>DK typ DCKAYPV 3XV 1,2+14DM0,9 (ŽDK 20)</w:t>
      </w:r>
    </w:p>
    <w:p w14:paraId="25DDCD76" w14:textId="77777777" w:rsidR="00D87B4E" w:rsidRPr="005E7A26" w:rsidRDefault="00D87B4E" w:rsidP="00D87B4E">
      <w:pPr>
        <w:pStyle w:val="Text2-1"/>
      </w:pPr>
      <w:r w:rsidRPr="005E7A26">
        <w:rPr>
          <w:rStyle w:val="Tun"/>
          <w:rFonts w:asciiTheme="minorHAnsi" w:hAnsiTheme="minorHAnsi"/>
        </w:rPr>
        <w:t>Požadavky na nový stav</w:t>
      </w:r>
    </w:p>
    <w:p w14:paraId="4748D15A" w14:textId="77777777" w:rsidR="00F347FE" w:rsidRDefault="00F347FE" w:rsidP="00F347FE">
      <w:pPr>
        <w:pStyle w:val="Text2-2"/>
      </w:pPr>
      <w:r w:rsidRPr="00613569">
        <w:t>Obecně viz zjednodušená dokumentace a popis výkonu a funkce.</w:t>
      </w:r>
    </w:p>
    <w:p w14:paraId="673B696F" w14:textId="4F944628" w:rsidR="00F347FE" w:rsidRDefault="00F347FE" w:rsidP="00F347FE">
      <w:pPr>
        <w:pStyle w:val="Text2-2"/>
      </w:pPr>
      <w:r>
        <w:t>Dále v</w:t>
      </w:r>
      <w:r w:rsidRPr="00976774">
        <w:t xml:space="preserve"> nezbytně nutném rozsahu dodat přeložky sdělovacího zařízení, které budou vyvolány stavbou.</w:t>
      </w:r>
    </w:p>
    <w:p w14:paraId="07D65B39" w14:textId="3877CE8B" w:rsidR="00D87B4E" w:rsidRPr="006C33D8" w:rsidRDefault="00D87B4E" w:rsidP="00D87B4E">
      <w:pPr>
        <w:pStyle w:val="Text2-2"/>
      </w:pPr>
      <w:r w:rsidRPr="006C33D8">
        <w:t>Detailní řešení bude upřesněno při zahájení projekčních prací.</w:t>
      </w:r>
    </w:p>
    <w:p w14:paraId="65A43F72" w14:textId="77777777" w:rsidR="0069470F" w:rsidRDefault="0069470F" w:rsidP="0069470F">
      <w:pPr>
        <w:pStyle w:val="Nadpis2-2"/>
      </w:pPr>
      <w:bookmarkStart w:id="108" w:name="_Toc59357474"/>
      <w:bookmarkStart w:id="109" w:name="_Toc60211867"/>
      <w:bookmarkStart w:id="110" w:name="_Toc7077123"/>
      <w:bookmarkStart w:id="111" w:name="_Toc63869851"/>
      <w:bookmarkEnd w:id="108"/>
      <w:bookmarkEnd w:id="109"/>
      <w:r>
        <w:t>Silnoproudá technologie včetně DŘT, trakční a energetická zařízení</w:t>
      </w:r>
      <w:bookmarkEnd w:id="110"/>
      <w:bookmarkEnd w:id="111"/>
    </w:p>
    <w:p w14:paraId="6922D3F9" w14:textId="77777777" w:rsidR="00D87B4E" w:rsidRPr="005E7A26" w:rsidRDefault="00D87B4E" w:rsidP="00D87B4E">
      <w:pPr>
        <w:pStyle w:val="Text2-1"/>
      </w:pPr>
      <w:r w:rsidRPr="005E7A26">
        <w:rPr>
          <w:rStyle w:val="Tun"/>
          <w:rFonts w:asciiTheme="minorHAnsi" w:hAnsiTheme="minorHAnsi"/>
        </w:rPr>
        <w:t>Popis stávajícího stavu</w:t>
      </w:r>
    </w:p>
    <w:p w14:paraId="2153C244" w14:textId="5B006830" w:rsidR="00F347FE" w:rsidRPr="00F347FE" w:rsidRDefault="00F347FE" w:rsidP="00D87B4E">
      <w:pPr>
        <w:pStyle w:val="Text2-2"/>
      </w:pPr>
      <w:r w:rsidRPr="00F347FE">
        <w:t>Obecně viz zjednodušená dokumentace a popis výkonu a funkce.</w:t>
      </w:r>
    </w:p>
    <w:p w14:paraId="23382265" w14:textId="77777777" w:rsidR="00D87B4E" w:rsidRPr="005E7A26" w:rsidRDefault="00D87B4E" w:rsidP="00D87B4E">
      <w:pPr>
        <w:pStyle w:val="Text2-1"/>
      </w:pPr>
      <w:r w:rsidRPr="005E7A26">
        <w:rPr>
          <w:rStyle w:val="Tun"/>
          <w:rFonts w:asciiTheme="minorHAnsi" w:hAnsiTheme="minorHAnsi"/>
        </w:rPr>
        <w:t>Požadavky na nový stav</w:t>
      </w:r>
    </w:p>
    <w:p w14:paraId="1DA7A594" w14:textId="43884682" w:rsidR="00F347FE" w:rsidRDefault="00F347FE" w:rsidP="00D87B4E">
      <w:pPr>
        <w:pStyle w:val="Text2-2"/>
      </w:pPr>
      <w:r w:rsidRPr="00613569">
        <w:t>Obecně viz zjednodušená dokumentace a popis výkonu a funkce</w:t>
      </w:r>
      <w:r>
        <w:t>.</w:t>
      </w:r>
    </w:p>
    <w:p w14:paraId="16497CA8" w14:textId="742A811A" w:rsidR="00D87B4E" w:rsidRPr="006C33D8" w:rsidRDefault="00D87B4E" w:rsidP="00D87B4E">
      <w:pPr>
        <w:pStyle w:val="Text2-2"/>
      </w:pPr>
      <w:r w:rsidRPr="006C33D8">
        <w:t>Detailní řešení bude upřesněno při zahájení projekčních prací.</w:t>
      </w:r>
    </w:p>
    <w:p w14:paraId="7FBDE051" w14:textId="77777777" w:rsidR="0069470F" w:rsidRDefault="0069470F" w:rsidP="0069470F">
      <w:pPr>
        <w:pStyle w:val="Nadpis2-2"/>
      </w:pPr>
      <w:bookmarkStart w:id="112" w:name="_Toc59357476"/>
      <w:bookmarkStart w:id="113" w:name="_Toc60211869"/>
      <w:bookmarkStart w:id="114" w:name="_Toc59357477"/>
      <w:bookmarkStart w:id="115" w:name="_Toc60211870"/>
      <w:bookmarkStart w:id="116" w:name="_Toc59357478"/>
      <w:bookmarkStart w:id="117" w:name="_Toc60211871"/>
      <w:bookmarkStart w:id="118" w:name="_Toc7077125"/>
      <w:bookmarkStart w:id="119" w:name="_Toc63869852"/>
      <w:bookmarkEnd w:id="112"/>
      <w:bookmarkEnd w:id="113"/>
      <w:bookmarkEnd w:id="114"/>
      <w:bookmarkEnd w:id="115"/>
      <w:bookmarkEnd w:id="116"/>
      <w:bookmarkEnd w:id="117"/>
      <w:r>
        <w:t>Železniční svršek</w:t>
      </w:r>
      <w:bookmarkEnd w:id="118"/>
      <w:r>
        <w:t xml:space="preserve"> </w:t>
      </w:r>
      <w:r w:rsidR="00D87B4E">
        <w:t>a spodek</w:t>
      </w:r>
      <w:bookmarkEnd w:id="119"/>
    </w:p>
    <w:p w14:paraId="3C4F7947" w14:textId="77777777" w:rsidR="00D87B4E" w:rsidRPr="005E7A26" w:rsidRDefault="00D87B4E" w:rsidP="00D87B4E">
      <w:pPr>
        <w:pStyle w:val="Text2-1"/>
        <w:rPr>
          <w:rStyle w:val="Tun"/>
          <w:rFonts w:asciiTheme="minorHAnsi" w:hAnsiTheme="minorHAnsi"/>
          <w:b w:val="0"/>
        </w:rPr>
      </w:pPr>
      <w:r w:rsidRPr="005E7A26">
        <w:rPr>
          <w:rStyle w:val="Tun"/>
          <w:rFonts w:asciiTheme="minorHAnsi" w:hAnsiTheme="minorHAnsi"/>
        </w:rPr>
        <w:t xml:space="preserve">Požadavky na nový stav </w:t>
      </w:r>
    </w:p>
    <w:p w14:paraId="0E8BA1A5" w14:textId="681F97DE" w:rsidR="00B756C8" w:rsidRDefault="00B756C8" w:rsidP="00D87B4E">
      <w:pPr>
        <w:pStyle w:val="Text2-2"/>
      </w:pPr>
      <w:r w:rsidRPr="001F2616">
        <w:t xml:space="preserve">Případné zásahy do </w:t>
      </w:r>
      <w:r>
        <w:t xml:space="preserve">železničního svršku a </w:t>
      </w:r>
      <w:r w:rsidRPr="001F2616">
        <w:t>tělesa železničního spodku provádět jen v nezbytně nutných případech vyvolaných stavbou</w:t>
      </w:r>
      <w:r>
        <w:t>.</w:t>
      </w:r>
    </w:p>
    <w:p w14:paraId="520741AA" w14:textId="1AD23D70" w:rsidR="00D87B4E" w:rsidRPr="006C33D8" w:rsidRDefault="00D87B4E" w:rsidP="00D87B4E">
      <w:pPr>
        <w:pStyle w:val="Text2-2"/>
      </w:pPr>
      <w:r w:rsidRPr="006C33D8">
        <w:t>Detailní řešení bude upřesněno při zahájení projekčních prací.</w:t>
      </w:r>
    </w:p>
    <w:p w14:paraId="51033D55" w14:textId="77777777" w:rsidR="0069470F" w:rsidRDefault="0069470F" w:rsidP="0069470F">
      <w:pPr>
        <w:pStyle w:val="Nadpis2-2"/>
      </w:pPr>
      <w:bookmarkStart w:id="120" w:name="_Toc59357480"/>
      <w:bookmarkStart w:id="121" w:name="_Toc60211873"/>
      <w:bookmarkStart w:id="122" w:name="_Toc59357481"/>
      <w:bookmarkStart w:id="123" w:name="_Toc60211874"/>
      <w:bookmarkStart w:id="124" w:name="_Toc59357482"/>
      <w:bookmarkStart w:id="125" w:name="_Toc60211875"/>
      <w:bookmarkStart w:id="126" w:name="_Toc7077128"/>
      <w:bookmarkStart w:id="127" w:name="_Toc63869853"/>
      <w:bookmarkEnd w:id="120"/>
      <w:bookmarkEnd w:id="121"/>
      <w:bookmarkEnd w:id="122"/>
      <w:bookmarkEnd w:id="123"/>
      <w:bookmarkEnd w:id="124"/>
      <w:bookmarkEnd w:id="125"/>
      <w:r>
        <w:t>Železniční přejezdy</w:t>
      </w:r>
      <w:bookmarkEnd w:id="126"/>
      <w:bookmarkEnd w:id="127"/>
    </w:p>
    <w:p w14:paraId="0454D8E6" w14:textId="77777777" w:rsidR="00D87B4E" w:rsidRPr="005E7A26" w:rsidRDefault="00D87B4E" w:rsidP="00D87B4E">
      <w:pPr>
        <w:pStyle w:val="Text2-1"/>
        <w:rPr>
          <w:rStyle w:val="Tun"/>
          <w:rFonts w:asciiTheme="minorHAnsi" w:hAnsiTheme="minorHAnsi"/>
          <w:b w:val="0"/>
        </w:rPr>
      </w:pPr>
      <w:r w:rsidRPr="005E7A26">
        <w:rPr>
          <w:rStyle w:val="Tun"/>
          <w:rFonts w:asciiTheme="minorHAnsi" w:hAnsiTheme="minorHAnsi"/>
        </w:rPr>
        <w:t xml:space="preserve">Popis stávajícího stavu </w:t>
      </w:r>
    </w:p>
    <w:p w14:paraId="518F9BBD" w14:textId="7D82623A" w:rsidR="001E4827" w:rsidRDefault="001E4827" w:rsidP="001E4827">
      <w:pPr>
        <w:pStyle w:val="Text2-2"/>
      </w:pPr>
      <w:r w:rsidRPr="001E4827">
        <w:t>Železniční přejezd P5893 je úrovňovým křížením silnice II. třídy č. 150 s výše uvedenou dráhou regionální. Z hlediska lokalizace vůči dráze se předmětný přejezd nachází v evidenčním km 45,166 výše uvedeného traťového úseku.</w:t>
      </w:r>
    </w:p>
    <w:p w14:paraId="0DFF4907" w14:textId="6477FC84" w:rsidR="00634353" w:rsidRDefault="00634353" w:rsidP="00634353">
      <w:pPr>
        <w:pStyle w:val="Text2-2"/>
        <w:numPr>
          <w:ilvl w:val="0"/>
          <w:numId w:val="0"/>
        </w:numPr>
        <w:spacing w:after="0"/>
        <w:ind w:left="1701"/>
      </w:pPr>
      <w:r w:rsidRPr="00634353">
        <w:rPr>
          <w:noProof/>
          <w:lang w:eastAsia="cs-CZ"/>
        </w:rPr>
        <w:drawing>
          <wp:inline distT="0" distB="0" distL="0" distR="0" wp14:anchorId="6E560FE7" wp14:editId="2F829AE1">
            <wp:extent cx="4464000" cy="2694158"/>
            <wp:effectExtent l="19050" t="19050" r="13335" b="11430"/>
            <wp:docPr id="9" name="Obrázek 9" descr="C:\Users\BuresJ\Desktop\Výstřižek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BuresJ\Desktop\VýstřižekX.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464000" cy="2694158"/>
                    </a:xfrm>
                    <a:prstGeom prst="rect">
                      <a:avLst/>
                    </a:prstGeom>
                    <a:noFill/>
                    <a:ln w="12700">
                      <a:solidFill>
                        <a:schemeClr val="tx1"/>
                      </a:solidFill>
                    </a:ln>
                  </pic:spPr>
                </pic:pic>
              </a:graphicData>
            </a:graphic>
          </wp:inline>
        </w:drawing>
      </w:r>
    </w:p>
    <w:p w14:paraId="6A1F2EB0" w14:textId="209834F7" w:rsidR="00634353" w:rsidRPr="001E4827" w:rsidRDefault="00634353" w:rsidP="00634353">
      <w:pPr>
        <w:pStyle w:val="Text2-2"/>
        <w:numPr>
          <w:ilvl w:val="0"/>
          <w:numId w:val="0"/>
        </w:numPr>
        <w:ind w:left="1701"/>
        <w:jc w:val="center"/>
      </w:pPr>
      <w:r w:rsidRPr="00634353">
        <w:lastRenderedPageBreak/>
        <w:t>Obrázek 3 – Schematický zákres železničních přejezdů v zájmové lokalitě (ISPD mapy)</w:t>
      </w:r>
    </w:p>
    <w:p w14:paraId="39B3751D" w14:textId="77777777" w:rsidR="0069470F" w:rsidRDefault="0069470F" w:rsidP="0069470F">
      <w:pPr>
        <w:pStyle w:val="Nadpis2-2"/>
      </w:pPr>
      <w:bookmarkStart w:id="128" w:name="_Toc59357484"/>
      <w:bookmarkStart w:id="129" w:name="_Toc60211877"/>
      <w:bookmarkStart w:id="130" w:name="_Toc59357485"/>
      <w:bookmarkStart w:id="131" w:name="_Toc60211878"/>
      <w:bookmarkStart w:id="132" w:name="_Toc59357486"/>
      <w:bookmarkStart w:id="133" w:name="_Toc60211879"/>
      <w:bookmarkStart w:id="134" w:name="_Toc59357487"/>
      <w:bookmarkStart w:id="135" w:name="_Toc60211880"/>
      <w:bookmarkStart w:id="136" w:name="_Toc59357488"/>
      <w:bookmarkStart w:id="137" w:name="_Toc60211881"/>
      <w:bookmarkStart w:id="138" w:name="_Toc7077129"/>
      <w:bookmarkStart w:id="139" w:name="_Toc63869854"/>
      <w:bookmarkEnd w:id="128"/>
      <w:bookmarkEnd w:id="129"/>
      <w:bookmarkEnd w:id="130"/>
      <w:bookmarkEnd w:id="131"/>
      <w:bookmarkEnd w:id="132"/>
      <w:bookmarkEnd w:id="133"/>
      <w:bookmarkEnd w:id="134"/>
      <w:bookmarkEnd w:id="135"/>
      <w:bookmarkEnd w:id="136"/>
      <w:bookmarkEnd w:id="137"/>
      <w:r>
        <w:t>Mosty, propustky a zdi</w:t>
      </w:r>
      <w:bookmarkEnd w:id="138"/>
      <w:bookmarkEnd w:id="139"/>
    </w:p>
    <w:p w14:paraId="7551F893" w14:textId="162C2937" w:rsidR="00E05AE5" w:rsidRDefault="00E05AE5" w:rsidP="0069470F">
      <w:pPr>
        <w:pStyle w:val="Text2-1"/>
      </w:pPr>
      <w:r>
        <w:t>V blízkosti stavby se nacházejí následující propustky a mosty (viz obrázky níže).</w:t>
      </w:r>
    </w:p>
    <w:p w14:paraId="6D1AB5BC" w14:textId="5FC92D3E" w:rsidR="00E05AE5" w:rsidRDefault="00E05AE5" w:rsidP="00E05AE5">
      <w:pPr>
        <w:pStyle w:val="Text2-1"/>
        <w:numPr>
          <w:ilvl w:val="0"/>
          <w:numId w:val="0"/>
        </w:numPr>
        <w:spacing w:after="0"/>
        <w:ind w:left="737"/>
      </w:pPr>
      <w:r w:rsidRPr="00E05AE5">
        <w:rPr>
          <w:noProof/>
          <w:lang w:eastAsia="cs-CZ"/>
        </w:rPr>
        <w:drawing>
          <wp:inline distT="0" distB="0" distL="0" distR="0" wp14:anchorId="686093F9" wp14:editId="59EC7B7C">
            <wp:extent cx="5076000" cy="2724417"/>
            <wp:effectExtent l="19050" t="19050" r="10795" b="19050"/>
            <wp:docPr id="7" name="Obrázek 7" descr="C:\Users\BuresJ\Desktop\VýstřižekMo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uresJ\Desktop\VýstřižekMost.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076000" cy="2724417"/>
                    </a:xfrm>
                    <a:prstGeom prst="rect">
                      <a:avLst/>
                    </a:prstGeom>
                    <a:noFill/>
                    <a:ln w="12700">
                      <a:solidFill>
                        <a:schemeClr val="tx1"/>
                      </a:solidFill>
                    </a:ln>
                  </pic:spPr>
                </pic:pic>
              </a:graphicData>
            </a:graphic>
          </wp:inline>
        </w:drawing>
      </w:r>
    </w:p>
    <w:p w14:paraId="197FDAB0" w14:textId="044829EB" w:rsidR="00E05AE5" w:rsidRPr="00E05AE5" w:rsidRDefault="00E05AE5" w:rsidP="00E05AE5">
      <w:pPr>
        <w:pStyle w:val="Text2-1"/>
        <w:numPr>
          <w:ilvl w:val="0"/>
          <w:numId w:val="0"/>
        </w:numPr>
        <w:ind w:left="737"/>
        <w:jc w:val="center"/>
        <w:rPr>
          <w:i/>
        </w:rPr>
      </w:pPr>
      <w:r w:rsidRPr="00E05AE5">
        <w:rPr>
          <w:i/>
        </w:rPr>
        <w:t>Obrázek 4 – Schematický zákres železničních mostů v zájmové lokalitě (ISPD mapy)</w:t>
      </w:r>
    </w:p>
    <w:p w14:paraId="1AF04636" w14:textId="7C1DABCD" w:rsidR="00E05AE5" w:rsidRDefault="00E05AE5" w:rsidP="00E05AE5">
      <w:pPr>
        <w:pStyle w:val="Text2-1"/>
        <w:numPr>
          <w:ilvl w:val="0"/>
          <w:numId w:val="0"/>
        </w:numPr>
        <w:spacing w:after="0"/>
        <w:ind w:left="737"/>
      </w:pPr>
      <w:r w:rsidRPr="00E05AE5">
        <w:rPr>
          <w:noProof/>
          <w:lang w:eastAsia="cs-CZ"/>
        </w:rPr>
        <w:drawing>
          <wp:inline distT="0" distB="0" distL="0" distR="0" wp14:anchorId="6884ED96" wp14:editId="6964E30B">
            <wp:extent cx="5076000" cy="2548979"/>
            <wp:effectExtent l="19050" t="19050" r="10795" b="22860"/>
            <wp:docPr id="8" name="Obrázek 8" descr="C:\Users\BuresJ\Desktop\VýstřižekP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BuresJ\Desktop\VýstřižekProp.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076000" cy="2548979"/>
                    </a:xfrm>
                    <a:prstGeom prst="rect">
                      <a:avLst/>
                    </a:prstGeom>
                    <a:noFill/>
                    <a:ln w="12700">
                      <a:solidFill>
                        <a:schemeClr val="tx1"/>
                      </a:solidFill>
                    </a:ln>
                  </pic:spPr>
                </pic:pic>
              </a:graphicData>
            </a:graphic>
          </wp:inline>
        </w:drawing>
      </w:r>
    </w:p>
    <w:p w14:paraId="2F91BC72" w14:textId="2ED34041" w:rsidR="00E05AE5" w:rsidRPr="00E05AE5" w:rsidRDefault="00E05AE5" w:rsidP="00E05AE5">
      <w:pPr>
        <w:pStyle w:val="Text2-1"/>
        <w:numPr>
          <w:ilvl w:val="0"/>
          <w:numId w:val="0"/>
        </w:numPr>
        <w:ind w:left="737"/>
        <w:jc w:val="center"/>
        <w:rPr>
          <w:i/>
        </w:rPr>
      </w:pPr>
      <w:r w:rsidRPr="00E05AE5">
        <w:rPr>
          <w:i/>
        </w:rPr>
        <w:t>Obrázek 5 – Schematický zákres železničních propustků v zájmové lokalitě (ISPD mapy)</w:t>
      </w:r>
    </w:p>
    <w:p w14:paraId="026F0658" w14:textId="3046C517" w:rsidR="00E05AE5" w:rsidRDefault="00B15BA1" w:rsidP="0069470F">
      <w:pPr>
        <w:pStyle w:val="Text2-1"/>
      </w:pPr>
      <w:r>
        <w:t>Překládané nebo nově pokládané kabely vést přednostně mimo mostní objekty.</w:t>
      </w:r>
    </w:p>
    <w:p w14:paraId="164D305C" w14:textId="77777777" w:rsidR="0069470F" w:rsidRDefault="0069470F" w:rsidP="0069470F">
      <w:pPr>
        <w:pStyle w:val="Nadpis2-2"/>
      </w:pPr>
      <w:bookmarkStart w:id="140" w:name="_Toc59357490"/>
      <w:bookmarkStart w:id="141" w:name="_Toc60211883"/>
      <w:bookmarkStart w:id="142" w:name="_Toc59357491"/>
      <w:bookmarkStart w:id="143" w:name="_Toc60211884"/>
      <w:bookmarkStart w:id="144" w:name="_Toc59357492"/>
      <w:bookmarkStart w:id="145" w:name="_Toc60211885"/>
      <w:bookmarkStart w:id="146" w:name="_Toc59357493"/>
      <w:bookmarkStart w:id="147" w:name="_Toc60211886"/>
      <w:bookmarkStart w:id="148" w:name="_Toc59357494"/>
      <w:bookmarkStart w:id="149" w:name="_Toc60211887"/>
      <w:bookmarkStart w:id="150" w:name="_Toc7077132"/>
      <w:bookmarkStart w:id="151" w:name="_Toc63869855"/>
      <w:bookmarkEnd w:id="140"/>
      <w:bookmarkEnd w:id="141"/>
      <w:bookmarkEnd w:id="142"/>
      <w:bookmarkEnd w:id="143"/>
      <w:bookmarkEnd w:id="144"/>
      <w:bookmarkEnd w:id="145"/>
      <w:bookmarkEnd w:id="146"/>
      <w:bookmarkEnd w:id="147"/>
      <w:bookmarkEnd w:id="148"/>
      <w:bookmarkEnd w:id="149"/>
      <w:r>
        <w:t>Pozemní komunikace</w:t>
      </w:r>
      <w:bookmarkEnd w:id="150"/>
      <w:bookmarkEnd w:id="151"/>
    </w:p>
    <w:p w14:paraId="19011F98" w14:textId="77777777" w:rsidR="00393530" w:rsidRPr="004B211F" w:rsidRDefault="00393530" w:rsidP="0069470F">
      <w:pPr>
        <w:pStyle w:val="Text2-1"/>
      </w:pPr>
      <w:r w:rsidRPr="008C2E1E">
        <w:rPr>
          <w:color w:val="000000" w:themeColor="text1"/>
        </w:rPr>
        <w:t>Železniční přejezd P5893 je úrovňovým křížením silnice II. třídy č. 150 s výše uvedenou dráhou regionální. Z hlediska lokalizace vůči dráze se předmětný přejezd nachází v evidenčním km 45,166 výše uvedeného traťového úseku.</w:t>
      </w:r>
    </w:p>
    <w:p w14:paraId="2A44E75B" w14:textId="1830E8A1" w:rsidR="0069470F" w:rsidRDefault="00393530" w:rsidP="0069470F">
      <w:pPr>
        <w:pStyle w:val="Text2-1"/>
      </w:pPr>
      <w:r w:rsidRPr="008C74FE">
        <w:t>Součástí stavby je také úprava a doplnění dopravního zna</w:t>
      </w:r>
      <w:r>
        <w:t>čení na pozemních komunikacích a PZS</w:t>
      </w:r>
      <w:r w:rsidRPr="008C74FE">
        <w:t>.</w:t>
      </w:r>
    </w:p>
    <w:p w14:paraId="306C4ECC" w14:textId="77777777" w:rsidR="0069470F" w:rsidRDefault="0069470F" w:rsidP="0069470F">
      <w:pPr>
        <w:pStyle w:val="Nadpis2-2"/>
      </w:pPr>
      <w:bookmarkStart w:id="152" w:name="_Toc7077133"/>
      <w:bookmarkStart w:id="153" w:name="_Toc63869856"/>
      <w:r>
        <w:t>Kabelovody, kolektory</w:t>
      </w:r>
      <w:bookmarkEnd w:id="152"/>
      <w:bookmarkEnd w:id="153"/>
    </w:p>
    <w:p w14:paraId="4617BF8D" w14:textId="27592149" w:rsidR="0069470F" w:rsidRDefault="00393530" w:rsidP="0069470F">
      <w:pPr>
        <w:pStyle w:val="Text2-1"/>
      </w:pPr>
      <w:r w:rsidRPr="00AF233D">
        <w:t>Součástí stavby budou rovněž nezbytné další objekty nutné pro zhotovení Díla</w:t>
      </w:r>
      <w:r>
        <w:t>.</w:t>
      </w:r>
    </w:p>
    <w:p w14:paraId="19E8D6DC" w14:textId="77777777" w:rsidR="0069470F" w:rsidRDefault="0069470F" w:rsidP="0069470F">
      <w:pPr>
        <w:pStyle w:val="Nadpis2-2"/>
      </w:pPr>
      <w:bookmarkStart w:id="154" w:name="_Toc59357497"/>
      <w:bookmarkStart w:id="155" w:name="_Toc60211890"/>
      <w:bookmarkStart w:id="156" w:name="_Toc59357498"/>
      <w:bookmarkStart w:id="157" w:name="_Toc60211891"/>
      <w:bookmarkStart w:id="158" w:name="_Toc7077135"/>
      <w:bookmarkStart w:id="159" w:name="_Toc63869857"/>
      <w:bookmarkEnd w:id="154"/>
      <w:bookmarkEnd w:id="155"/>
      <w:bookmarkEnd w:id="156"/>
      <w:bookmarkEnd w:id="157"/>
      <w:r>
        <w:lastRenderedPageBreak/>
        <w:t>Pozemní stavební objekty</w:t>
      </w:r>
      <w:bookmarkEnd w:id="158"/>
      <w:bookmarkEnd w:id="159"/>
    </w:p>
    <w:p w14:paraId="00D3397A" w14:textId="77777777" w:rsidR="00393530" w:rsidRDefault="00393530" w:rsidP="00393530">
      <w:pPr>
        <w:pStyle w:val="Text2-1"/>
      </w:pPr>
      <w:r>
        <w:t>Požadavky na reléový domek viz zjednodušená dokumentace a popis výkonu a funkce.</w:t>
      </w:r>
    </w:p>
    <w:p w14:paraId="14877F48" w14:textId="40507E69" w:rsidR="0069470F" w:rsidRDefault="00393530" w:rsidP="00393530">
      <w:pPr>
        <w:pStyle w:val="Text2-1"/>
      </w:pPr>
      <w:r>
        <w:t>Případné úpravy stávajících objektů musí být navrženy a provedeny, mimo jiné i s ohledem na požadavky vyplývající z platné legislativy k požárně bezpečnostnímu řešení budov (týká se zejména kabelových prostupů).</w:t>
      </w:r>
    </w:p>
    <w:p w14:paraId="714775CC" w14:textId="77777777" w:rsidR="0069470F" w:rsidRDefault="0069470F" w:rsidP="0069470F">
      <w:pPr>
        <w:pStyle w:val="Nadpis2-2"/>
      </w:pPr>
      <w:bookmarkStart w:id="160" w:name="_Toc59357500"/>
      <w:bookmarkStart w:id="161" w:name="_Toc60211893"/>
      <w:bookmarkStart w:id="162" w:name="_Toc59357501"/>
      <w:bookmarkStart w:id="163" w:name="_Toc60211894"/>
      <w:bookmarkStart w:id="164" w:name="_Toc7077137"/>
      <w:bookmarkStart w:id="165" w:name="_Toc63869858"/>
      <w:bookmarkEnd w:id="160"/>
      <w:bookmarkEnd w:id="161"/>
      <w:bookmarkEnd w:id="162"/>
      <w:bookmarkEnd w:id="163"/>
      <w:r>
        <w:t>Vyzískaný materiál</w:t>
      </w:r>
      <w:bookmarkEnd w:id="164"/>
      <w:bookmarkEnd w:id="165"/>
    </w:p>
    <w:p w14:paraId="6E17C130" w14:textId="0F0B8347" w:rsidR="00D87B4E" w:rsidRPr="006C33D8" w:rsidRDefault="00D87B4E" w:rsidP="00D87B4E">
      <w:pPr>
        <w:pStyle w:val="Text2-1"/>
      </w:pPr>
      <w:r w:rsidRPr="006C33D8">
        <w:t>Vyzískaný materiál ze stavby zůstává v majetku Objednatele. Vyzískaný materiál převezme protokolárně </w:t>
      </w:r>
      <w:r w:rsidRPr="004B211F">
        <w:t xml:space="preserve">Oblastní ředitelství </w:t>
      </w:r>
      <w:r w:rsidR="004B211F">
        <w:t>Brno</w:t>
      </w:r>
      <w:r w:rsidRPr="004B211F">
        <w:t>.</w:t>
      </w:r>
      <w:r w:rsidRPr="006C33D8">
        <w:t xml:space="preserve"> </w:t>
      </w:r>
    </w:p>
    <w:p w14:paraId="67B9F45C" w14:textId="77777777" w:rsidR="0069470F" w:rsidRDefault="0069470F" w:rsidP="0069470F">
      <w:pPr>
        <w:pStyle w:val="Nadpis2-2"/>
      </w:pPr>
      <w:bookmarkStart w:id="166" w:name="_Toc59357503"/>
      <w:bookmarkStart w:id="167" w:name="_Toc60211896"/>
      <w:bookmarkStart w:id="168" w:name="_Toc7077138"/>
      <w:bookmarkStart w:id="169" w:name="_Toc63869859"/>
      <w:bookmarkEnd w:id="166"/>
      <w:bookmarkEnd w:id="167"/>
      <w:r>
        <w:t>Životní prostředí a nakládání s odpady</w:t>
      </w:r>
      <w:bookmarkEnd w:id="168"/>
      <w:bookmarkEnd w:id="169"/>
    </w:p>
    <w:p w14:paraId="63E04A7B" w14:textId="77777777" w:rsidR="00DA5794" w:rsidRPr="00DA5794" w:rsidRDefault="00D87B4E" w:rsidP="00DA5794">
      <w:pPr>
        <w:spacing w:after="120" w:line="264" w:lineRule="auto"/>
        <w:ind w:left="737"/>
        <w:jc w:val="both"/>
        <w:rPr>
          <w:rFonts w:eastAsia="Verdana" w:cs="Times New Roman"/>
          <w:b/>
          <w:sz w:val="18"/>
          <w:szCs w:val="18"/>
        </w:rPr>
      </w:pPr>
      <w:r>
        <w:rPr>
          <w:rFonts w:eastAsia="Verdana" w:cs="Times New Roman"/>
          <w:b/>
          <w:sz w:val="18"/>
          <w:szCs w:val="18"/>
        </w:rPr>
        <w:t xml:space="preserve">Část A- </w:t>
      </w:r>
      <w:r w:rsidR="00DA5794" w:rsidRPr="00DA5794">
        <w:rPr>
          <w:rFonts w:eastAsia="Verdana" w:cs="Times New Roman"/>
          <w:b/>
          <w:sz w:val="18"/>
          <w:szCs w:val="18"/>
        </w:rPr>
        <w:t>Projektová dokumentace</w:t>
      </w:r>
    </w:p>
    <w:p w14:paraId="2E964174" w14:textId="16B90B6F"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Část dokumentace „</w:t>
      </w:r>
      <w:r w:rsidR="00D02C51">
        <w:rPr>
          <w:rFonts w:eastAsia="Verdana" w:cs="Times New Roman"/>
          <w:sz w:val="18"/>
          <w:szCs w:val="18"/>
        </w:rPr>
        <w:t>Popis v</w:t>
      </w:r>
      <w:r w:rsidRPr="00DA5794">
        <w:rPr>
          <w:rFonts w:eastAsia="Verdana" w:cs="Times New Roman"/>
          <w:sz w:val="18"/>
          <w:szCs w:val="18"/>
        </w:rPr>
        <w:t>liv</w:t>
      </w:r>
      <w:r w:rsidR="00D02C51">
        <w:rPr>
          <w:rFonts w:eastAsia="Verdana" w:cs="Times New Roman"/>
          <w:sz w:val="18"/>
          <w:szCs w:val="18"/>
        </w:rPr>
        <w:t>u</w:t>
      </w:r>
      <w:r w:rsidRPr="00DA5794">
        <w:rPr>
          <w:rFonts w:eastAsia="Verdana" w:cs="Times New Roman"/>
          <w:sz w:val="18"/>
          <w:szCs w:val="18"/>
        </w:rPr>
        <w:t xml:space="preserve"> stavby na životní prostředí</w:t>
      </w:r>
      <w:r w:rsidR="00D02C51">
        <w:rPr>
          <w:rFonts w:eastAsia="Verdana" w:cs="Times New Roman"/>
          <w:sz w:val="18"/>
          <w:szCs w:val="18"/>
        </w:rPr>
        <w:t xml:space="preserve"> a jeho ochrana</w:t>
      </w:r>
      <w:r w:rsidRPr="00DA5794">
        <w:rPr>
          <w:rFonts w:eastAsia="Verdana" w:cs="Times New Roman"/>
          <w:sz w:val="18"/>
          <w:szCs w:val="18"/>
        </w:rPr>
        <w:t xml:space="preserve">“ bude zpracována v obecné rovině. Zhotovitel zažádá o odůvodněné stanovisko dle § 45i zákona č. 114/1992 Sb., o ochraně přírody a krajiny, které bude ihned po obdržení předáno Objednateli (specialisté ŽP </w:t>
      </w:r>
      <w:r w:rsidRPr="004B211F">
        <w:rPr>
          <w:rFonts w:eastAsia="Verdana" w:cs="Times New Roman"/>
          <w:sz w:val="18"/>
          <w:szCs w:val="18"/>
        </w:rPr>
        <w:t>SS</w:t>
      </w:r>
      <w:r w:rsidR="004B211F">
        <w:rPr>
          <w:rFonts w:eastAsia="Verdana" w:cs="Times New Roman"/>
          <w:sz w:val="18"/>
          <w:szCs w:val="18"/>
        </w:rPr>
        <w:t>V</w:t>
      </w:r>
      <w:r w:rsidRPr="00DA5794">
        <w:rPr>
          <w:rFonts w:eastAsia="Verdana" w:cs="Times New Roman"/>
          <w:sz w:val="18"/>
          <w:szCs w:val="18"/>
        </w:rPr>
        <w:t>). Součás</w:t>
      </w:r>
      <w:r w:rsidR="00D02C51">
        <w:rPr>
          <w:rFonts w:eastAsia="Verdana" w:cs="Times New Roman"/>
          <w:sz w:val="18"/>
          <w:szCs w:val="18"/>
        </w:rPr>
        <w:t>tí žádosti bude mapový výstup s </w:t>
      </w:r>
      <w:r w:rsidRPr="00DA5794">
        <w:rPr>
          <w:rFonts w:eastAsia="Verdana" w:cs="Times New Roman"/>
          <w:sz w:val="18"/>
          <w:szCs w:val="18"/>
        </w:rPr>
        <w:t xml:space="preserve">vyznačením lokalit hodnotných z hlediska životního prostředí v okolí stavby. </w:t>
      </w:r>
    </w:p>
    <w:p w14:paraId="5559C0C7" w14:textId="7B948EB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Na základě odůvodněného stanoviska dle §</w:t>
      </w:r>
      <w:r w:rsidR="004B211F">
        <w:rPr>
          <w:rFonts w:eastAsia="Verdana" w:cs="Times New Roman"/>
          <w:sz w:val="18"/>
          <w:szCs w:val="18"/>
        </w:rPr>
        <w:t> </w:t>
      </w:r>
      <w:r w:rsidRPr="00DA5794">
        <w:rPr>
          <w:rFonts w:eastAsia="Verdana" w:cs="Times New Roman"/>
          <w:sz w:val="18"/>
          <w:szCs w:val="18"/>
        </w:rPr>
        <w:t xml:space="preserve">45i Zhotovitel požádá příslušný úřad o vyjádření dle zákona č. 100/2001 Sb., o posuzování vlivů na životní prostředí. Bezprostředně po vydání Zhotovitel zašle vyjádření Objednateli (specialisté ŽP </w:t>
      </w:r>
      <w:r w:rsidRPr="004B211F">
        <w:rPr>
          <w:rFonts w:eastAsia="Verdana" w:cs="Times New Roman"/>
          <w:sz w:val="18"/>
          <w:szCs w:val="18"/>
        </w:rPr>
        <w:t>SS</w:t>
      </w:r>
      <w:r w:rsidR="004B211F">
        <w:rPr>
          <w:rFonts w:eastAsia="Verdana" w:cs="Times New Roman"/>
          <w:sz w:val="18"/>
          <w:szCs w:val="18"/>
        </w:rPr>
        <w:t>V</w:t>
      </w:r>
      <w:r w:rsidRPr="00DA5794">
        <w:rPr>
          <w:rFonts w:eastAsia="Verdana" w:cs="Times New Roman"/>
          <w:sz w:val="18"/>
          <w:szCs w:val="18"/>
        </w:rPr>
        <w:t>).</w:t>
      </w:r>
    </w:p>
    <w:p w14:paraId="6F4570A0"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V dokumentaci pro stavební povolení budou v části B.6 Popis vlivu stavby na životní prostředí a jeho ochrana popsány jednotlivé složky životního prostředí a výsledky z následujících průzkumů, studií a posouzení týkající se ŽP:</w:t>
      </w:r>
    </w:p>
    <w:p w14:paraId="55FE9E43" w14:textId="77777777" w:rsidR="00DA5794" w:rsidRPr="00110B06" w:rsidRDefault="00DA5794" w:rsidP="00110B06">
      <w:pPr>
        <w:pStyle w:val="Odstavec1-1a"/>
        <w:numPr>
          <w:ilvl w:val="0"/>
          <w:numId w:val="40"/>
        </w:numPr>
        <w:rPr>
          <w:rFonts w:eastAsia="Verdana" w:cs="Times New Roman"/>
        </w:rPr>
      </w:pPr>
      <w:r w:rsidRPr="00110B06">
        <w:rPr>
          <w:rFonts w:eastAsia="Verdana" w:cs="Times New Roman"/>
          <w:b/>
        </w:rPr>
        <w:t>Biologický průzkum</w:t>
      </w:r>
      <w:r w:rsidRPr="00110B06">
        <w:rPr>
          <w:rFonts w:eastAsia="Verdana" w:cs="Times New Roman"/>
        </w:rPr>
        <w:t xml:space="preserve"> </w:t>
      </w:r>
    </w:p>
    <w:p w14:paraId="240A5F29"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Dendrologický průzkum</w:t>
      </w:r>
      <w:r w:rsidRPr="00DA5794">
        <w:rPr>
          <w:rFonts w:eastAsia="Verdana" w:cs="Times New Roman"/>
          <w:sz w:val="18"/>
          <w:szCs w:val="18"/>
        </w:rPr>
        <w:t xml:space="preserve"> </w:t>
      </w:r>
    </w:p>
    <w:p w14:paraId="3CF1742C"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Akustické posouzení</w:t>
      </w:r>
      <w:r w:rsidRPr="00DA5794">
        <w:rPr>
          <w:rFonts w:eastAsia="Verdana" w:cs="Times New Roman"/>
          <w:sz w:val="18"/>
          <w:szCs w:val="18"/>
        </w:rPr>
        <w:t xml:space="preserve"> </w:t>
      </w:r>
    </w:p>
    <w:p w14:paraId="16029261" w14:textId="77777777"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Měření hluku a vibrací – protokoly</w:t>
      </w:r>
    </w:p>
    <w:p w14:paraId="7BB65745" w14:textId="77777777"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 provozu dráhy</w:t>
      </w:r>
    </w:p>
    <w:p w14:paraId="1D3EEF93" w14:textId="77777777"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ze stavební činnosti</w:t>
      </w:r>
    </w:p>
    <w:p w14:paraId="12799779" w14:textId="77777777"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 xml:space="preserve">Hlukové mapy </w:t>
      </w:r>
    </w:p>
    <w:p w14:paraId="5DB4B1DB"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Rozptylová studie</w:t>
      </w:r>
      <w:r w:rsidRPr="00DA5794">
        <w:rPr>
          <w:rFonts w:eastAsia="Verdana" w:cs="Times New Roman"/>
          <w:sz w:val="18"/>
          <w:szCs w:val="18"/>
        </w:rPr>
        <w:t xml:space="preserve"> – studie bude zpracována v případě umístění recyklační základny v rámci stavby. Případná Rozptylová studie se podrobně zaměří na</w:t>
      </w:r>
      <w:r w:rsidR="00E812EC">
        <w:rPr>
          <w:rFonts w:eastAsia="Verdana" w:cs="Times New Roman"/>
          <w:sz w:val="18"/>
          <w:szCs w:val="18"/>
        </w:rPr>
        <w:t> </w:t>
      </w:r>
      <w:r w:rsidRPr="00DA5794">
        <w:rPr>
          <w:rFonts w:eastAsia="Verdana" w:cs="Times New Roman"/>
          <w:sz w:val="18"/>
          <w:szCs w:val="18"/>
        </w:rPr>
        <w:t>staveništní dopravu.</w:t>
      </w:r>
    </w:p>
    <w:p w14:paraId="78180189"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Odpadové hospodářství</w:t>
      </w:r>
      <w:r w:rsidRPr="00DA5794">
        <w:rPr>
          <w:rFonts w:eastAsia="Verdana" w:cs="Times New Roman"/>
          <w:sz w:val="18"/>
          <w:szCs w:val="18"/>
        </w:rPr>
        <w:t xml:space="preserve"> - důraz bude kladen na průzkum kontaminace stavebních ploch (stará ekologická zátěž) a přebytečných výkopových zemin. Kontaminace výkopových zemin bude určena na základě předběžného průzkumu, včetně chemického složení (inženýrskogeologické sondy atp.). Vzorkování bude přítomen nebo o něm bude s předstihem informován Objednatel - specialista ŽP příslušné Stavební správy.</w:t>
      </w:r>
    </w:p>
    <w:p w14:paraId="4BFFE2F3"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 xml:space="preserve">Posouzení krajinného rázu </w:t>
      </w:r>
      <w:r w:rsidRPr="00DA5794">
        <w:rPr>
          <w:rFonts w:eastAsia="Verdana" w:cs="Times New Roman"/>
          <w:sz w:val="18"/>
          <w:szCs w:val="18"/>
        </w:rPr>
        <w:t xml:space="preserve">– bude zpracováno v případě zásahu do přírodního parku nebo jinak </w:t>
      </w:r>
      <w:r w:rsidRPr="00DA5794">
        <w:rPr>
          <w:rFonts w:eastAsia="Verdana" w:cs="Times New Roman"/>
          <w:color w:val="000000"/>
          <w:sz w:val="18"/>
          <w:szCs w:val="18"/>
        </w:rPr>
        <w:t>přírodně, kulturně nebo historicky významného území.</w:t>
      </w:r>
    </w:p>
    <w:p w14:paraId="32B2599F"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Zemědělská příloha</w:t>
      </w:r>
    </w:p>
    <w:p w14:paraId="7F24FE54"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Lesní příloha</w:t>
      </w:r>
      <w:r w:rsidRPr="00DA5794">
        <w:rPr>
          <w:rFonts w:eastAsia="Verdana" w:cs="Times New Roman"/>
          <w:sz w:val="18"/>
          <w:szCs w:val="18"/>
        </w:rPr>
        <w:t xml:space="preserve"> </w:t>
      </w:r>
    </w:p>
    <w:p w14:paraId="493DC6FD"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Výše uvedené průzkumy, studie a posouzení budou uloženy do</w:t>
      </w:r>
      <w:r w:rsidRPr="00DA5794">
        <w:rPr>
          <w:rFonts w:eastAsia="Verdana" w:cs="Times New Roman"/>
          <w:b/>
          <w:sz w:val="18"/>
          <w:szCs w:val="18"/>
        </w:rPr>
        <w:t xml:space="preserve"> Dokladové části</w:t>
      </w:r>
      <w:r w:rsidRPr="00DA5794">
        <w:rPr>
          <w:rFonts w:eastAsia="Verdana" w:cs="Times New Roman"/>
          <w:sz w:val="18"/>
          <w:szCs w:val="18"/>
        </w:rPr>
        <w:t xml:space="preserve"> Dokumentace – </w:t>
      </w:r>
      <w:r w:rsidRPr="00DA5794">
        <w:rPr>
          <w:rFonts w:eastAsia="Verdana" w:cs="Times New Roman"/>
          <w:b/>
          <w:sz w:val="18"/>
          <w:szCs w:val="18"/>
        </w:rPr>
        <w:t>2. Doklad podle jiného právního předpisu</w:t>
      </w:r>
      <w:r w:rsidRPr="00DA5794">
        <w:rPr>
          <w:rFonts w:eastAsia="Verdana" w:cs="Times New Roman"/>
          <w:sz w:val="18"/>
          <w:szCs w:val="18"/>
        </w:rPr>
        <w:t>.</w:t>
      </w:r>
    </w:p>
    <w:p w14:paraId="6207B618"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Havarijní a případně povodňový plán bude zpracován v rámci části </w:t>
      </w:r>
      <w:r w:rsidRPr="00DA5794">
        <w:rPr>
          <w:rFonts w:eastAsia="Verdana" w:cs="Times New Roman"/>
          <w:b/>
          <w:sz w:val="18"/>
          <w:szCs w:val="18"/>
        </w:rPr>
        <w:t>B.8 Zásady organizace výstavby</w:t>
      </w:r>
      <w:r w:rsidRPr="00DA5794">
        <w:rPr>
          <w:rFonts w:eastAsia="Verdana" w:cs="Times New Roman"/>
          <w:sz w:val="18"/>
          <w:szCs w:val="18"/>
        </w:rPr>
        <w:t>.</w:t>
      </w:r>
    </w:p>
    <w:p w14:paraId="5CE19CEB" w14:textId="77777777" w:rsidR="00DA5794" w:rsidRPr="00DA5794" w:rsidRDefault="00DA5794" w:rsidP="0009771A">
      <w:pPr>
        <w:pStyle w:val="Text2-1"/>
      </w:pPr>
      <w:r w:rsidRPr="00DA5794">
        <w:t>Dendrologický průzkum – pokud bude nezbytné kácení náletových dřevin, bude zpracován v souladu s Metodickým pokynem pro údržbu stromoví ze dne 2. 4. 2020, č. j.: 20180/2020-SŽ-GŘ-O15</w:t>
      </w:r>
      <w:r w:rsidR="00D02C51">
        <w:t xml:space="preserve">. </w:t>
      </w:r>
      <w:r w:rsidRPr="00DA5794">
        <w:t xml:space="preserve">V případě kácení, které bude zajišťovat v rámci </w:t>
      </w:r>
      <w:r w:rsidRPr="00DA5794">
        <w:lastRenderedPageBreak/>
        <w:t>provozuschopnosti dráhy příslušné OŘ, je nutné do dokladové části doložit dohodu s příslušným OŘ.</w:t>
      </w:r>
      <w:r w:rsidR="0009771A" w:rsidRPr="0009771A">
        <w:t xml:space="preserve"> V opačném případě je nutno uvést, že dohoda s příslušným OŘ nebyla </w:t>
      </w:r>
      <w:r w:rsidR="0009771A">
        <w:t>uzavřena</w:t>
      </w:r>
      <w:r w:rsidR="0009771A" w:rsidRPr="0009771A">
        <w:t>.</w:t>
      </w:r>
    </w:p>
    <w:p w14:paraId="564DDA48"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Nutnost biologického průzkumu konzultovat s příslušným orgánem ochrany přírody. V případě nutnosti, provést rešeršně a pochůzkou, důraz bude kladen na zvláště chráněné druhy živočichů (kriticky ohrožení a silně ohrožené). Na základě biologického průzkumu bude případně zhotovitelem projekt</w:t>
      </w:r>
      <w:r w:rsidR="00E812EC">
        <w:rPr>
          <w:rFonts w:eastAsia="Verdana" w:cs="Times New Roman"/>
          <w:sz w:val="18"/>
          <w:szCs w:val="18"/>
        </w:rPr>
        <w:t>ové dokumentace</w:t>
      </w:r>
      <w:r w:rsidRPr="00DA5794">
        <w:rPr>
          <w:rFonts w:eastAsia="Verdana" w:cs="Times New Roman"/>
          <w:sz w:val="18"/>
          <w:szCs w:val="18"/>
        </w:rPr>
        <w:t xml:space="preserve"> požádáno o výjimku podle § 56, zákona č. 114/1992 Sb. o ochraně přírody a krajiny, u příslušného orgánu ochrany přírody. </w:t>
      </w:r>
    </w:p>
    <w:p w14:paraId="03BBE01D"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Na základě akustické studie doloží plnění hygienických limitů pro etapu stavby, nebo požádá hygienickou stanici o časově omezené povolení na provádění hlučných prací přesahující hygienické limity.</w:t>
      </w:r>
    </w:p>
    <w:p w14:paraId="599177D9"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Náklady v rámci odpadového hospodářství budou vyspecifikovány jako samostatná položka, která bude součástí rozpočtů jednotlivých PS a SO.</w:t>
      </w:r>
    </w:p>
    <w:p w14:paraId="3CAFAC54"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V rámci projektové přípravy budou vytipována zařízení k nakládání s odpady, oprávněná k převzetí všech odpadů vzniklých realizací stavby a v závislosti na</w:t>
      </w:r>
      <w:r w:rsidR="00E812EC">
        <w:rPr>
          <w:rFonts w:eastAsia="Verdana" w:cs="Times New Roman"/>
          <w:sz w:val="18"/>
          <w:szCs w:val="18"/>
        </w:rPr>
        <w:t> </w:t>
      </w:r>
      <w:r w:rsidRPr="00DA5794">
        <w:rPr>
          <w:rFonts w:eastAsia="Verdana" w:cs="Times New Roman"/>
          <w:sz w:val="18"/>
          <w:szCs w:val="18"/>
        </w:rPr>
        <w:t>předpokládaném množství jednotlivých odpadů prověřeny jejich kapacity.</w:t>
      </w:r>
    </w:p>
    <w:p w14:paraId="3A72ECF4"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Ochrana podzemních a povrchových vod – vzhledem k blízkosti občasného vodního toku (zřejmě odvodňovacího nebo melioračního příkopu) nutnost jeho zpracování bude konzultována s příslušným vodoprávním úřadem.</w:t>
      </w:r>
    </w:p>
    <w:p w14:paraId="65F92FB2" w14:textId="77777777" w:rsidR="00722360" w:rsidRPr="00110B06" w:rsidRDefault="00D87B4E" w:rsidP="00673626">
      <w:pPr>
        <w:pStyle w:val="Textbezslovn"/>
        <w:keepNext/>
        <w:rPr>
          <w:b/>
        </w:rPr>
      </w:pPr>
      <w:r>
        <w:rPr>
          <w:b/>
        </w:rPr>
        <w:t xml:space="preserve">Část B - </w:t>
      </w:r>
      <w:r w:rsidR="00DA5794" w:rsidRPr="00110B06">
        <w:rPr>
          <w:b/>
        </w:rPr>
        <w:t>Zhotovení stavby</w:t>
      </w:r>
    </w:p>
    <w:p w14:paraId="23A79E73" w14:textId="1EAE2CE1" w:rsidR="00D87B4E" w:rsidRPr="005E7A26" w:rsidRDefault="00D87B4E" w:rsidP="00DA5794">
      <w:pPr>
        <w:numPr>
          <w:ilvl w:val="2"/>
          <w:numId w:val="8"/>
        </w:numPr>
        <w:spacing w:after="120" w:line="264" w:lineRule="auto"/>
        <w:jc w:val="both"/>
        <w:rPr>
          <w:rFonts w:eastAsia="Verdana" w:cs="Times New Roman"/>
          <w:sz w:val="18"/>
          <w:szCs w:val="18"/>
        </w:rPr>
      </w:pPr>
      <w:r w:rsidRPr="00FE2EDE">
        <w:rPr>
          <w:rFonts w:asciiTheme="minorHAnsi" w:hAnsiTheme="minorHAnsi"/>
        </w:rPr>
        <w:t xml:space="preserve">V případě jednání </w:t>
      </w:r>
      <w:r>
        <w:rPr>
          <w:rFonts w:asciiTheme="minorHAnsi" w:hAnsiTheme="minorHAnsi"/>
        </w:rPr>
        <w:t>Z</w:t>
      </w:r>
      <w:r w:rsidRPr="00FE2EDE">
        <w:rPr>
          <w:rFonts w:asciiTheme="minorHAnsi" w:hAnsiTheme="minorHAnsi"/>
        </w:rPr>
        <w:t xml:space="preserve">hotovitele s orgány ochrany přírody, </w:t>
      </w:r>
      <w:r>
        <w:rPr>
          <w:rFonts w:asciiTheme="minorHAnsi" w:hAnsiTheme="minorHAnsi"/>
        </w:rPr>
        <w:t>Z</w:t>
      </w:r>
      <w:r w:rsidRPr="00FE2EDE">
        <w:rPr>
          <w:rFonts w:asciiTheme="minorHAnsi" w:hAnsiTheme="minorHAnsi"/>
        </w:rPr>
        <w:t xml:space="preserve">hotovitel vždy přizve specialistu životního prostředí </w:t>
      </w:r>
      <w:r>
        <w:rPr>
          <w:rFonts w:asciiTheme="minorHAnsi" w:hAnsiTheme="minorHAnsi"/>
        </w:rPr>
        <w:t>O</w:t>
      </w:r>
      <w:r w:rsidRPr="00FE2EDE">
        <w:rPr>
          <w:rFonts w:asciiTheme="minorHAnsi" w:hAnsiTheme="minorHAnsi"/>
        </w:rPr>
        <w:t>bjednatele</w:t>
      </w:r>
      <w:r>
        <w:rPr>
          <w:rFonts w:asciiTheme="minorHAnsi" w:hAnsiTheme="minorHAnsi"/>
        </w:rPr>
        <w:t xml:space="preserve">: </w:t>
      </w:r>
      <w:r w:rsidR="004B211F" w:rsidRPr="003413F2">
        <w:rPr>
          <w:rFonts w:eastAsia="Verdana" w:cs="Times New Roman"/>
          <w:sz w:val="18"/>
          <w:szCs w:val="18"/>
        </w:rPr>
        <w:t>Ing. Pavla Kotyzová</w:t>
      </w:r>
      <w:r w:rsidR="004B211F">
        <w:rPr>
          <w:rFonts w:eastAsia="Verdana" w:cs="Times New Roman"/>
          <w:sz w:val="18"/>
          <w:szCs w:val="18"/>
        </w:rPr>
        <w:t>, tel.:</w:t>
      </w:r>
      <w:r w:rsidR="004B211F" w:rsidRPr="003413F2">
        <w:rPr>
          <w:rFonts w:eastAsia="Verdana" w:cs="Times New Roman"/>
          <w:sz w:val="18"/>
          <w:szCs w:val="18"/>
        </w:rPr>
        <w:t xml:space="preserve"> +420 972 646 568, </w:t>
      </w:r>
      <w:r w:rsidR="004B211F">
        <w:rPr>
          <w:rFonts w:eastAsia="Verdana" w:cs="Times New Roman"/>
          <w:sz w:val="18"/>
          <w:szCs w:val="18"/>
        </w:rPr>
        <w:t xml:space="preserve">mob.: </w:t>
      </w:r>
      <w:r w:rsidR="004B211F" w:rsidRPr="003413F2">
        <w:rPr>
          <w:rFonts w:eastAsia="Verdana" w:cs="Times New Roman"/>
          <w:sz w:val="18"/>
          <w:szCs w:val="18"/>
        </w:rPr>
        <w:t>+420 725 030 194</w:t>
      </w:r>
      <w:r w:rsidRPr="00FE2EDE">
        <w:rPr>
          <w:rFonts w:asciiTheme="minorHAnsi" w:hAnsiTheme="minorHAnsi"/>
        </w:rPr>
        <w:t>.</w:t>
      </w:r>
    </w:p>
    <w:p w14:paraId="635FB093"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Zhotovitel odpovídá v plném rozsahu, že nepřekročí stanovený rozsah kácení dle schválené Projektové dokumentace a příslušného rozhodnutí o povolení ke kácení. O</w:t>
      </w:r>
      <w:r w:rsidR="00722360">
        <w:rPr>
          <w:rFonts w:eastAsia="Verdana" w:cs="Times New Roman"/>
          <w:sz w:val="18"/>
          <w:szCs w:val="18"/>
        </w:rPr>
        <w:t> </w:t>
      </w:r>
      <w:r w:rsidRPr="00DA5794">
        <w:rPr>
          <w:rFonts w:eastAsia="Verdana" w:cs="Times New Roman"/>
          <w:sz w:val="18"/>
          <w:szCs w:val="18"/>
        </w:rPr>
        <w:t xml:space="preserve">kácení mimolesní zeleně nad rámec Projektové dokumentace </w:t>
      </w:r>
      <w:r w:rsidR="00E812EC">
        <w:rPr>
          <w:rFonts w:eastAsia="Verdana" w:cs="Times New Roman"/>
          <w:sz w:val="18"/>
          <w:szCs w:val="18"/>
        </w:rPr>
        <w:t>Z</w:t>
      </w:r>
      <w:r w:rsidRPr="00DA5794">
        <w:rPr>
          <w:rFonts w:eastAsia="Verdana" w:cs="Times New Roman"/>
          <w:sz w:val="18"/>
          <w:szCs w:val="18"/>
        </w:rPr>
        <w:t xml:space="preserve">hotovitel informuje </w:t>
      </w:r>
      <w:r w:rsidR="00722360">
        <w:rPr>
          <w:rFonts w:eastAsia="Verdana" w:cs="Times New Roman"/>
          <w:sz w:val="18"/>
          <w:szCs w:val="18"/>
        </w:rPr>
        <w:t>O</w:t>
      </w:r>
      <w:r w:rsidRPr="00DA5794">
        <w:rPr>
          <w:rFonts w:eastAsia="Verdana" w:cs="Times New Roman"/>
          <w:sz w:val="18"/>
          <w:szCs w:val="18"/>
        </w:rPr>
        <w:t>bjednatele a v součinnosti s ním předjedná na příslušných orgánech ochrany přírody. Při terénních úpravách bude Zhotovitel postupovat podle ČSN – 83 9061 Technologie vegetačních úprav v krajině – ochrana stromů a veřejné zeleně.</w:t>
      </w:r>
    </w:p>
    <w:p w14:paraId="6905EE3D"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Odpadové hospodářství – před realizací i během realizace bude zvážena nutnost vzorkování v místech možné kontaminace povrchu a podloží. Bude vyřešeno odstranění a deponování odpadů, tak aby se nestaly potenciálním zdrojem nečistot v zastavěném území. Veškerá činnost na tomto úseku bude probíhat v souladu se zákonem č. 185/2001 Sb., o odpadech, ve znění pozdějších předpisů a jeho prováděcími předpisy. </w:t>
      </w:r>
    </w:p>
    <w:p w14:paraId="23917726" w14:textId="77777777"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Bude řešeno vhodné ekonomické využití čisté výkopové zeminy pro vlastní účely stavby a alternativní možnosti uložení nekontaminovaného odpadu s cílem snížit náklady na odvoz a uložení na skládce.</w:t>
      </w:r>
    </w:p>
    <w:p w14:paraId="1E94B03E" w14:textId="77777777" w:rsidR="00DA5794" w:rsidRPr="00DA5794" w:rsidRDefault="00DA5794" w:rsidP="00FC5871">
      <w:pPr>
        <w:pStyle w:val="Text2-1"/>
      </w:pPr>
      <w:r w:rsidRPr="00DA5794">
        <w:t>Na stavbě bude přítomna mobilní havarijní souprava pro okamžitou likvidaci uniklých znečišťujících látek.</w:t>
      </w:r>
      <w:r w:rsidR="00FC5871" w:rsidRPr="00FC5871">
        <w:t xml:space="preserve"> </w:t>
      </w:r>
      <w:r w:rsidR="00FC5871">
        <w:t xml:space="preserve">Zhotovitel se zavazuje aktualizovat a dodržovat havarijní plán pro případ havárie stavebních mechanismů. V případě, že může havárie ovlivnit vodní tok, </w:t>
      </w:r>
      <w:r w:rsidR="00E812EC">
        <w:t>Z</w:t>
      </w:r>
      <w:r w:rsidR="00FC5871">
        <w:t xml:space="preserve">hotovitel zajistí odsouhlasení havarijního plánu rozhodnutím vodoprávního úřadu. V případě situování stavby v záplavovém území se </w:t>
      </w:r>
      <w:r w:rsidR="00E812EC">
        <w:t>Z</w:t>
      </w:r>
      <w:r w:rsidR="00FC5871">
        <w:t>hotovitel zavazuje aktualizovat povodňový plán a zajistí jeho schválení příslušným vodoprávním úřadem. V blízkosti vodních toků nebude skladován stavební materiál.</w:t>
      </w:r>
    </w:p>
    <w:p w14:paraId="493A0048" w14:textId="77777777" w:rsidR="00FC5871" w:rsidRPr="006C33D8" w:rsidRDefault="00FC5871" w:rsidP="005E7A26">
      <w:pPr>
        <w:pStyle w:val="Text2-1"/>
      </w:pPr>
      <w:r>
        <w:t>Při stavební činnosti bu</w:t>
      </w:r>
      <w:r w:rsidRPr="00FE2EDE">
        <w:t>dou použity stavební mechanismy se sníženou hlučností. V blízkosti chráněných objektů budou hlučné stavební práce prováděny pouze v denní době od 7 do 21 hodin, v noční době zde mohou probíhat pouze manuální a bezhlučné práce.</w:t>
      </w:r>
    </w:p>
    <w:p w14:paraId="4EC9F3A9" w14:textId="77777777" w:rsidR="0069470F" w:rsidRDefault="0069470F" w:rsidP="0069470F">
      <w:pPr>
        <w:pStyle w:val="Nadpis2-1"/>
      </w:pPr>
      <w:bookmarkStart w:id="170" w:name="_Toc59357505"/>
      <w:bookmarkStart w:id="171" w:name="_Toc60211898"/>
      <w:bookmarkStart w:id="172" w:name="_Toc59357506"/>
      <w:bookmarkStart w:id="173" w:name="_Toc60211899"/>
      <w:bookmarkStart w:id="174" w:name="_Toc59357507"/>
      <w:bookmarkStart w:id="175" w:name="_Toc60211900"/>
      <w:bookmarkStart w:id="176" w:name="_Toc59357508"/>
      <w:bookmarkStart w:id="177" w:name="_Toc60211901"/>
      <w:bookmarkStart w:id="178" w:name="_Toc59357509"/>
      <w:bookmarkStart w:id="179" w:name="_Toc60211902"/>
      <w:bookmarkStart w:id="180" w:name="_Toc59357510"/>
      <w:bookmarkStart w:id="181" w:name="_Toc60211903"/>
      <w:bookmarkStart w:id="182" w:name="_Toc59357511"/>
      <w:bookmarkStart w:id="183" w:name="_Toc60211904"/>
      <w:bookmarkStart w:id="184" w:name="_Toc59357512"/>
      <w:bookmarkStart w:id="185" w:name="_Toc60211905"/>
      <w:bookmarkStart w:id="186" w:name="_Toc59357513"/>
      <w:bookmarkStart w:id="187" w:name="_Toc60211906"/>
      <w:bookmarkStart w:id="188" w:name="_Toc59357514"/>
      <w:bookmarkStart w:id="189" w:name="_Toc60211907"/>
      <w:bookmarkStart w:id="190" w:name="_Toc59357515"/>
      <w:bookmarkStart w:id="191" w:name="_Toc60211908"/>
      <w:bookmarkStart w:id="192" w:name="_Toc59357516"/>
      <w:bookmarkStart w:id="193" w:name="_Toc60211909"/>
      <w:bookmarkStart w:id="194" w:name="_Toc59357517"/>
      <w:bookmarkStart w:id="195" w:name="_Toc60211910"/>
      <w:bookmarkStart w:id="196" w:name="_Toc59357518"/>
      <w:bookmarkStart w:id="197" w:name="_Toc60211911"/>
      <w:bookmarkStart w:id="198" w:name="_Toc59357519"/>
      <w:bookmarkStart w:id="199" w:name="_Toc60211912"/>
      <w:bookmarkStart w:id="200" w:name="_Toc59357520"/>
      <w:bookmarkStart w:id="201" w:name="_Toc60211913"/>
      <w:bookmarkStart w:id="202" w:name="_Toc59357521"/>
      <w:bookmarkStart w:id="203" w:name="_Toc60211914"/>
      <w:bookmarkStart w:id="204" w:name="_Toc59357522"/>
      <w:bookmarkStart w:id="205" w:name="_Toc60211915"/>
      <w:bookmarkStart w:id="206" w:name="_Toc59357523"/>
      <w:bookmarkStart w:id="207" w:name="_Toc60211916"/>
      <w:bookmarkStart w:id="208" w:name="_Toc7077140"/>
      <w:bookmarkStart w:id="209" w:name="_Toc63869860"/>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r w:rsidRPr="00EC2E51">
        <w:lastRenderedPageBreak/>
        <w:t>ORGANIZACE</w:t>
      </w:r>
      <w:r>
        <w:t xml:space="preserve"> VÝSTAVBY, VÝLUKY</w:t>
      </w:r>
      <w:bookmarkEnd w:id="208"/>
      <w:bookmarkEnd w:id="209"/>
    </w:p>
    <w:p w14:paraId="30FDB20A" w14:textId="77777777"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Staveniště stavby je vymezeno tělesem dráhy viz </w:t>
      </w:r>
      <w:r>
        <w:rPr>
          <w:rFonts w:asciiTheme="minorHAnsi" w:hAnsiTheme="minorHAnsi"/>
        </w:rPr>
        <w:t>článek</w:t>
      </w:r>
      <w:r w:rsidRPr="006C33D8">
        <w:rPr>
          <w:rFonts w:asciiTheme="minorHAnsi" w:hAnsiTheme="minorHAnsi"/>
        </w:rPr>
        <w:t xml:space="preserve"> </w:t>
      </w:r>
      <w:r>
        <w:rPr>
          <w:rFonts w:asciiTheme="minorHAnsi" w:hAnsiTheme="minorHAnsi"/>
        </w:rPr>
        <w:fldChar w:fldCharType="begin"/>
      </w:r>
      <w:r>
        <w:rPr>
          <w:rFonts w:asciiTheme="minorHAnsi" w:hAnsiTheme="minorHAnsi"/>
        </w:rPr>
        <w:instrText xml:space="preserve"> REF _Ref57129436 \r \h </w:instrText>
      </w:r>
      <w:r>
        <w:rPr>
          <w:rFonts w:asciiTheme="minorHAnsi" w:hAnsiTheme="minorHAnsi"/>
        </w:rPr>
      </w:r>
      <w:r>
        <w:rPr>
          <w:rFonts w:asciiTheme="minorHAnsi" w:hAnsiTheme="minorHAnsi"/>
        </w:rPr>
        <w:fldChar w:fldCharType="separate"/>
      </w:r>
      <w:r w:rsidR="00081DF9">
        <w:rPr>
          <w:rFonts w:asciiTheme="minorHAnsi" w:hAnsiTheme="minorHAnsi"/>
        </w:rPr>
        <w:t>1.2</w:t>
      </w:r>
      <w:r>
        <w:rPr>
          <w:rFonts w:asciiTheme="minorHAnsi" w:hAnsiTheme="minorHAnsi"/>
        </w:rPr>
        <w:fldChar w:fldCharType="end"/>
      </w:r>
      <w:r w:rsidRPr="006C33D8">
        <w:rPr>
          <w:rFonts w:asciiTheme="minorHAnsi" w:hAnsiTheme="minorHAnsi"/>
        </w:rPr>
        <w:t>. ZTP</w:t>
      </w:r>
    </w:p>
    <w:p w14:paraId="0FA3FD2E" w14:textId="77777777"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Pro jednotlivé stavební postupy budou zpracována schémata s vyznačením vyloučených částí koleje, popř. TV a ZZ. Každé schéma bude zachycovat výluky vždy v celém řešeném úseku, v daném stavebním postupu - časovém období.</w:t>
      </w:r>
    </w:p>
    <w:p w14:paraId="2134957F" w14:textId="77777777"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technické zprávě bude uvedeno pro každé časové období s rozdílným rozsahem vyloučených kolejí/ ZZ: </w:t>
      </w:r>
    </w:p>
    <w:p w14:paraId="7957DD0F"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délka trvání výluky v kalendářních dnech (popř. v hodinách u významných denních nebo nočních výluk zastavující provoz); </w:t>
      </w:r>
    </w:p>
    <w:p w14:paraId="3AC883EF"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vymezení vylučovaných kolejí (námezníkem či hrotem výhybky/ návěstidlem/ kilometricky);</w:t>
      </w:r>
    </w:p>
    <w:p w14:paraId="397A287D"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činnost zabezpečovacího zařízení (je vhodné se zaměřit zejména na období přepínání ZZ) a zajištění jízd vlaků a zjišťování volnosti v těchto obdobích;</w:t>
      </w:r>
    </w:p>
    <w:p w14:paraId="1E7013E3"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při všech změnách stavu je nutno přesně specifikovat rozsah funkčnosti ZZ;</w:t>
      </w:r>
    </w:p>
    <w:p w14:paraId="4CB7A216"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stručný rozsah prací; </w:t>
      </w:r>
    </w:p>
    <w:p w14:paraId="3BD20FCB"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počet vlaků, které je třeba odklonit, či odřeknout, a vyčíslení finanční náročnosti NAD;</w:t>
      </w:r>
    </w:p>
    <w:p w14:paraId="04B4A482"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w:t>
      </w:r>
    </w:p>
    <w:p w14:paraId="2117C6D3"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 na staveniště.</w:t>
      </w:r>
    </w:p>
    <w:p w14:paraId="28335DF4" w14:textId="77777777"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případě neočekávaných nutných technologických přestávek je </w:t>
      </w:r>
      <w:r w:rsidR="00E812EC">
        <w:rPr>
          <w:rFonts w:asciiTheme="minorHAnsi" w:hAnsiTheme="minorHAnsi"/>
        </w:rPr>
        <w:t>Z</w:t>
      </w:r>
      <w:r w:rsidRPr="006C33D8">
        <w:rPr>
          <w:rFonts w:asciiTheme="minorHAnsi" w:hAnsiTheme="minorHAnsi"/>
        </w:rPr>
        <w:t>hotovitel povinen bezodkladně tuto skutečnost oznámit investorovi současně s návrhem řešení dalšího postupu staveb.</w:t>
      </w:r>
    </w:p>
    <w:p w14:paraId="2B81E445" w14:textId="77777777" w:rsidR="00DA6953" w:rsidRPr="00811815" w:rsidRDefault="00DA6953" w:rsidP="00DA6953">
      <w:pPr>
        <w:pStyle w:val="Nadpis2-1"/>
      </w:pPr>
      <w:bookmarkStart w:id="210" w:name="_Toc59357525"/>
      <w:bookmarkStart w:id="211" w:name="_Toc60211918"/>
      <w:bookmarkStart w:id="212" w:name="_Toc12371215"/>
      <w:bookmarkStart w:id="213" w:name="_Toc63869861"/>
      <w:bookmarkEnd w:id="210"/>
      <w:bookmarkEnd w:id="211"/>
      <w:r w:rsidRPr="00811815">
        <w:t>SPECIFICKÉ POŽADAVKY</w:t>
      </w:r>
      <w:bookmarkEnd w:id="212"/>
      <w:bookmarkEnd w:id="213"/>
    </w:p>
    <w:p w14:paraId="311EF4F2" w14:textId="77777777" w:rsidR="00DA6953" w:rsidRPr="00811815" w:rsidRDefault="00DA6953" w:rsidP="00DA6953">
      <w:pPr>
        <w:pStyle w:val="Text2-1"/>
      </w:pPr>
      <w:r w:rsidRPr="00DA6953">
        <w:t>Podmínky</w:t>
      </w:r>
      <w:r w:rsidRPr="00811815">
        <w:t xml:space="preserve"> pro přidělení výlukových časů</w:t>
      </w:r>
      <w:r w:rsidR="00E812EC">
        <w:t xml:space="preserve"> pro projekční práce</w:t>
      </w:r>
      <w:r w:rsidRPr="00811815">
        <w:t>, případně jiných omezení železničního provozu, uzavírky komunikací nebo jiné podmínky související s</w:t>
      </w:r>
      <w:r w:rsidR="00E812EC">
        <w:t> </w:t>
      </w:r>
      <w:r w:rsidRPr="00811815">
        <w:t>prováděním díla:</w:t>
      </w:r>
    </w:p>
    <w:p w14:paraId="0BA7C581" w14:textId="291B4A58" w:rsidR="00DA6953" w:rsidRPr="00DA6953" w:rsidRDefault="00680F13" w:rsidP="00DA6953">
      <w:pPr>
        <w:pStyle w:val="Odrka1-1"/>
      </w:pPr>
      <w:r>
        <w:t>předpokládaná doba realizace stavby viz zjednodušená dokumentace</w:t>
      </w:r>
      <w:r w:rsidR="00DA6953" w:rsidRPr="00DA6953">
        <w:t>.</w:t>
      </w:r>
    </w:p>
    <w:p w14:paraId="1F4834B7" w14:textId="77777777" w:rsidR="003C53EE" w:rsidRPr="005E7A26" w:rsidRDefault="003C53EE" w:rsidP="005E7A26">
      <w:pPr>
        <w:pStyle w:val="Text2-1"/>
        <w:rPr>
          <w:b/>
        </w:rPr>
      </w:pPr>
      <w:r w:rsidRPr="005E7A26">
        <w:rPr>
          <w:b/>
        </w:rPr>
        <w:t>Ekonomické hodnocení</w:t>
      </w:r>
    </w:p>
    <w:p w14:paraId="301B2202" w14:textId="77777777" w:rsidR="003C53EE" w:rsidRPr="00F869CA" w:rsidRDefault="003C53EE" w:rsidP="003C53EE">
      <w:pPr>
        <w:pStyle w:val="Text2-1"/>
        <w:numPr>
          <w:ilvl w:val="0"/>
          <w:numId w:val="0"/>
        </w:numPr>
        <w:ind w:left="737"/>
        <w:rPr>
          <w:rFonts w:asciiTheme="minorHAnsi" w:hAnsiTheme="minorHAnsi"/>
        </w:rPr>
      </w:pPr>
      <w:r w:rsidRPr="00F869CA">
        <w:rPr>
          <w:rFonts w:asciiTheme="minorHAnsi" w:hAnsiTheme="minorHAnsi"/>
        </w:rPr>
        <w:t>Zhotovitel ověří ekonomickou efektivnost projektu na základě zpracovaného ekonomického hodnocení z předchozího stupně a v případě nutnosti provede aktualizaci EH.</w:t>
      </w:r>
    </w:p>
    <w:p w14:paraId="0C8FA5F0" w14:textId="77777777" w:rsidR="0069470F" w:rsidRDefault="0069470F" w:rsidP="00C95003">
      <w:pPr>
        <w:pStyle w:val="Nadpis2-1"/>
      </w:pPr>
      <w:bookmarkStart w:id="214" w:name="_Toc59357527"/>
      <w:bookmarkStart w:id="215" w:name="_Toc60211920"/>
      <w:bookmarkStart w:id="216" w:name="_Toc59357528"/>
      <w:bookmarkStart w:id="217" w:name="_Toc60211921"/>
      <w:bookmarkStart w:id="218" w:name="_Toc59357529"/>
      <w:bookmarkStart w:id="219" w:name="_Toc60211922"/>
      <w:bookmarkStart w:id="220" w:name="_Toc7077141"/>
      <w:bookmarkStart w:id="221" w:name="_Toc63869862"/>
      <w:bookmarkEnd w:id="214"/>
      <w:bookmarkEnd w:id="215"/>
      <w:bookmarkEnd w:id="216"/>
      <w:bookmarkEnd w:id="217"/>
      <w:bookmarkEnd w:id="218"/>
      <w:bookmarkEnd w:id="219"/>
      <w:r w:rsidRPr="00EC2E51">
        <w:t>SOUVISEJÍCÍ</w:t>
      </w:r>
      <w:r>
        <w:t xml:space="preserve"> DOKUMENTY A PŘEDPISY</w:t>
      </w:r>
      <w:bookmarkEnd w:id="220"/>
      <w:bookmarkEnd w:id="221"/>
    </w:p>
    <w:p w14:paraId="7DDD9E95" w14:textId="77777777" w:rsidR="005D61E2" w:rsidRPr="007D016E" w:rsidRDefault="005D61E2" w:rsidP="005D61E2">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3A19B563" w14:textId="77777777" w:rsidR="005D61E2" w:rsidRDefault="005D61E2" w:rsidP="005D61E2">
      <w:pPr>
        <w:pStyle w:val="Text2-1"/>
      </w:pPr>
      <w:r w:rsidRPr="007D016E">
        <w:t>Objednatel umožňuje Zhotoviteli přístup ke</w:t>
      </w:r>
      <w:r>
        <w:t xml:space="preserve"> svým dokumentům a vnitřním předpisům na svých webových stránkách: </w:t>
      </w:r>
    </w:p>
    <w:p w14:paraId="0750692A" w14:textId="77777777" w:rsidR="005D61E2" w:rsidRDefault="00F43E8A" w:rsidP="005D61E2">
      <w:pPr>
        <w:pStyle w:val="Textbezslovn"/>
      </w:pPr>
      <w:r w:rsidRPr="00F43E8A">
        <w:rPr>
          <w:rStyle w:val="Tun"/>
        </w:rPr>
        <w:t>www.spravazeleznic.cz</w:t>
      </w:r>
      <w:r w:rsidR="005D61E2" w:rsidRPr="003846BE">
        <w:rPr>
          <w:rStyle w:val="Tun"/>
        </w:rPr>
        <w:t xml:space="preserve"> v sekci „O nás / Vnitřní předpisy / odkaz Dokumenty a</w:t>
      </w:r>
      <w:r>
        <w:rPr>
          <w:rStyle w:val="Tun"/>
        </w:rPr>
        <w:t> </w:t>
      </w:r>
      <w:r w:rsidR="005D61E2" w:rsidRPr="003846BE">
        <w:rPr>
          <w:rStyle w:val="Tun"/>
        </w:rPr>
        <w:t>předpisy</w:t>
      </w:r>
      <w:r w:rsidR="005D61E2">
        <w:rPr>
          <w:rStyle w:val="Tun"/>
        </w:rPr>
        <w:t>“</w:t>
      </w:r>
      <w:r w:rsidR="005D61E2">
        <w:t xml:space="preserve"> (</w:t>
      </w:r>
      <w:r w:rsidR="005D61E2" w:rsidRPr="003846BE">
        <w:t>https://www.s</w:t>
      </w:r>
      <w:r>
        <w:t>pravazeleznic</w:t>
      </w:r>
      <w:r w:rsidR="005D61E2" w:rsidRPr="003846BE">
        <w:t>.cz/o-nas/vnitrni-predpisy-spravy-zeleznic/</w:t>
      </w:r>
      <w:r>
        <w:br/>
      </w:r>
      <w:r w:rsidR="005D61E2" w:rsidRPr="003846BE">
        <w:t>dokumenty-a-predpisy</w:t>
      </w:r>
      <w:r w:rsidR="005D61E2">
        <w:t>)</w:t>
      </w:r>
    </w:p>
    <w:p w14:paraId="32DF2DB3" w14:textId="77777777" w:rsidR="005D61E2" w:rsidRPr="007D016E" w:rsidRDefault="005D61E2" w:rsidP="005D61E2">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36E903C5" w14:textId="77777777" w:rsidR="005D61E2" w:rsidRPr="00E85446" w:rsidRDefault="005D61E2" w:rsidP="005D61E2">
      <w:pPr>
        <w:pStyle w:val="Textbezslovn"/>
        <w:keepNext/>
        <w:spacing w:after="0"/>
        <w:rPr>
          <w:rStyle w:val="Tun"/>
        </w:rPr>
      </w:pPr>
      <w:r w:rsidRPr="00E85446">
        <w:rPr>
          <w:rStyle w:val="Tun"/>
        </w:rPr>
        <w:lastRenderedPageBreak/>
        <w:t>Správa železni</w:t>
      </w:r>
      <w:r>
        <w:rPr>
          <w:rStyle w:val="Tun"/>
        </w:rPr>
        <w:t>c</w:t>
      </w:r>
      <w:r w:rsidRPr="00E85446">
        <w:rPr>
          <w:rStyle w:val="Tun"/>
        </w:rPr>
        <w:t>, státní organizace</w:t>
      </w:r>
    </w:p>
    <w:p w14:paraId="24426AF2" w14:textId="77777777" w:rsidR="005D61E2" w:rsidRPr="00E85446" w:rsidRDefault="005D61E2" w:rsidP="005D61E2">
      <w:pPr>
        <w:pStyle w:val="Textbezslovn"/>
        <w:keepNext/>
        <w:spacing w:after="0"/>
        <w:rPr>
          <w:rStyle w:val="Tun"/>
        </w:rPr>
      </w:pPr>
      <w:r>
        <w:rPr>
          <w:rStyle w:val="Tun"/>
        </w:rPr>
        <w:t>Centrum telematiky a diagnostiky</w:t>
      </w:r>
      <w:r w:rsidRPr="00E85446">
        <w:rPr>
          <w:rStyle w:val="Tun"/>
        </w:rPr>
        <w:t xml:space="preserve"> </w:t>
      </w:r>
    </w:p>
    <w:p w14:paraId="230D793E" w14:textId="77777777" w:rsidR="005D61E2" w:rsidRPr="007D7A4E" w:rsidRDefault="005D61E2" w:rsidP="005D61E2">
      <w:pPr>
        <w:pStyle w:val="Textbezslovn"/>
        <w:keepNext/>
        <w:spacing w:after="0"/>
        <w:rPr>
          <w:b/>
        </w:rPr>
      </w:pPr>
      <w:r w:rsidRPr="007D7A4E">
        <w:rPr>
          <w:b/>
        </w:rPr>
        <w:t>Oddělení dokumentace</w:t>
      </w:r>
      <w:r>
        <w:rPr>
          <w:b/>
        </w:rPr>
        <w:t xml:space="preserve"> a distribuce tiskových materiálů</w:t>
      </w:r>
    </w:p>
    <w:p w14:paraId="56F10342" w14:textId="77777777" w:rsidR="005D61E2" w:rsidRPr="007D016E" w:rsidRDefault="005D61E2" w:rsidP="005D61E2">
      <w:pPr>
        <w:pStyle w:val="Textbezslovn"/>
        <w:keepNext/>
        <w:spacing w:after="0"/>
      </w:pPr>
      <w:r>
        <w:t>Jeremenkova 103/23</w:t>
      </w:r>
    </w:p>
    <w:p w14:paraId="7716DC9B" w14:textId="77777777" w:rsidR="005D61E2" w:rsidRDefault="005D61E2" w:rsidP="005D61E2">
      <w:pPr>
        <w:pStyle w:val="Textbezslovn"/>
      </w:pPr>
      <w:r w:rsidRPr="007D016E">
        <w:t>77</w:t>
      </w:r>
      <w:r>
        <w:t>9 00</w:t>
      </w:r>
      <w:r w:rsidRPr="007D016E">
        <w:t xml:space="preserve"> </w:t>
      </w:r>
      <w:r w:rsidRPr="00BA22D4">
        <w:t>Olomouc</w:t>
      </w:r>
    </w:p>
    <w:p w14:paraId="431A1A26" w14:textId="77777777" w:rsidR="005D61E2" w:rsidRDefault="005D61E2" w:rsidP="005D61E2">
      <w:pPr>
        <w:pStyle w:val="Textbezslovn"/>
      </w:pPr>
      <w:r>
        <w:t xml:space="preserve">nebo </w:t>
      </w:r>
      <w:r w:rsidRPr="007D016E">
        <w:t>e-</w:t>
      </w:r>
      <w:r w:rsidRPr="00BA22D4">
        <w:t>mail</w:t>
      </w:r>
      <w:r w:rsidRPr="007D016E">
        <w:t xml:space="preserve">: </w:t>
      </w:r>
      <w:r w:rsidRPr="003846BE">
        <w:rPr>
          <w:rStyle w:val="Tun"/>
        </w:rPr>
        <w:t>typdok@tudc.cz</w:t>
      </w:r>
    </w:p>
    <w:p w14:paraId="5B69F6C0" w14:textId="77777777" w:rsidR="005D61E2" w:rsidRDefault="005D61E2" w:rsidP="005D61E2">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0B2C0084" w14:textId="77777777" w:rsidR="005D61E2" w:rsidRDefault="005D61E2" w:rsidP="005D61E2">
      <w:pPr>
        <w:pStyle w:val="Textbezslovn"/>
      </w:pPr>
      <w:r w:rsidRPr="005D61E2">
        <w:t>Ceníky</w:t>
      </w:r>
      <w:r>
        <w:t xml:space="preserve">: </w:t>
      </w:r>
      <w:r w:rsidRPr="00E64846">
        <w:t>https://typdok.tudc.cz/</w:t>
      </w:r>
    </w:p>
    <w:p w14:paraId="321C767C" w14:textId="77777777" w:rsidR="0069470F" w:rsidRDefault="0069470F" w:rsidP="0069470F">
      <w:pPr>
        <w:pStyle w:val="Nadpis2-1"/>
      </w:pPr>
      <w:bookmarkStart w:id="222" w:name="_Toc7077142"/>
      <w:bookmarkStart w:id="223" w:name="_Toc63869863"/>
      <w:r>
        <w:t>PŘÍLOHY</w:t>
      </w:r>
      <w:bookmarkEnd w:id="222"/>
      <w:bookmarkEnd w:id="223"/>
    </w:p>
    <w:p w14:paraId="08FA452C" w14:textId="77777777" w:rsidR="00D62BB3" w:rsidRPr="004D3892" w:rsidRDefault="00D62BB3" w:rsidP="00D62BB3">
      <w:pPr>
        <w:pStyle w:val="Text2-1"/>
      </w:pPr>
      <w:bookmarkStart w:id="224" w:name="_Ref56682081"/>
      <w:r w:rsidRPr="004D3892">
        <w:t>Manuál struktury a popisu dokumentace</w:t>
      </w:r>
      <w:bookmarkEnd w:id="224"/>
    </w:p>
    <w:p w14:paraId="043C5F76" w14:textId="77777777" w:rsidR="00D62BB3" w:rsidRPr="004D3892" w:rsidRDefault="00D62BB3" w:rsidP="00D62BB3">
      <w:pPr>
        <w:pStyle w:val="Text2-1"/>
      </w:pPr>
      <w:bookmarkStart w:id="225" w:name="_Ref56682089"/>
      <w:r w:rsidRPr="004D3892">
        <w:t>Vzory Popisového pole a Seznamu</w:t>
      </w:r>
      <w:bookmarkEnd w:id="225"/>
    </w:p>
    <w:p w14:paraId="1B26E75E" w14:textId="77777777" w:rsidR="00EF7C12" w:rsidRPr="00FE73A5" w:rsidRDefault="00EF7C12" w:rsidP="00EF7C12">
      <w:pPr>
        <w:pStyle w:val="Text2-1"/>
      </w:pPr>
      <w:bookmarkStart w:id="226" w:name="_Ref56174244"/>
      <w:r w:rsidRPr="00FE73A5">
        <w:t>Dopis</w:t>
      </w:r>
      <w:r>
        <w:t xml:space="preserve"> O14 č.j. 3867/2017-SŽDC-O14</w:t>
      </w:r>
      <w:bookmarkEnd w:id="226"/>
    </w:p>
    <w:p w14:paraId="3E86CF26" w14:textId="77777777" w:rsidR="00EF7C12" w:rsidRPr="00FE73A5" w:rsidRDefault="00EF7C12" w:rsidP="00EF7C12">
      <w:pPr>
        <w:pStyle w:val="Text2-1"/>
      </w:pPr>
      <w:bookmarkStart w:id="227" w:name="_Ref56174337"/>
      <w:r>
        <w:t>Dopis O14 č.j. 22098/2020-SŽ-GŘ-O14 a dokument „Dočasné požadavky na břevnové svítilny pro akce OŘ“</w:t>
      </w:r>
      <w:bookmarkEnd w:id="227"/>
    </w:p>
    <w:p w14:paraId="3B52AA81" w14:textId="77777777" w:rsidR="00826B7B" w:rsidRDefault="00826B7B" w:rsidP="00FC5EFB">
      <w:pPr>
        <w:pStyle w:val="Textbezslovn"/>
      </w:pPr>
    </w:p>
    <w:sectPr w:rsidR="00826B7B" w:rsidSect="00646589">
      <w:footerReference w:type="even" r:id="rId19"/>
      <w:footerReference w:type="default" r:id="rId20"/>
      <w:headerReference w:type="first" r:id="rId21"/>
      <w:footerReference w:type="first" r:id="rId22"/>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933DD8" w14:textId="77777777" w:rsidR="002076EE" w:rsidRDefault="002076EE" w:rsidP="00962258">
      <w:pPr>
        <w:spacing w:after="0" w:line="240" w:lineRule="auto"/>
      </w:pPr>
      <w:r>
        <w:separator/>
      </w:r>
    </w:p>
  </w:endnote>
  <w:endnote w:type="continuationSeparator" w:id="0">
    <w:p w14:paraId="643697D9" w14:textId="77777777" w:rsidR="002076EE" w:rsidRDefault="002076E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479D5" w:rsidRPr="003462EB" w14:paraId="3CEFBC21" w14:textId="77777777" w:rsidTr="00633336">
      <w:tc>
        <w:tcPr>
          <w:tcW w:w="907" w:type="dxa"/>
          <w:tcMar>
            <w:left w:w="0" w:type="dxa"/>
            <w:right w:w="0" w:type="dxa"/>
          </w:tcMar>
          <w:vAlign w:val="bottom"/>
        </w:tcPr>
        <w:p w14:paraId="67C4164C" w14:textId="2C2BB286" w:rsidR="00C479D5" w:rsidRPr="00B8518B" w:rsidRDefault="00C479D5"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53592">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53592">
            <w:rPr>
              <w:rStyle w:val="slostrnky"/>
              <w:noProof/>
            </w:rPr>
            <w:t>19</w:t>
          </w:r>
          <w:r w:rsidRPr="00B8518B">
            <w:rPr>
              <w:rStyle w:val="slostrnky"/>
            </w:rPr>
            <w:fldChar w:fldCharType="end"/>
          </w:r>
        </w:p>
      </w:tc>
      <w:tc>
        <w:tcPr>
          <w:tcW w:w="0" w:type="auto"/>
          <w:vAlign w:val="bottom"/>
        </w:tcPr>
        <w:p w14:paraId="689858BE" w14:textId="147AE227" w:rsidR="00C479D5" w:rsidRPr="003462EB" w:rsidRDefault="002076EE" w:rsidP="008664BF">
          <w:pPr>
            <w:pStyle w:val="Zpatvlevo"/>
          </w:pPr>
          <w:fldSimple w:instr=" STYLEREF  _Název_akce  \* MERGEFORMAT ">
            <w:r w:rsidR="00553592">
              <w:rPr>
                <w:noProof/>
              </w:rPr>
              <w:t>„Doplnění závor na přejezdu P5893 v km 45,166 Kácov - Světlá nad Sázavou“</w:t>
            </w:r>
          </w:fldSimple>
        </w:p>
        <w:p w14:paraId="379169E2" w14:textId="77777777" w:rsidR="00C479D5" w:rsidRDefault="00C479D5" w:rsidP="00722CCE">
          <w:pPr>
            <w:pStyle w:val="Zpatvlevo"/>
          </w:pPr>
          <w:r>
            <w:t>Příloha č. 2 d) - Zvláštní</w:t>
          </w:r>
          <w:r w:rsidRPr="003462EB">
            <w:t xml:space="preserve"> technické podmínky</w:t>
          </w:r>
        </w:p>
        <w:p w14:paraId="6097DC6A" w14:textId="77777777" w:rsidR="00C479D5" w:rsidRPr="003462EB" w:rsidRDefault="00C479D5" w:rsidP="00646589">
          <w:pPr>
            <w:pStyle w:val="Zpatvlevo"/>
          </w:pPr>
          <w:r>
            <w:t xml:space="preserve">Zhotovení Projektová dokumentace a </w:t>
          </w:r>
          <w:r w:rsidRPr="003462EB">
            <w:t>Zhotovení stavby</w:t>
          </w:r>
          <w:r>
            <w:t xml:space="preserve"> (ZTP P+R)</w:t>
          </w:r>
        </w:p>
      </w:tc>
    </w:tr>
  </w:tbl>
  <w:p w14:paraId="54110DDC" w14:textId="77777777" w:rsidR="00C479D5" w:rsidRPr="00614E71" w:rsidRDefault="00C479D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479D5" w:rsidRPr="009E09BE" w14:paraId="2436C77C" w14:textId="77777777" w:rsidTr="00633336">
      <w:tc>
        <w:tcPr>
          <w:tcW w:w="0" w:type="auto"/>
          <w:tcMar>
            <w:left w:w="0" w:type="dxa"/>
            <w:right w:w="0" w:type="dxa"/>
          </w:tcMar>
          <w:vAlign w:val="bottom"/>
        </w:tcPr>
        <w:p w14:paraId="166EC2DF" w14:textId="07F939AF" w:rsidR="00C479D5" w:rsidRDefault="002076EE" w:rsidP="00722CCE">
          <w:pPr>
            <w:pStyle w:val="Zpatvpravo"/>
          </w:pPr>
          <w:fldSimple w:instr=" STYLEREF  _Název_akce  \* MERGEFORMAT ">
            <w:r w:rsidR="00553592">
              <w:rPr>
                <w:noProof/>
              </w:rPr>
              <w:t>„Doplnění závor na přejezdu P5893 v km 45,166 Kácov - Světlá nad Sázavou“</w:t>
            </w:r>
          </w:fldSimple>
        </w:p>
        <w:p w14:paraId="3236A7C6" w14:textId="77777777" w:rsidR="00C479D5" w:rsidRDefault="00C479D5" w:rsidP="002454AA">
          <w:pPr>
            <w:pStyle w:val="Zpatvpravo"/>
          </w:pPr>
          <w:r>
            <w:t>Příloha č. 2 d) - Zvláštní</w:t>
          </w:r>
          <w:r w:rsidRPr="003462EB">
            <w:t xml:space="preserve"> technické podmínky</w:t>
          </w:r>
          <w:r w:rsidDel="00E812EC">
            <w:t xml:space="preserve"> </w:t>
          </w:r>
        </w:p>
        <w:p w14:paraId="75CF2AB2" w14:textId="77777777" w:rsidR="00C479D5" w:rsidRPr="003462EB" w:rsidRDefault="00C479D5" w:rsidP="002454AA">
          <w:pPr>
            <w:pStyle w:val="Zpatvpravo"/>
            <w:rPr>
              <w:rStyle w:val="slostrnky"/>
              <w:b w:val="0"/>
              <w:color w:val="auto"/>
              <w:sz w:val="12"/>
            </w:rPr>
          </w:pPr>
          <w:r>
            <w:t xml:space="preserve">Zhotovení Projektová dokumentace a </w:t>
          </w:r>
          <w:r w:rsidRPr="003462EB">
            <w:t>Zhotovení stavby</w:t>
          </w:r>
          <w:r>
            <w:t xml:space="preserve"> (ZTP P+R)</w:t>
          </w:r>
        </w:p>
      </w:tc>
      <w:tc>
        <w:tcPr>
          <w:tcW w:w="907" w:type="dxa"/>
          <w:vAlign w:val="bottom"/>
        </w:tcPr>
        <w:p w14:paraId="27A5F1B7" w14:textId="26817487" w:rsidR="00C479D5" w:rsidRPr="009E09BE" w:rsidRDefault="00C479D5"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553592">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53592">
            <w:rPr>
              <w:rStyle w:val="slostrnky"/>
              <w:noProof/>
            </w:rPr>
            <w:t>19</w:t>
          </w:r>
          <w:r w:rsidRPr="00B8518B">
            <w:rPr>
              <w:rStyle w:val="slostrnky"/>
            </w:rPr>
            <w:fldChar w:fldCharType="end"/>
          </w:r>
        </w:p>
      </w:tc>
    </w:tr>
  </w:tbl>
  <w:p w14:paraId="648F96E4" w14:textId="77777777" w:rsidR="00C479D5" w:rsidRPr="00B8518B" w:rsidRDefault="00C479D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BDA20" w14:textId="77777777" w:rsidR="00C479D5" w:rsidRPr="00B8518B" w:rsidRDefault="00C479D5" w:rsidP="00460660">
    <w:pPr>
      <w:pStyle w:val="Zpat"/>
      <w:rPr>
        <w:sz w:val="2"/>
        <w:szCs w:val="2"/>
      </w:rPr>
    </w:pPr>
  </w:p>
  <w:p w14:paraId="5E5BE46D" w14:textId="77777777" w:rsidR="00C479D5" w:rsidRDefault="00C479D5" w:rsidP="00646589">
    <w:pPr>
      <w:pStyle w:val="Zpatvlevo"/>
      <w:rPr>
        <w:rFonts w:cs="Calibri"/>
        <w:szCs w:val="12"/>
      </w:rPr>
    </w:pPr>
  </w:p>
  <w:p w14:paraId="06570B88" w14:textId="77777777" w:rsidR="00C479D5" w:rsidRPr="00460660" w:rsidRDefault="00C479D5">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331110" w14:textId="77777777" w:rsidR="002076EE" w:rsidRDefault="002076EE" w:rsidP="00962258">
      <w:pPr>
        <w:spacing w:after="0" w:line="240" w:lineRule="auto"/>
      </w:pPr>
      <w:r>
        <w:separator/>
      </w:r>
    </w:p>
  </w:footnote>
  <w:footnote w:type="continuationSeparator" w:id="0">
    <w:p w14:paraId="101078ED" w14:textId="77777777" w:rsidR="002076EE" w:rsidRDefault="002076E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479D5" w14:paraId="483886C8" w14:textId="77777777" w:rsidTr="00B22106">
      <w:trPr>
        <w:trHeight w:hRule="exact" w:val="936"/>
      </w:trPr>
      <w:tc>
        <w:tcPr>
          <w:tcW w:w="1361" w:type="dxa"/>
          <w:tcMar>
            <w:left w:w="0" w:type="dxa"/>
            <w:right w:w="0" w:type="dxa"/>
          </w:tcMar>
        </w:tcPr>
        <w:p w14:paraId="5BD3EC2A" w14:textId="77777777" w:rsidR="00C479D5" w:rsidRPr="00B8518B" w:rsidRDefault="00C479D5" w:rsidP="00FC6389">
          <w:pPr>
            <w:pStyle w:val="Zpat"/>
            <w:rPr>
              <w:rStyle w:val="slostrnky"/>
            </w:rPr>
          </w:pPr>
        </w:p>
      </w:tc>
      <w:tc>
        <w:tcPr>
          <w:tcW w:w="3458" w:type="dxa"/>
          <w:shd w:val="clear" w:color="auto" w:fill="auto"/>
          <w:tcMar>
            <w:left w:w="0" w:type="dxa"/>
            <w:right w:w="0" w:type="dxa"/>
          </w:tcMar>
        </w:tcPr>
        <w:p w14:paraId="6C17E67D" w14:textId="77777777" w:rsidR="00C479D5" w:rsidRDefault="00C479D5" w:rsidP="00FC6389">
          <w:pPr>
            <w:pStyle w:val="Zpat"/>
          </w:pPr>
          <w:r>
            <w:rPr>
              <w:noProof/>
              <w:lang w:eastAsia="cs-CZ"/>
            </w:rPr>
            <w:drawing>
              <wp:anchor distT="0" distB="0" distL="114300" distR="114300" simplePos="0" relativeHeight="251674624" behindDoc="0" locked="1" layoutInCell="1" allowOverlap="1" wp14:anchorId="6A11A2AF" wp14:editId="419B08FD">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BF24471" w14:textId="77777777" w:rsidR="00C479D5" w:rsidRPr="00D6163D" w:rsidRDefault="00C479D5" w:rsidP="00FC6389">
          <w:pPr>
            <w:pStyle w:val="Druhdokumentu"/>
          </w:pPr>
        </w:p>
      </w:tc>
    </w:tr>
    <w:tr w:rsidR="00C479D5" w14:paraId="2D6D5DC0" w14:textId="77777777" w:rsidTr="00B22106">
      <w:trPr>
        <w:trHeight w:hRule="exact" w:val="936"/>
      </w:trPr>
      <w:tc>
        <w:tcPr>
          <w:tcW w:w="1361" w:type="dxa"/>
          <w:tcMar>
            <w:left w:w="0" w:type="dxa"/>
            <w:right w:w="0" w:type="dxa"/>
          </w:tcMar>
        </w:tcPr>
        <w:p w14:paraId="3B977781" w14:textId="77777777" w:rsidR="00C479D5" w:rsidRPr="00B8518B" w:rsidRDefault="00C479D5" w:rsidP="00FC6389">
          <w:pPr>
            <w:pStyle w:val="Zpat"/>
            <w:rPr>
              <w:rStyle w:val="slostrnky"/>
            </w:rPr>
          </w:pPr>
        </w:p>
      </w:tc>
      <w:tc>
        <w:tcPr>
          <w:tcW w:w="3458" w:type="dxa"/>
          <w:shd w:val="clear" w:color="auto" w:fill="auto"/>
          <w:tcMar>
            <w:left w:w="0" w:type="dxa"/>
            <w:right w:w="0" w:type="dxa"/>
          </w:tcMar>
        </w:tcPr>
        <w:p w14:paraId="3CD06954" w14:textId="77777777" w:rsidR="00C479D5" w:rsidRDefault="00C479D5" w:rsidP="00FC6389">
          <w:pPr>
            <w:pStyle w:val="Zpat"/>
          </w:pPr>
        </w:p>
      </w:tc>
      <w:tc>
        <w:tcPr>
          <w:tcW w:w="5756" w:type="dxa"/>
          <w:shd w:val="clear" w:color="auto" w:fill="auto"/>
          <w:tcMar>
            <w:left w:w="0" w:type="dxa"/>
            <w:right w:w="0" w:type="dxa"/>
          </w:tcMar>
        </w:tcPr>
        <w:p w14:paraId="226590B6" w14:textId="77777777" w:rsidR="00C479D5" w:rsidRPr="00D6163D" w:rsidRDefault="00C479D5" w:rsidP="00FC6389">
          <w:pPr>
            <w:pStyle w:val="Druhdokumentu"/>
          </w:pPr>
        </w:p>
      </w:tc>
    </w:tr>
  </w:tbl>
  <w:p w14:paraId="57B25B1A" w14:textId="77777777" w:rsidR="00C479D5" w:rsidRPr="00D6163D" w:rsidRDefault="00C479D5" w:rsidP="00FC6389">
    <w:pPr>
      <w:pStyle w:val="Zhlav"/>
      <w:rPr>
        <w:sz w:val="8"/>
        <w:szCs w:val="8"/>
      </w:rPr>
    </w:pPr>
  </w:p>
  <w:p w14:paraId="705DD1CE" w14:textId="77777777" w:rsidR="00C479D5" w:rsidRPr="00460660" w:rsidRDefault="00C479D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A9A651C"/>
    <w:multiLevelType w:val="multilevel"/>
    <w:tmpl w:val="061A616C"/>
    <w:lvl w:ilvl="0">
      <w:start w:val="1"/>
      <w:numFmt w:val="decimal"/>
      <w:pStyle w:val="TPNADPIS-1slovan"/>
      <w:lvlText w:val="%1."/>
      <w:lvlJc w:val="left"/>
      <w:pPr>
        <w:ind w:left="1637" w:hanging="360"/>
      </w:pPr>
    </w:lvl>
    <w:lvl w:ilvl="1">
      <w:start w:val="1"/>
      <w:numFmt w:val="decimal"/>
      <w:pStyle w:val="TPNadpis-2slovan"/>
      <w:lvlText w:val="%1.%2."/>
      <w:lvlJc w:val="left"/>
      <w:pPr>
        <w:ind w:left="2842" w:hanging="432"/>
      </w:pPr>
      <w:rPr>
        <w:sz w:val="22"/>
        <w:szCs w:val="22"/>
      </w:rPr>
    </w:lvl>
    <w:lvl w:ilvl="2">
      <w:start w:val="1"/>
      <w:numFmt w:val="decimal"/>
      <w:pStyle w:val="TPText-1slovan"/>
      <w:lvlText w:val="%1.%2.%3."/>
      <w:lvlJc w:val="left"/>
      <w:pPr>
        <w:ind w:left="1639" w:hanging="504"/>
      </w:pPr>
      <w:rPr>
        <w:rFonts w:ascii="Calibri" w:hAnsi="Calibri" w:hint="default"/>
        <w:b w:val="0"/>
        <w:sz w:val="20"/>
        <w:szCs w:val="20"/>
      </w:r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263124E"/>
    <w:multiLevelType w:val="hybridMultilevel"/>
    <w:tmpl w:val="D2521D72"/>
    <w:lvl w:ilvl="0" w:tplc="04050001">
      <w:start w:val="1"/>
      <w:numFmt w:val="bullet"/>
      <w:lvlText w:val=""/>
      <w:lvlJc w:val="left"/>
      <w:pPr>
        <w:ind w:left="2053" w:hanging="360"/>
      </w:pPr>
      <w:rPr>
        <w:rFonts w:ascii="Symbol" w:hAnsi="Symbol" w:hint="default"/>
      </w:rPr>
    </w:lvl>
    <w:lvl w:ilvl="1" w:tplc="04050003" w:tentative="1">
      <w:start w:val="1"/>
      <w:numFmt w:val="bullet"/>
      <w:lvlText w:val="o"/>
      <w:lvlJc w:val="left"/>
      <w:pPr>
        <w:ind w:left="2773" w:hanging="360"/>
      </w:pPr>
      <w:rPr>
        <w:rFonts w:ascii="Courier New" w:hAnsi="Courier New" w:cs="Courier New" w:hint="default"/>
      </w:rPr>
    </w:lvl>
    <w:lvl w:ilvl="2" w:tplc="04050005" w:tentative="1">
      <w:start w:val="1"/>
      <w:numFmt w:val="bullet"/>
      <w:lvlText w:val=""/>
      <w:lvlJc w:val="left"/>
      <w:pPr>
        <w:ind w:left="3493" w:hanging="360"/>
      </w:pPr>
      <w:rPr>
        <w:rFonts w:ascii="Wingdings" w:hAnsi="Wingdings" w:hint="default"/>
      </w:rPr>
    </w:lvl>
    <w:lvl w:ilvl="3" w:tplc="04050001" w:tentative="1">
      <w:start w:val="1"/>
      <w:numFmt w:val="bullet"/>
      <w:lvlText w:val=""/>
      <w:lvlJc w:val="left"/>
      <w:pPr>
        <w:ind w:left="4213" w:hanging="360"/>
      </w:pPr>
      <w:rPr>
        <w:rFonts w:ascii="Symbol" w:hAnsi="Symbol" w:hint="default"/>
      </w:rPr>
    </w:lvl>
    <w:lvl w:ilvl="4" w:tplc="04050003" w:tentative="1">
      <w:start w:val="1"/>
      <w:numFmt w:val="bullet"/>
      <w:lvlText w:val="o"/>
      <w:lvlJc w:val="left"/>
      <w:pPr>
        <w:ind w:left="4933" w:hanging="360"/>
      </w:pPr>
      <w:rPr>
        <w:rFonts w:ascii="Courier New" w:hAnsi="Courier New" w:cs="Courier New" w:hint="default"/>
      </w:rPr>
    </w:lvl>
    <w:lvl w:ilvl="5" w:tplc="04050005" w:tentative="1">
      <w:start w:val="1"/>
      <w:numFmt w:val="bullet"/>
      <w:lvlText w:val=""/>
      <w:lvlJc w:val="left"/>
      <w:pPr>
        <w:ind w:left="5653" w:hanging="360"/>
      </w:pPr>
      <w:rPr>
        <w:rFonts w:ascii="Wingdings" w:hAnsi="Wingdings" w:hint="default"/>
      </w:rPr>
    </w:lvl>
    <w:lvl w:ilvl="6" w:tplc="04050001" w:tentative="1">
      <w:start w:val="1"/>
      <w:numFmt w:val="bullet"/>
      <w:lvlText w:val=""/>
      <w:lvlJc w:val="left"/>
      <w:pPr>
        <w:ind w:left="6373" w:hanging="360"/>
      </w:pPr>
      <w:rPr>
        <w:rFonts w:ascii="Symbol" w:hAnsi="Symbol" w:hint="default"/>
      </w:rPr>
    </w:lvl>
    <w:lvl w:ilvl="7" w:tplc="04050003" w:tentative="1">
      <w:start w:val="1"/>
      <w:numFmt w:val="bullet"/>
      <w:lvlText w:val="o"/>
      <w:lvlJc w:val="left"/>
      <w:pPr>
        <w:ind w:left="7093" w:hanging="360"/>
      </w:pPr>
      <w:rPr>
        <w:rFonts w:ascii="Courier New" w:hAnsi="Courier New" w:cs="Courier New" w:hint="default"/>
      </w:rPr>
    </w:lvl>
    <w:lvl w:ilvl="8" w:tplc="04050005" w:tentative="1">
      <w:start w:val="1"/>
      <w:numFmt w:val="bullet"/>
      <w:lvlText w:val=""/>
      <w:lvlJc w:val="left"/>
      <w:pPr>
        <w:ind w:left="7813" w:hanging="360"/>
      </w:pPr>
      <w:rPr>
        <w:rFonts w:ascii="Wingdings" w:hAnsi="Wingdings" w:hint="default"/>
      </w:rPr>
    </w:lvl>
  </w:abstractNum>
  <w:abstractNum w:abstractNumId="5"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E625FA4"/>
    <w:multiLevelType w:val="hybridMultilevel"/>
    <w:tmpl w:val="28AEEF32"/>
    <w:lvl w:ilvl="0" w:tplc="04050001">
      <w:start w:val="1"/>
      <w:numFmt w:val="bullet"/>
      <w:lvlText w:val=""/>
      <w:lvlJc w:val="left"/>
      <w:pPr>
        <w:ind w:left="1599" w:hanging="360"/>
      </w:pPr>
      <w:rPr>
        <w:rFonts w:ascii="Symbol" w:hAnsi="Symbol" w:hint="default"/>
      </w:rPr>
    </w:lvl>
    <w:lvl w:ilvl="1" w:tplc="04050003" w:tentative="1">
      <w:start w:val="1"/>
      <w:numFmt w:val="bullet"/>
      <w:lvlText w:val="o"/>
      <w:lvlJc w:val="left"/>
      <w:pPr>
        <w:ind w:left="2319" w:hanging="360"/>
      </w:pPr>
      <w:rPr>
        <w:rFonts w:ascii="Courier New" w:hAnsi="Courier New" w:cs="Courier New" w:hint="default"/>
      </w:rPr>
    </w:lvl>
    <w:lvl w:ilvl="2" w:tplc="04050005" w:tentative="1">
      <w:start w:val="1"/>
      <w:numFmt w:val="bullet"/>
      <w:lvlText w:val=""/>
      <w:lvlJc w:val="left"/>
      <w:pPr>
        <w:ind w:left="3039" w:hanging="360"/>
      </w:pPr>
      <w:rPr>
        <w:rFonts w:ascii="Wingdings" w:hAnsi="Wingdings" w:hint="default"/>
      </w:rPr>
    </w:lvl>
    <w:lvl w:ilvl="3" w:tplc="04050001" w:tentative="1">
      <w:start w:val="1"/>
      <w:numFmt w:val="bullet"/>
      <w:lvlText w:val=""/>
      <w:lvlJc w:val="left"/>
      <w:pPr>
        <w:ind w:left="3759" w:hanging="360"/>
      </w:pPr>
      <w:rPr>
        <w:rFonts w:ascii="Symbol" w:hAnsi="Symbol" w:hint="default"/>
      </w:rPr>
    </w:lvl>
    <w:lvl w:ilvl="4" w:tplc="04050003" w:tentative="1">
      <w:start w:val="1"/>
      <w:numFmt w:val="bullet"/>
      <w:lvlText w:val="o"/>
      <w:lvlJc w:val="left"/>
      <w:pPr>
        <w:ind w:left="4479" w:hanging="360"/>
      </w:pPr>
      <w:rPr>
        <w:rFonts w:ascii="Courier New" w:hAnsi="Courier New" w:cs="Courier New" w:hint="default"/>
      </w:rPr>
    </w:lvl>
    <w:lvl w:ilvl="5" w:tplc="04050005" w:tentative="1">
      <w:start w:val="1"/>
      <w:numFmt w:val="bullet"/>
      <w:lvlText w:val=""/>
      <w:lvlJc w:val="left"/>
      <w:pPr>
        <w:ind w:left="5199" w:hanging="360"/>
      </w:pPr>
      <w:rPr>
        <w:rFonts w:ascii="Wingdings" w:hAnsi="Wingdings" w:hint="default"/>
      </w:rPr>
    </w:lvl>
    <w:lvl w:ilvl="6" w:tplc="04050001" w:tentative="1">
      <w:start w:val="1"/>
      <w:numFmt w:val="bullet"/>
      <w:lvlText w:val=""/>
      <w:lvlJc w:val="left"/>
      <w:pPr>
        <w:ind w:left="5919" w:hanging="360"/>
      </w:pPr>
      <w:rPr>
        <w:rFonts w:ascii="Symbol" w:hAnsi="Symbol" w:hint="default"/>
      </w:rPr>
    </w:lvl>
    <w:lvl w:ilvl="7" w:tplc="04050003" w:tentative="1">
      <w:start w:val="1"/>
      <w:numFmt w:val="bullet"/>
      <w:lvlText w:val="o"/>
      <w:lvlJc w:val="left"/>
      <w:pPr>
        <w:ind w:left="6639" w:hanging="360"/>
      </w:pPr>
      <w:rPr>
        <w:rFonts w:ascii="Courier New" w:hAnsi="Courier New" w:cs="Courier New" w:hint="default"/>
      </w:rPr>
    </w:lvl>
    <w:lvl w:ilvl="8" w:tplc="04050005" w:tentative="1">
      <w:start w:val="1"/>
      <w:numFmt w:val="bullet"/>
      <w:lvlText w:val=""/>
      <w:lvlJc w:val="left"/>
      <w:pPr>
        <w:ind w:left="7359"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46D929DB"/>
    <w:multiLevelType w:val="multilevel"/>
    <w:tmpl w:val="7D546F70"/>
    <w:lvl w:ilvl="0">
      <w:numFmt w:val="bullet"/>
      <w:pStyle w:val="TPText-1abc"/>
      <w:lvlText w:val="-"/>
      <w:lvlJc w:val="left"/>
      <w:pPr>
        <w:ind w:left="1381" w:hanging="360"/>
      </w:pPr>
      <w:rPr>
        <w:rFonts w:ascii="TTE22A5C00t00" w:eastAsia="Times New Roman" w:hAnsi="TTE22A5C00t00" w:cs="TTE22A5C00t00"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1" w15:restartNumberingAfterBreak="0">
    <w:nsid w:val="4BD568D7"/>
    <w:multiLevelType w:val="hybridMultilevel"/>
    <w:tmpl w:val="8D7EB1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2"/>
  </w:num>
  <w:num w:numId="4">
    <w:abstractNumId w:val="9"/>
  </w:num>
  <w:num w:numId="5">
    <w:abstractNumId w:val="12"/>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 w:numId="9">
    <w:abstractNumId w:val="14"/>
  </w:num>
  <w:num w:numId="10">
    <w:abstractNumId w:val="9"/>
  </w:num>
  <w:num w:numId="11">
    <w:abstractNumId w:val="12"/>
  </w:num>
  <w:num w:numId="12">
    <w:abstractNumId w:val="13"/>
  </w:num>
  <w:num w:numId="13">
    <w:abstractNumId w:val="1"/>
  </w:num>
  <w:num w:numId="14">
    <w:abstractNumId w:val="5"/>
  </w:num>
  <w:num w:numId="15">
    <w:abstractNumId w:val="14"/>
  </w:num>
  <w:num w:numId="16">
    <w:abstractNumId w:val="14"/>
  </w:num>
  <w:num w:numId="17">
    <w:abstractNumId w:val="10"/>
  </w:num>
  <w:num w:numId="18">
    <w:abstractNumId w:val="1"/>
  </w:num>
  <w:num w:numId="19">
    <w:abstractNumId w:val="5"/>
  </w:num>
  <w:num w:numId="20">
    <w:abstractNumId w:val="5"/>
  </w:num>
  <w:num w:numId="21">
    <w:abstractNumId w:val="9"/>
  </w:num>
  <w:num w:numId="22">
    <w:abstractNumId w:val="9"/>
  </w:num>
  <w:num w:numId="23">
    <w:abstractNumId w:val="9"/>
  </w:num>
  <w:num w:numId="24">
    <w:abstractNumId w:val="9"/>
  </w:num>
  <w:num w:numId="25">
    <w:abstractNumId w:val="12"/>
  </w:num>
  <w:num w:numId="26">
    <w:abstractNumId w:val="12"/>
  </w:num>
  <w:num w:numId="27">
    <w:abstractNumId w:val="12"/>
  </w:num>
  <w:num w:numId="28">
    <w:abstractNumId w:val="12"/>
  </w:num>
  <w:num w:numId="29">
    <w:abstractNumId w:val="13"/>
  </w:num>
  <w:num w:numId="30">
    <w:abstractNumId w:val="1"/>
  </w:num>
  <w:num w:numId="31">
    <w:abstractNumId w:val="1"/>
  </w:num>
  <w:num w:numId="32">
    <w:abstractNumId w:val="5"/>
  </w:num>
  <w:num w:numId="33">
    <w:abstractNumId w:val="5"/>
  </w:num>
  <w:num w:numId="34">
    <w:abstractNumId w:val="14"/>
  </w:num>
  <w:num w:numId="35">
    <w:abstractNumId w:val="14"/>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num>
  <w:num w:numId="44">
    <w:abstractNumId w:val="4"/>
  </w:num>
  <w:num w:numId="45">
    <w:abstractNumId w:val="11"/>
  </w:num>
  <w:num w:numId="46">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DF9"/>
    <w:rsid w:val="00012EC4"/>
    <w:rsid w:val="00013EB6"/>
    <w:rsid w:val="00017F3C"/>
    <w:rsid w:val="00020292"/>
    <w:rsid w:val="000224C8"/>
    <w:rsid w:val="00041EC8"/>
    <w:rsid w:val="00042933"/>
    <w:rsid w:val="00054FC6"/>
    <w:rsid w:val="0006465A"/>
    <w:rsid w:val="0006588D"/>
    <w:rsid w:val="00065FA6"/>
    <w:rsid w:val="00067A5E"/>
    <w:rsid w:val="000719BB"/>
    <w:rsid w:val="00072A65"/>
    <w:rsid w:val="00072C1E"/>
    <w:rsid w:val="00076B14"/>
    <w:rsid w:val="00081DF9"/>
    <w:rsid w:val="0008461A"/>
    <w:rsid w:val="0009771A"/>
    <w:rsid w:val="000A6E75"/>
    <w:rsid w:val="000B3386"/>
    <w:rsid w:val="000B408F"/>
    <w:rsid w:val="000B4EB8"/>
    <w:rsid w:val="000C41F2"/>
    <w:rsid w:val="000D22C4"/>
    <w:rsid w:val="000D27D1"/>
    <w:rsid w:val="000E1A7F"/>
    <w:rsid w:val="000F15F1"/>
    <w:rsid w:val="000F4B80"/>
    <w:rsid w:val="00110278"/>
    <w:rsid w:val="00110B06"/>
    <w:rsid w:val="00111422"/>
    <w:rsid w:val="00112864"/>
    <w:rsid w:val="00114472"/>
    <w:rsid w:val="00114988"/>
    <w:rsid w:val="00114DE9"/>
    <w:rsid w:val="00115069"/>
    <w:rsid w:val="001150F2"/>
    <w:rsid w:val="00135D67"/>
    <w:rsid w:val="00136398"/>
    <w:rsid w:val="0014103D"/>
    <w:rsid w:val="00146BCB"/>
    <w:rsid w:val="0015027B"/>
    <w:rsid w:val="00150B2C"/>
    <w:rsid w:val="00151853"/>
    <w:rsid w:val="00153B6C"/>
    <w:rsid w:val="00160EC0"/>
    <w:rsid w:val="001656A2"/>
    <w:rsid w:val="00170EC5"/>
    <w:rsid w:val="001747C1"/>
    <w:rsid w:val="00177D6B"/>
    <w:rsid w:val="001843C2"/>
    <w:rsid w:val="001861CB"/>
    <w:rsid w:val="00191F90"/>
    <w:rsid w:val="001A3B3C"/>
    <w:rsid w:val="001B4180"/>
    <w:rsid w:val="001B4E74"/>
    <w:rsid w:val="001B7668"/>
    <w:rsid w:val="001C645F"/>
    <w:rsid w:val="001D7275"/>
    <w:rsid w:val="001E042E"/>
    <w:rsid w:val="001E4827"/>
    <w:rsid w:val="001E678E"/>
    <w:rsid w:val="001F209B"/>
    <w:rsid w:val="001F3AF3"/>
    <w:rsid w:val="002007BA"/>
    <w:rsid w:val="002038C9"/>
    <w:rsid w:val="002071BB"/>
    <w:rsid w:val="002076EE"/>
    <w:rsid w:val="00207DF5"/>
    <w:rsid w:val="002126C0"/>
    <w:rsid w:val="002134B5"/>
    <w:rsid w:val="00226638"/>
    <w:rsid w:val="00232000"/>
    <w:rsid w:val="00240B81"/>
    <w:rsid w:val="002454AA"/>
    <w:rsid w:val="00247D01"/>
    <w:rsid w:val="0025030F"/>
    <w:rsid w:val="00261A5B"/>
    <w:rsid w:val="00262DEF"/>
    <w:rsid w:val="00262E5B"/>
    <w:rsid w:val="00276AFE"/>
    <w:rsid w:val="00277FBD"/>
    <w:rsid w:val="002A034B"/>
    <w:rsid w:val="002A355D"/>
    <w:rsid w:val="002A3B57"/>
    <w:rsid w:val="002B2AF2"/>
    <w:rsid w:val="002B4E1D"/>
    <w:rsid w:val="002B6B58"/>
    <w:rsid w:val="002C054B"/>
    <w:rsid w:val="002C31BF"/>
    <w:rsid w:val="002C50C8"/>
    <w:rsid w:val="002D0011"/>
    <w:rsid w:val="002D2102"/>
    <w:rsid w:val="002D7FD6"/>
    <w:rsid w:val="002E0CD7"/>
    <w:rsid w:val="002E0CFB"/>
    <w:rsid w:val="002E3941"/>
    <w:rsid w:val="002E5C7B"/>
    <w:rsid w:val="002F2AE7"/>
    <w:rsid w:val="002F362D"/>
    <w:rsid w:val="002F4333"/>
    <w:rsid w:val="00301EBA"/>
    <w:rsid w:val="0030303F"/>
    <w:rsid w:val="00304DAF"/>
    <w:rsid w:val="00307207"/>
    <w:rsid w:val="003130A4"/>
    <w:rsid w:val="003229ED"/>
    <w:rsid w:val="003254A3"/>
    <w:rsid w:val="00327EEF"/>
    <w:rsid w:val="0033239F"/>
    <w:rsid w:val="00334918"/>
    <w:rsid w:val="00336B95"/>
    <w:rsid w:val="003418A3"/>
    <w:rsid w:val="0034274B"/>
    <w:rsid w:val="003462EB"/>
    <w:rsid w:val="0034719F"/>
    <w:rsid w:val="003475AA"/>
    <w:rsid w:val="00347746"/>
    <w:rsid w:val="00350A35"/>
    <w:rsid w:val="003541F2"/>
    <w:rsid w:val="00356A54"/>
    <w:rsid w:val="003571D8"/>
    <w:rsid w:val="00357BC6"/>
    <w:rsid w:val="00361422"/>
    <w:rsid w:val="003728F4"/>
    <w:rsid w:val="0037545D"/>
    <w:rsid w:val="00384D57"/>
    <w:rsid w:val="00386FF1"/>
    <w:rsid w:val="00392EB6"/>
    <w:rsid w:val="00393530"/>
    <w:rsid w:val="003956C6"/>
    <w:rsid w:val="003B111D"/>
    <w:rsid w:val="003B3764"/>
    <w:rsid w:val="003B59E5"/>
    <w:rsid w:val="003C33F2"/>
    <w:rsid w:val="003C4D88"/>
    <w:rsid w:val="003C53EE"/>
    <w:rsid w:val="003C6679"/>
    <w:rsid w:val="003D33E5"/>
    <w:rsid w:val="003D756E"/>
    <w:rsid w:val="003D7E0C"/>
    <w:rsid w:val="003E420D"/>
    <w:rsid w:val="003E4C13"/>
    <w:rsid w:val="003F7286"/>
    <w:rsid w:val="00400BF2"/>
    <w:rsid w:val="00404FCA"/>
    <w:rsid w:val="004078F3"/>
    <w:rsid w:val="00413B17"/>
    <w:rsid w:val="00417DF3"/>
    <w:rsid w:val="00421FEC"/>
    <w:rsid w:val="00422A8F"/>
    <w:rsid w:val="00427794"/>
    <w:rsid w:val="00443C6D"/>
    <w:rsid w:val="004449EE"/>
    <w:rsid w:val="0044590C"/>
    <w:rsid w:val="00450F07"/>
    <w:rsid w:val="00453CD3"/>
    <w:rsid w:val="00460660"/>
    <w:rsid w:val="0046288F"/>
    <w:rsid w:val="00463BD5"/>
    <w:rsid w:val="00464BA9"/>
    <w:rsid w:val="00467F7D"/>
    <w:rsid w:val="00476F2F"/>
    <w:rsid w:val="00477BF5"/>
    <w:rsid w:val="00483969"/>
    <w:rsid w:val="00484491"/>
    <w:rsid w:val="00486107"/>
    <w:rsid w:val="00487220"/>
    <w:rsid w:val="00491827"/>
    <w:rsid w:val="004A7D16"/>
    <w:rsid w:val="004B211F"/>
    <w:rsid w:val="004B2592"/>
    <w:rsid w:val="004C4399"/>
    <w:rsid w:val="004C787C"/>
    <w:rsid w:val="004D0D1E"/>
    <w:rsid w:val="004D4AD5"/>
    <w:rsid w:val="004D7D8C"/>
    <w:rsid w:val="004E7A1F"/>
    <w:rsid w:val="004F4B9B"/>
    <w:rsid w:val="004F70CD"/>
    <w:rsid w:val="0050666E"/>
    <w:rsid w:val="00511AB9"/>
    <w:rsid w:val="00513E85"/>
    <w:rsid w:val="00523BB5"/>
    <w:rsid w:val="00523EA7"/>
    <w:rsid w:val="00531CB9"/>
    <w:rsid w:val="00535ABB"/>
    <w:rsid w:val="005403D3"/>
    <w:rsid w:val="005406EB"/>
    <w:rsid w:val="00545AD1"/>
    <w:rsid w:val="00553375"/>
    <w:rsid w:val="00553592"/>
    <w:rsid w:val="00555884"/>
    <w:rsid w:val="005601FE"/>
    <w:rsid w:val="0056271D"/>
    <w:rsid w:val="00564E35"/>
    <w:rsid w:val="00572A42"/>
    <w:rsid w:val="005736B7"/>
    <w:rsid w:val="00575E5A"/>
    <w:rsid w:val="00580245"/>
    <w:rsid w:val="0058742A"/>
    <w:rsid w:val="00590B8F"/>
    <w:rsid w:val="00590BAF"/>
    <w:rsid w:val="00597B05"/>
    <w:rsid w:val="005A1F44"/>
    <w:rsid w:val="005D3C39"/>
    <w:rsid w:val="005D61E2"/>
    <w:rsid w:val="005D7706"/>
    <w:rsid w:val="005D7A71"/>
    <w:rsid w:val="005E5BC5"/>
    <w:rsid w:val="005E7A26"/>
    <w:rsid w:val="0060109A"/>
    <w:rsid w:val="00601A8C"/>
    <w:rsid w:val="0061068E"/>
    <w:rsid w:val="006115D3"/>
    <w:rsid w:val="00614E71"/>
    <w:rsid w:val="006208DF"/>
    <w:rsid w:val="00622A53"/>
    <w:rsid w:val="00633336"/>
    <w:rsid w:val="00634353"/>
    <w:rsid w:val="0064398E"/>
    <w:rsid w:val="00646589"/>
    <w:rsid w:val="00652CF1"/>
    <w:rsid w:val="00655976"/>
    <w:rsid w:val="0065610E"/>
    <w:rsid w:val="00660AD3"/>
    <w:rsid w:val="00665B6B"/>
    <w:rsid w:val="00673626"/>
    <w:rsid w:val="006776B6"/>
    <w:rsid w:val="00680F13"/>
    <w:rsid w:val="0069136C"/>
    <w:rsid w:val="006928EE"/>
    <w:rsid w:val="00693150"/>
    <w:rsid w:val="0069470F"/>
    <w:rsid w:val="0069769D"/>
    <w:rsid w:val="006A019B"/>
    <w:rsid w:val="006A5570"/>
    <w:rsid w:val="006A689C"/>
    <w:rsid w:val="006B099A"/>
    <w:rsid w:val="006B2318"/>
    <w:rsid w:val="006B3D79"/>
    <w:rsid w:val="006B4079"/>
    <w:rsid w:val="006B6FE4"/>
    <w:rsid w:val="006C16E1"/>
    <w:rsid w:val="006C2343"/>
    <w:rsid w:val="006C31D3"/>
    <w:rsid w:val="006C442A"/>
    <w:rsid w:val="006C47DA"/>
    <w:rsid w:val="006D56D6"/>
    <w:rsid w:val="006E0578"/>
    <w:rsid w:val="006E0B4B"/>
    <w:rsid w:val="006E314D"/>
    <w:rsid w:val="006E67DC"/>
    <w:rsid w:val="006F2B54"/>
    <w:rsid w:val="00706357"/>
    <w:rsid w:val="00710723"/>
    <w:rsid w:val="007135BE"/>
    <w:rsid w:val="00720802"/>
    <w:rsid w:val="00722360"/>
    <w:rsid w:val="00722CCE"/>
    <w:rsid w:val="00723ED1"/>
    <w:rsid w:val="00733014"/>
    <w:rsid w:val="00733AD8"/>
    <w:rsid w:val="007349C2"/>
    <w:rsid w:val="00740AF5"/>
    <w:rsid w:val="00743525"/>
    <w:rsid w:val="00745555"/>
    <w:rsid w:val="00745B7E"/>
    <w:rsid w:val="00745F94"/>
    <w:rsid w:val="007541A2"/>
    <w:rsid w:val="0075498F"/>
    <w:rsid w:val="00755818"/>
    <w:rsid w:val="0076008E"/>
    <w:rsid w:val="0076286B"/>
    <w:rsid w:val="00766846"/>
    <w:rsid w:val="007677E6"/>
    <w:rsid w:val="0076790E"/>
    <w:rsid w:val="00770601"/>
    <w:rsid w:val="0077114A"/>
    <w:rsid w:val="007723C1"/>
    <w:rsid w:val="00774B69"/>
    <w:rsid w:val="0077505C"/>
    <w:rsid w:val="00775C72"/>
    <w:rsid w:val="0077673A"/>
    <w:rsid w:val="007846E1"/>
    <w:rsid w:val="007847D6"/>
    <w:rsid w:val="007869B2"/>
    <w:rsid w:val="007A202B"/>
    <w:rsid w:val="007A5172"/>
    <w:rsid w:val="007A67A0"/>
    <w:rsid w:val="007B3108"/>
    <w:rsid w:val="007B3B23"/>
    <w:rsid w:val="007B570C"/>
    <w:rsid w:val="007D2E01"/>
    <w:rsid w:val="007D7206"/>
    <w:rsid w:val="007E4A6E"/>
    <w:rsid w:val="007E71F2"/>
    <w:rsid w:val="007F52E9"/>
    <w:rsid w:val="007F56A7"/>
    <w:rsid w:val="00800851"/>
    <w:rsid w:val="0080171C"/>
    <w:rsid w:val="0080276D"/>
    <w:rsid w:val="008028FD"/>
    <w:rsid w:val="0080306F"/>
    <w:rsid w:val="00803BF3"/>
    <w:rsid w:val="0080457C"/>
    <w:rsid w:val="00806E3F"/>
    <w:rsid w:val="00807DD0"/>
    <w:rsid w:val="00810E5C"/>
    <w:rsid w:val="00816930"/>
    <w:rsid w:val="008175DB"/>
    <w:rsid w:val="00821D01"/>
    <w:rsid w:val="00825A2C"/>
    <w:rsid w:val="00826B7B"/>
    <w:rsid w:val="0083197D"/>
    <w:rsid w:val="00832C93"/>
    <w:rsid w:val="00834146"/>
    <w:rsid w:val="00846789"/>
    <w:rsid w:val="0085360C"/>
    <w:rsid w:val="00857A0D"/>
    <w:rsid w:val="008633B5"/>
    <w:rsid w:val="008664BF"/>
    <w:rsid w:val="00874A1A"/>
    <w:rsid w:val="008858AB"/>
    <w:rsid w:val="00886358"/>
    <w:rsid w:val="00887F36"/>
    <w:rsid w:val="00890A4F"/>
    <w:rsid w:val="008A01EA"/>
    <w:rsid w:val="008A3568"/>
    <w:rsid w:val="008B1BDF"/>
    <w:rsid w:val="008C24A8"/>
    <w:rsid w:val="008C50F3"/>
    <w:rsid w:val="008C51A4"/>
    <w:rsid w:val="008C6204"/>
    <w:rsid w:val="008C7EFE"/>
    <w:rsid w:val="008D03B9"/>
    <w:rsid w:val="008D30C7"/>
    <w:rsid w:val="008F18D6"/>
    <w:rsid w:val="008F2C9B"/>
    <w:rsid w:val="008F50F3"/>
    <w:rsid w:val="008F797B"/>
    <w:rsid w:val="009000D0"/>
    <w:rsid w:val="00904780"/>
    <w:rsid w:val="00904FAA"/>
    <w:rsid w:val="0090635B"/>
    <w:rsid w:val="00914F81"/>
    <w:rsid w:val="00922385"/>
    <w:rsid w:val="009223DF"/>
    <w:rsid w:val="009226C1"/>
    <w:rsid w:val="00923406"/>
    <w:rsid w:val="0092477D"/>
    <w:rsid w:val="00932735"/>
    <w:rsid w:val="00936091"/>
    <w:rsid w:val="00940D8A"/>
    <w:rsid w:val="00950944"/>
    <w:rsid w:val="009525B9"/>
    <w:rsid w:val="00956192"/>
    <w:rsid w:val="00957F1F"/>
    <w:rsid w:val="00962258"/>
    <w:rsid w:val="00962766"/>
    <w:rsid w:val="00966365"/>
    <w:rsid w:val="009678B7"/>
    <w:rsid w:val="0097239D"/>
    <w:rsid w:val="009838B5"/>
    <w:rsid w:val="00992D9C"/>
    <w:rsid w:val="00996CB8"/>
    <w:rsid w:val="009A404E"/>
    <w:rsid w:val="009B2E97"/>
    <w:rsid w:val="009B4FE6"/>
    <w:rsid w:val="009B5146"/>
    <w:rsid w:val="009B7E32"/>
    <w:rsid w:val="009C418E"/>
    <w:rsid w:val="009C442C"/>
    <w:rsid w:val="009D2FC5"/>
    <w:rsid w:val="009E07F4"/>
    <w:rsid w:val="009E09BE"/>
    <w:rsid w:val="009E3ADB"/>
    <w:rsid w:val="009E6404"/>
    <w:rsid w:val="009F25DD"/>
    <w:rsid w:val="009F309B"/>
    <w:rsid w:val="009F392E"/>
    <w:rsid w:val="009F53C5"/>
    <w:rsid w:val="00A04D2A"/>
    <w:rsid w:val="00A04D7F"/>
    <w:rsid w:val="00A0740E"/>
    <w:rsid w:val="00A21A48"/>
    <w:rsid w:val="00A3143F"/>
    <w:rsid w:val="00A360CB"/>
    <w:rsid w:val="00A36355"/>
    <w:rsid w:val="00A4050F"/>
    <w:rsid w:val="00A40D82"/>
    <w:rsid w:val="00A43530"/>
    <w:rsid w:val="00A50641"/>
    <w:rsid w:val="00A530BF"/>
    <w:rsid w:val="00A54786"/>
    <w:rsid w:val="00A6177B"/>
    <w:rsid w:val="00A62E74"/>
    <w:rsid w:val="00A66136"/>
    <w:rsid w:val="00A71189"/>
    <w:rsid w:val="00A71CA8"/>
    <w:rsid w:val="00A7364A"/>
    <w:rsid w:val="00A74DCC"/>
    <w:rsid w:val="00A753ED"/>
    <w:rsid w:val="00A77512"/>
    <w:rsid w:val="00A8227E"/>
    <w:rsid w:val="00A83AB3"/>
    <w:rsid w:val="00A94C2F"/>
    <w:rsid w:val="00AA4CBB"/>
    <w:rsid w:val="00AA65FA"/>
    <w:rsid w:val="00AA7351"/>
    <w:rsid w:val="00AC3E83"/>
    <w:rsid w:val="00AC59BD"/>
    <w:rsid w:val="00AC66E9"/>
    <w:rsid w:val="00AD056F"/>
    <w:rsid w:val="00AD0C7B"/>
    <w:rsid w:val="00AD38D0"/>
    <w:rsid w:val="00AD5F1A"/>
    <w:rsid w:val="00AD6731"/>
    <w:rsid w:val="00AE252C"/>
    <w:rsid w:val="00AF15D3"/>
    <w:rsid w:val="00AF16F0"/>
    <w:rsid w:val="00AF2E9E"/>
    <w:rsid w:val="00AF5943"/>
    <w:rsid w:val="00B008D5"/>
    <w:rsid w:val="00B00CFD"/>
    <w:rsid w:val="00B02F73"/>
    <w:rsid w:val="00B0619F"/>
    <w:rsid w:val="00B070D0"/>
    <w:rsid w:val="00B101FD"/>
    <w:rsid w:val="00B13A26"/>
    <w:rsid w:val="00B152F5"/>
    <w:rsid w:val="00B15BA1"/>
    <w:rsid w:val="00B15D0D"/>
    <w:rsid w:val="00B17BBA"/>
    <w:rsid w:val="00B22106"/>
    <w:rsid w:val="00B31D98"/>
    <w:rsid w:val="00B33A5C"/>
    <w:rsid w:val="00B33BFE"/>
    <w:rsid w:val="00B50AB2"/>
    <w:rsid w:val="00B5431A"/>
    <w:rsid w:val="00B54A61"/>
    <w:rsid w:val="00B56EB2"/>
    <w:rsid w:val="00B60308"/>
    <w:rsid w:val="00B61CB7"/>
    <w:rsid w:val="00B65BB3"/>
    <w:rsid w:val="00B756C8"/>
    <w:rsid w:val="00B75EE1"/>
    <w:rsid w:val="00B77481"/>
    <w:rsid w:val="00B800DE"/>
    <w:rsid w:val="00B83E2A"/>
    <w:rsid w:val="00B8518B"/>
    <w:rsid w:val="00B90A10"/>
    <w:rsid w:val="00B97CC3"/>
    <w:rsid w:val="00BC06C4"/>
    <w:rsid w:val="00BC717D"/>
    <w:rsid w:val="00BD36D7"/>
    <w:rsid w:val="00BD7E91"/>
    <w:rsid w:val="00BD7F0D"/>
    <w:rsid w:val="00BE06DC"/>
    <w:rsid w:val="00BE22AA"/>
    <w:rsid w:val="00BF2F30"/>
    <w:rsid w:val="00BF54FE"/>
    <w:rsid w:val="00C02D0A"/>
    <w:rsid w:val="00C03A6E"/>
    <w:rsid w:val="00C10F4C"/>
    <w:rsid w:val="00C12DB5"/>
    <w:rsid w:val="00C13860"/>
    <w:rsid w:val="00C172C2"/>
    <w:rsid w:val="00C226C0"/>
    <w:rsid w:val="00C24A6A"/>
    <w:rsid w:val="00C30CA8"/>
    <w:rsid w:val="00C42FE6"/>
    <w:rsid w:val="00C44F6A"/>
    <w:rsid w:val="00C479D5"/>
    <w:rsid w:val="00C6198E"/>
    <w:rsid w:val="00C648C9"/>
    <w:rsid w:val="00C6494F"/>
    <w:rsid w:val="00C7088B"/>
    <w:rsid w:val="00C708EA"/>
    <w:rsid w:val="00C71821"/>
    <w:rsid w:val="00C71A1B"/>
    <w:rsid w:val="00C77454"/>
    <w:rsid w:val="00C778A5"/>
    <w:rsid w:val="00C84BCD"/>
    <w:rsid w:val="00C8737A"/>
    <w:rsid w:val="00C94BE7"/>
    <w:rsid w:val="00C95003"/>
    <w:rsid w:val="00C95162"/>
    <w:rsid w:val="00CA740E"/>
    <w:rsid w:val="00CB6A37"/>
    <w:rsid w:val="00CB7684"/>
    <w:rsid w:val="00CC1E3F"/>
    <w:rsid w:val="00CC396D"/>
    <w:rsid w:val="00CC780C"/>
    <w:rsid w:val="00CC7C8F"/>
    <w:rsid w:val="00CD1D0B"/>
    <w:rsid w:val="00CD1E30"/>
    <w:rsid w:val="00CD1FC4"/>
    <w:rsid w:val="00CE507E"/>
    <w:rsid w:val="00CF5DA0"/>
    <w:rsid w:val="00D02C51"/>
    <w:rsid w:val="00D034A0"/>
    <w:rsid w:val="00D0732C"/>
    <w:rsid w:val="00D16C90"/>
    <w:rsid w:val="00D21061"/>
    <w:rsid w:val="00D27A3A"/>
    <w:rsid w:val="00D322B7"/>
    <w:rsid w:val="00D33ACB"/>
    <w:rsid w:val="00D4108E"/>
    <w:rsid w:val="00D521D0"/>
    <w:rsid w:val="00D5384C"/>
    <w:rsid w:val="00D6163D"/>
    <w:rsid w:val="00D62BB3"/>
    <w:rsid w:val="00D65C00"/>
    <w:rsid w:val="00D71CFA"/>
    <w:rsid w:val="00D724D1"/>
    <w:rsid w:val="00D80E28"/>
    <w:rsid w:val="00D831A3"/>
    <w:rsid w:val="00D85204"/>
    <w:rsid w:val="00D86441"/>
    <w:rsid w:val="00D87B4E"/>
    <w:rsid w:val="00D90C8B"/>
    <w:rsid w:val="00D96058"/>
    <w:rsid w:val="00D97BE3"/>
    <w:rsid w:val="00DA27EA"/>
    <w:rsid w:val="00DA365D"/>
    <w:rsid w:val="00DA3711"/>
    <w:rsid w:val="00DA5794"/>
    <w:rsid w:val="00DA6953"/>
    <w:rsid w:val="00DB6450"/>
    <w:rsid w:val="00DD46F3"/>
    <w:rsid w:val="00DD787F"/>
    <w:rsid w:val="00DE51A5"/>
    <w:rsid w:val="00DE56F2"/>
    <w:rsid w:val="00DF116D"/>
    <w:rsid w:val="00DF4DDD"/>
    <w:rsid w:val="00E0052D"/>
    <w:rsid w:val="00E014A7"/>
    <w:rsid w:val="00E04A7B"/>
    <w:rsid w:val="00E0578D"/>
    <w:rsid w:val="00E05AE5"/>
    <w:rsid w:val="00E0778F"/>
    <w:rsid w:val="00E11A62"/>
    <w:rsid w:val="00E140B7"/>
    <w:rsid w:val="00E14B8E"/>
    <w:rsid w:val="00E15F8D"/>
    <w:rsid w:val="00E16FF7"/>
    <w:rsid w:val="00E1732F"/>
    <w:rsid w:val="00E17FFE"/>
    <w:rsid w:val="00E26D68"/>
    <w:rsid w:val="00E41D93"/>
    <w:rsid w:val="00E44045"/>
    <w:rsid w:val="00E53053"/>
    <w:rsid w:val="00E577BA"/>
    <w:rsid w:val="00E618C4"/>
    <w:rsid w:val="00E7218A"/>
    <w:rsid w:val="00E812EC"/>
    <w:rsid w:val="00E84C3A"/>
    <w:rsid w:val="00E84D9B"/>
    <w:rsid w:val="00E873EE"/>
    <w:rsid w:val="00E878EE"/>
    <w:rsid w:val="00E93CC4"/>
    <w:rsid w:val="00E94BD7"/>
    <w:rsid w:val="00EA6EC7"/>
    <w:rsid w:val="00EB104F"/>
    <w:rsid w:val="00EB46E5"/>
    <w:rsid w:val="00EC3F5D"/>
    <w:rsid w:val="00ED0703"/>
    <w:rsid w:val="00ED14BD"/>
    <w:rsid w:val="00ED2399"/>
    <w:rsid w:val="00EE5578"/>
    <w:rsid w:val="00EF1373"/>
    <w:rsid w:val="00EF7C12"/>
    <w:rsid w:val="00F016C7"/>
    <w:rsid w:val="00F12DEC"/>
    <w:rsid w:val="00F1715C"/>
    <w:rsid w:val="00F200F2"/>
    <w:rsid w:val="00F23844"/>
    <w:rsid w:val="00F310F8"/>
    <w:rsid w:val="00F347FE"/>
    <w:rsid w:val="00F35939"/>
    <w:rsid w:val="00F43E8A"/>
    <w:rsid w:val="00F45607"/>
    <w:rsid w:val="00F4722B"/>
    <w:rsid w:val="00F54432"/>
    <w:rsid w:val="00F54C86"/>
    <w:rsid w:val="00F61BBC"/>
    <w:rsid w:val="00F64AD0"/>
    <w:rsid w:val="00F659EB"/>
    <w:rsid w:val="00F66312"/>
    <w:rsid w:val="00F705D1"/>
    <w:rsid w:val="00F7232A"/>
    <w:rsid w:val="00F737F2"/>
    <w:rsid w:val="00F74550"/>
    <w:rsid w:val="00F82525"/>
    <w:rsid w:val="00F83AE6"/>
    <w:rsid w:val="00F84891"/>
    <w:rsid w:val="00F86BA6"/>
    <w:rsid w:val="00F8788B"/>
    <w:rsid w:val="00FB5DE8"/>
    <w:rsid w:val="00FB6342"/>
    <w:rsid w:val="00FC4AD3"/>
    <w:rsid w:val="00FC5871"/>
    <w:rsid w:val="00FC5EFB"/>
    <w:rsid w:val="00FC6389"/>
    <w:rsid w:val="00FD2F86"/>
    <w:rsid w:val="00FE35C0"/>
    <w:rsid w:val="00FE5F22"/>
    <w:rsid w:val="00FE6AEC"/>
    <w:rsid w:val="00FF30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4534A88"/>
  <w15:docId w15:val="{30E3AEB5-CE36-4714-9AE8-E9FB580C9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C84BCD"/>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622A53"/>
    <w:pPr>
      <w:keepNext/>
      <w:numPr>
        <w:numId w:val="8"/>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622A53"/>
    <w:pPr>
      <w:numPr>
        <w:ilvl w:val="1"/>
      </w:numPr>
      <w:spacing w:before="200"/>
      <w:outlineLvl w:val="1"/>
    </w:pPr>
    <w:rPr>
      <w:caps w:val="0"/>
      <w:sz w:val="20"/>
    </w:rPr>
  </w:style>
  <w:style w:type="character" w:customStyle="1" w:styleId="Nadpis2-1Char">
    <w:name w:val="_Nadpis_2-1 Char"/>
    <w:basedOn w:val="Standardnpsmoodstavce"/>
    <w:link w:val="Nadpis2-1"/>
    <w:rsid w:val="00622A53"/>
    <w:rPr>
      <w:rFonts w:ascii="Verdana" w:hAnsi="Verdana"/>
      <w:b/>
      <w:caps/>
      <w:sz w:val="22"/>
    </w:rPr>
  </w:style>
  <w:style w:type="paragraph" w:customStyle="1" w:styleId="Text2-1">
    <w:name w:val="_Text_2-1"/>
    <w:basedOn w:val="Odstavecseseznamem"/>
    <w:link w:val="Text2-1Char"/>
    <w:qFormat/>
    <w:rsid w:val="00622A53"/>
    <w:pPr>
      <w:numPr>
        <w:ilvl w:val="2"/>
        <w:numId w:val="8"/>
      </w:numPr>
      <w:spacing w:after="120" w:line="264" w:lineRule="auto"/>
      <w:contextualSpacing w:val="0"/>
      <w:jc w:val="both"/>
    </w:pPr>
    <w:rPr>
      <w:sz w:val="18"/>
      <w:szCs w:val="18"/>
    </w:rPr>
  </w:style>
  <w:style w:type="character" w:customStyle="1" w:styleId="Nadpis2-2Char">
    <w:name w:val="_Nadpis_2-2 Char"/>
    <w:basedOn w:val="Nadpis2-1Char"/>
    <w:link w:val="Nadpis2-2"/>
    <w:rsid w:val="00622A53"/>
    <w:rPr>
      <w:rFonts w:ascii="Verdana" w:hAnsi="Verdana"/>
      <w:b/>
      <w:caps w:val="0"/>
      <w:sz w:val="20"/>
    </w:rPr>
  </w:style>
  <w:style w:type="paragraph" w:customStyle="1" w:styleId="Titul1">
    <w:name w:val="_Titul_1"/>
    <w:basedOn w:val="Normln"/>
    <w:qFormat/>
    <w:rsid w:val="00622A53"/>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622A53"/>
    <w:rPr>
      <w:rFonts w:ascii="Verdana" w:hAnsi="Verdana"/>
    </w:rPr>
  </w:style>
  <w:style w:type="paragraph" w:customStyle="1" w:styleId="Titul2">
    <w:name w:val="_Titul_2"/>
    <w:basedOn w:val="Normln"/>
    <w:qFormat/>
    <w:rsid w:val="00622A53"/>
    <w:pPr>
      <w:tabs>
        <w:tab w:val="left" w:pos="6796"/>
      </w:tabs>
      <w:spacing w:after="240" w:line="264" w:lineRule="auto"/>
    </w:pPr>
    <w:rPr>
      <w:b/>
      <w:sz w:val="36"/>
      <w:szCs w:val="32"/>
    </w:rPr>
  </w:style>
  <w:style w:type="paragraph" w:customStyle="1" w:styleId="Tituldatum">
    <w:name w:val="_Titul_datum"/>
    <w:basedOn w:val="Normln"/>
    <w:link w:val="TituldatumChar"/>
    <w:qFormat/>
    <w:rsid w:val="00622A53"/>
    <w:pPr>
      <w:spacing w:after="240" w:line="264" w:lineRule="auto"/>
    </w:pPr>
    <w:rPr>
      <w:sz w:val="24"/>
      <w:szCs w:val="24"/>
    </w:rPr>
  </w:style>
  <w:style w:type="character" w:customStyle="1" w:styleId="TituldatumChar">
    <w:name w:val="_Titul_datum Char"/>
    <w:basedOn w:val="Standardnpsmoodstavce"/>
    <w:link w:val="Tituldatum"/>
    <w:rsid w:val="00622A53"/>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622A53"/>
    <w:pPr>
      <w:numPr>
        <w:ilvl w:val="2"/>
      </w:numPr>
    </w:pPr>
  </w:style>
  <w:style w:type="paragraph" w:customStyle="1" w:styleId="Text1-1">
    <w:name w:val="_Text_1-1"/>
    <w:basedOn w:val="Normln"/>
    <w:link w:val="Text1-1Char"/>
    <w:rsid w:val="00622A53"/>
    <w:pPr>
      <w:numPr>
        <w:ilvl w:val="1"/>
        <w:numId w:val="31"/>
      </w:numPr>
      <w:spacing w:after="120" w:line="264" w:lineRule="auto"/>
      <w:jc w:val="both"/>
    </w:pPr>
    <w:rPr>
      <w:sz w:val="18"/>
      <w:szCs w:val="18"/>
    </w:rPr>
  </w:style>
  <w:style w:type="paragraph" w:customStyle="1" w:styleId="Nadpis1-1">
    <w:name w:val="_Nadpis_1-1"/>
    <w:basedOn w:val="Odstavecseseznamem"/>
    <w:next w:val="Normln"/>
    <w:link w:val="Nadpis1-1Char"/>
    <w:qFormat/>
    <w:rsid w:val="00622A53"/>
    <w:pPr>
      <w:keepNext/>
      <w:numPr>
        <w:numId w:val="31"/>
      </w:numPr>
      <w:spacing w:before="280" w:after="120" w:line="264" w:lineRule="auto"/>
      <w:outlineLvl w:val="0"/>
    </w:pPr>
    <w:rPr>
      <w:b/>
      <w:caps/>
      <w:sz w:val="22"/>
      <w:szCs w:val="18"/>
    </w:rPr>
  </w:style>
  <w:style w:type="paragraph" w:customStyle="1" w:styleId="Odrka1-1">
    <w:name w:val="_Odrážka_1-1_•"/>
    <w:basedOn w:val="Normln"/>
    <w:link w:val="Odrka1-1Char"/>
    <w:qFormat/>
    <w:rsid w:val="00622A53"/>
    <w:pPr>
      <w:numPr>
        <w:numId w:val="24"/>
      </w:numPr>
      <w:spacing w:after="80" w:line="264" w:lineRule="auto"/>
      <w:jc w:val="both"/>
    </w:pPr>
    <w:rPr>
      <w:sz w:val="18"/>
      <w:szCs w:val="18"/>
    </w:rPr>
  </w:style>
  <w:style w:type="character" w:customStyle="1" w:styleId="Text1-1Char">
    <w:name w:val="_Text_1-1 Char"/>
    <w:basedOn w:val="Standardnpsmoodstavce"/>
    <w:link w:val="Text1-1"/>
    <w:rsid w:val="00622A53"/>
    <w:rPr>
      <w:rFonts w:ascii="Verdana" w:hAnsi="Verdana"/>
    </w:rPr>
  </w:style>
  <w:style w:type="character" w:customStyle="1" w:styleId="Nadpis1-1Char">
    <w:name w:val="_Nadpis_1-1 Char"/>
    <w:basedOn w:val="Standardnpsmoodstavce"/>
    <w:link w:val="Nadpis1-1"/>
    <w:rsid w:val="00622A53"/>
    <w:rPr>
      <w:rFonts w:ascii="Verdana" w:hAnsi="Verdana"/>
      <w:b/>
      <w:caps/>
      <w:sz w:val="22"/>
    </w:rPr>
  </w:style>
  <w:style w:type="character" w:customStyle="1" w:styleId="Text1-2Char">
    <w:name w:val="_Text_1-2 Char"/>
    <w:basedOn w:val="Text1-1Char"/>
    <w:link w:val="Text1-2"/>
    <w:rsid w:val="00622A53"/>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622A53"/>
    <w:rPr>
      <w:rFonts w:ascii="Verdana" w:hAnsi="Verdana"/>
    </w:rPr>
  </w:style>
  <w:style w:type="paragraph" w:customStyle="1" w:styleId="Odrka1-2-">
    <w:name w:val="_Odrážka_1-2_-"/>
    <w:basedOn w:val="Odrka1-1"/>
    <w:qFormat/>
    <w:rsid w:val="00622A53"/>
    <w:pPr>
      <w:numPr>
        <w:ilvl w:val="1"/>
      </w:numPr>
    </w:pPr>
  </w:style>
  <w:style w:type="paragraph" w:customStyle="1" w:styleId="Odrka1-3">
    <w:name w:val="_Odrážka_1-3_·"/>
    <w:basedOn w:val="Odrka1-2-"/>
    <w:qFormat/>
    <w:rsid w:val="00622A53"/>
    <w:pPr>
      <w:numPr>
        <w:ilvl w:val="2"/>
      </w:numPr>
    </w:pPr>
  </w:style>
  <w:style w:type="paragraph" w:customStyle="1" w:styleId="Odstavec1-1a">
    <w:name w:val="_Odstavec_1-1_a)"/>
    <w:basedOn w:val="Normln"/>
    <w:link w:val="Odstavec1-1aChar"/>
    <w:qFormat/>
    <w:rsid w:val="00622A53"/>
    <w:pPr>
      <w:numPr>
        <w:numId w:val="28"/>
      </w:numPr>
      <w:spacing w:after="80" w:line="264" w:lineRule="auto"/>
      <w:jc w:val="both"/>
    </w:pPr>
    <w:rPr>
      <w:sz w:val="18"/>
      <w:szCs w:val="18"/>
    </w:rPr>
  </w:style>
  <w:style w:type="paragraph" w:customStyle="1" w:styleId="Odstavec1-2i">
    <w:name w:val="_Odstavec_1-2_(i)"/>
    <w:basedOn w:val="Odstavec1-1a"/>
    <w:qFormat/>
    <w:rsid w:val="00622A53"/>
    <w:pPr>
      <w:numPr>
        <w:ilvl w:val="1"/>
      </w:numPr>
    </w:pPr>
  </w:style>
  <w:style w:type="paragraph" w:customStyle="1" w:styleId="Odstavec1-31">
    <w:name w:val="_Odstavec_1-3_1)"/>
    <w:basedOn w:val="Odstavec1-2i"/>
    <w:qFormat/>
    <w:rsid w:val="00622A53"/>
    <w:pPr>
      <w:numPr>
        <w:ilvl w:val="2"/>
      </w:numPr>
    </w:pPr>
  </w:style>
  <w:style w:type="paragraph" w:customStyle="1" w:styleId="Textbezslovn">
    <w:name w:val="_Text_bez_číslování"/>
    <w:basedOn w:val="Normln"/>
    <w:link w:val="TextbezslovnChar"/>
    <w:qFormat/>
    <w:rsid w:val="00622A53"/>
    <w:pPr>
      <w:spacing w:after="120" w:line="264" w:lineRule="auto"/>
      <w:ind w:left="737"/>
      <w:jc w:val="both"/>
    </w:pPr>
    <w:rPr>
      <w:sz w:val="18"/>
      <w:szCs w:val="18"/>
    </w:rPr>
  </w:style>
  <w:style w:type="paragraph" w:customStyle="1" w:styleId="Zpatvlevo">
    <w:name w:val="_Zápatí_vlevo"/>
    <w:basedOn w:val="Zpatvpravo"/>
    <w:qFormat/>
    <w:rsid w:val="00622A53"/>
    <w:pPr>
      <w:jc w:val="left"/>
    </w:pPr>
  </w:style>
  <w:style w:type="character" w:customStyle="1" w:styleId="Tun">
    <w:name w:val="_Tučně"/>
    <w:basedOn w:val="Standardnpsmoodstavce"/>
    <w:uiPriority w:val="1"/>
    <w:qFormat/>
    <w:rsid w:val="00622A53"/>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622A53"/>
    <w:pPr>
      <w:numPr>
        <w:ilvl w:val="3"/>
      </w:numPr>
    </w:pPr>
  </w:style>
  <w:style w:type="character" w:customStyle="1" w:styleId="Text2-2Char">
    <w:name w:val="_Text_2-2 Char"/>
    <w:basedOn w:val="Text2-1Char"/>
    <w:link w:val="Text2-2"/>
    <w:rsid w:val="00622A53"/>
    <w:rPr>
      <w:rFonts w:ascii="Verdana" w:hAnsi="Verdana"/>
    </w:rPr>
  </w:style>
  <w:style w:type="paragraph" w:customStyle="1" w:styleId="Zkratky1">
    <w:name w:val="_Zkratky_1"/>
    <w:basedOn w:val="Normln"/>
    <w:qFormat/>
    <w:rsid w:val="00622A53"/>
    <w:pPr>
      <w:tabs>
        <w:tab w:val="right" w:leader="dot" w:pos="1134"/>
      </w:tabs>
      <w:spacing w:after="0" w:line="240" w:lineRule="auto"/>
    </w:pPr>
    <w:rPr>
      <w:b/>
      <w:sz w:val="16"/>
      <w:szCs w:val="18"/>
    </w:rPr>
  </w:style>
  <w:style w:type="paragraph" w:customStyle="1" w:styleId="Seznam1">
    <w:name w:val="_Seznam_[1]"/>
    <w:basedOn w:val="Normln"/>
    <w:qFormat/>
    <w:rsid w:val="00622A53"/>
    <w:pPr>
      <w:numPr>
        <w:numId w:val="29"/>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622A53"/>
    <w:pPr>
      <w:spacing w:after="0" w:line="240" w:lineRule="auto"/>
    </w:pPr>
    <w:rPr>
      <w:sz w:val="16"/>
      <w:szCs w:val="16"/>
    </w:rPr>
  </w:style>
  <w:style w:type="character" w:customStyle="1" w:styleId="Tun-ZRUIT">
    <w:name w:val="_Tučně-ZRUŠIT"/>
    <w:basedOn w:val="Standardnpsmoodstavce"/>
    <w:qFormat/>
    <w:rsid w:val="00622A53"/>
    <w:rPr>
      <w:b w:val="0"/>
      <w:i w:val="0"/>
    </w:rPr>
  </w:style>
  <w:style w:type="paragraph" w:customStyle="1" w:styleId="Nadpisbezsl1-1">
    <w:name w:val="_Nadpis_bez_čísl_1-1"/>
    <w:next w:val="Nadpisbezsl1-2"/>
    <w:qFormat/>
    <w:rsid w:val="00622A53"/>
    <w:pPr>
      <w:keepNext/>
      <w:spacing w:before="280" w:after="120"/>
    </w:pPr>
    <w:rPr>
      <w:rFonts w:ascii="Verdana" w:hAnsi="Verdana"/>
      <w:b/>
      <w:caps/>
      <w:sz w:val="22"/>
    </w:rPr>
  </w:style>
  <w:style w:type="paragraph" w:customStyle="1" w:styleId="Nadpisbezsl1-2">
    <w:name w:val="_Nadpis_bez_čísl_1-2"/>
    <w:next w:val="Text2-1"/>
    <w:qFormat/>
    <w:rsid w:val="00622A53"/>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622A53"/>
    <w:pPr>
      <w:spacing w:after="120" w:line="264" w:lineRule="auto"/>
      <w:jc w:val="both"/>
    </w:pPr>
    <w:rPr>
      <w:sz w:val="18"/>
      <w:szCs w:val="18"/>
    </w:rPr>
  </w:style>
  <w:style w:type="character" w:customStyle="1" w:styleId="TextbezodsazenChar">
    <w:name w:val="_Text_bez_odsazení Char"/>
    <w:basedOn w:val="Standardnpsmoodstavce"/>
    <w:link w:val="Textbezodsazen"/>
    <w:rsid w:val="00622A53"/>
    <w:rPr>
      <w:rFonts w:ascii="Verdana" w:hAnsi="Verdana"/>
    </w:rPr>
  </w:style>
  <w:style w:type="paragraph" w:customStyle="1" w:styleId="ZTPinfo-text">
    <w:name w:val="_ZTP_info-text"/>
    <w:basedOn w:val="Textbezslovn"/>
    <w:link w:val="ZTPinfo-textChar"/>
    <w:qFormat/>
    <w:rsid w:val="00622A53"/>
    <w:pPr>
      <w:ind w:left="0"/>
    </w:pPr>
    <w:rPr>
      <w:i/>
      <w:color w:val="00A1E0"/>
    </w:rPr>
  </w:style>
  <w:style w:type="character" w:customStyle="1" w:styleId="ZTPinfo-textChar">
    <w:name w:val="_ZTP_info-text Char"/>
    <w:basedOn w:val="Standardnpsmoodstavce"/>
    <w:link w:val="ZTPinfo-text"/>
    <w:rsid w:val="00622A53"/>
    <w:rPr>
      <w:rFonts w:ascii="Verdana" w:hAnsi="Verdana"/>
      <w:i/>
      <w:color w:val="00A1E0"/>
    </w:rPr>
  </w:style>
  <w:style w:type="paragraph" w:customStyle="1" w:styleId="ZTPinfo-text-odr">
    <w:name w:val="_ZTP_info-text-odr"/>
    <w:basedOn w:val="ZTPinfo-text"/>
    <w:link w:val="ZTPinfo-text-odrChar"/>
    <w:qFormat/>
    <w:rsid w:val="00622A53"/>
    <w:pPr>
      <w:numPr>
        <w:numId w:val="35"/>
      </w:numPr>
    </w:pPr>
  </w:style>
  <w:style w:type="character" w:customStyle="1" w:styleId="ZTPinfo-text-odrChar">
    <w:name w:val="_ZTP_info-text-odr Char"/>
    <w:basedOn w:val="ZTPinfo-textChar"/>
    <w:link w:val="ZTPinfo-text-odr"/>
    <w:rsid w:val="00622A53"/>
    <w:rPr>
      <w:rFonts w:ascii="Verdana" w:hAnsi="Verdana"/>
      <w:i/>
      <w:color w:val="00A1E0"/>
    </w:rPr>
  </w:style>
  <w:style w:type="paragraph" w:customStyle="1" w:styleId="Tabulka">
    <w:name w:val="_Tabulka"/>
    <w:basedOn w:val="Normln"/>
    <w:qFormat/>
    <w:rsid w:val="00622A53"/>
    <w:pPr>
      <w:spacing w:before="40" w:after="40" w:line="240" w:lineRule="auto"/>
      <w:jc w:val="both"/>
    </w:pPr>
    <w:rPr>
      <w:sz w:val="18"/>
      <w:szCs w:val="18"/>
    </w:rPr>
  </w:style>
  <w:style w:type="paragraph" w:customStyle="1" w:styleId="Odrka1-4">
    <w:name w:val="_Odrážka_1-4_•"/>
    <w:basedOn w:val="Odrka1-1"/>
    <w:qFormat/>
    <w:rsid w:val="00622A53"/>
    <w:pPr>
      <w:numPr>
        <w:ilvl w:val="3"/>
      </w:numPr>
    </w:pPr>
  </w:style>
  <w:style w:type="character" w:customStyle="1" w:styleId="Odstavec1-1aChar">
    <w:name w:val="_Odstavec_1-1_a) Char"/>
    <w:basedOn w:val="Standardnpsmoodstavce"/>
    <w:link w:val="Odstavec1-1a"/>
    <w:rsid w:val="00622A53"/>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622A53"/>
    <w:rPr>
      <w:rFonts w:ascii="Verdana" w:hAnsi="Verdana"/>
      <w:b/>
      <w:sz w:val="36"/>
    </w:rPr>
  </w:style>
  <w:style w:type="paragraph" w:customStyle="1" w:styleId="Zpatvpravo">
    <w:name w:val="_Zápatí_vpravo"/>
    <w:qFormat/>
    <w:rsid w:val="00622A53"/>
    <w:pPr>
      <w:spacing w:after="0" w:line="240" w:lineRule="auto"/>
      <w:jc w:val="right"/>
    </w:pPr>
    <w:rPr>
      <w:rFonts w:ascii="Verdana" w:hAnsi="Verdana"/>
      <w:sz w:val="12"/>
    </w:rPr>
  </w:style>
  <w:style w:type="character" w:customStyle="1" w:styleId="Nzevakce">
    <w:name w:val="_Název_akce"/>
    <w:basedOn w:val="Standardnpsmoodstavce"/>
    <w:qFormat/>
    <w:rsid w:val="00622A53"/>
    <w:rPr>
      <w:rFonts w:ascii="Verdana" w:hAnsi="Verdana"/>
      <w:b/>
      <w:sz w:val="36"/>
    </w:rPr>
  </w:style>
  <w:style w:type="character" w:customStyle="1" w:styleId="TextbezslovnChar">
    <w:name w:val="_Text_bez_číslování Char"/>
    <w:basedOn w:val="Standardnpsmoodstavce"/>
    <w:link w:val="Textbezslovn"/>
    <w:rsid w:val="00622A53"/>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622A53"/>
    <w:pPr>
      <w:numPr>
        <w:ilvl w:val="1"/>
      </w:numPr>
      <w:spacing w:after="80"/>
      <w:contextualSpacing/>
    </w:pPr>
  </w:style>
  <w:style w:type="character" w:customStyle="1" w:styleId="ZTPinfo-text-odrChar0">
    <w:name w:val="_ZTP_info-text-odr_• Char"/>
    <w:basedOn w:val="ZTPinfo-text-odrChar"/>
    <w:link w:val="ZTPinfo-text-odr0"/>
    <w:rsid w:val="00622A53"/>
    <w:rPr>
      <w:rFonts w:ascii="Verdana" w:hAnsi="Verdana"/>
      <w:i/>
      <w:color w:val="00A1E0"/>
    </w:rPr>
  </w:style>
  <w:style w:type="paragraph" w:customStyle="1" w:styleId="Tabulka-9">
    <w:name w:val="_Tabulka-9"/>
    <w:basedOn w:val="Textbezodsazen"/>
    <w:qFormat/>
    <w:rsid w:val="00622A53"/>
    <w:pPr>
      <w:spacing w:before="40" w:after="40" w:line="240" w:lineRule="auto"/>
      <w:jc w:val="left"/>
    </w:pPr>
  </w:style>
  <w:style w:type="paragraph" w:customStyle="1" w:styleId="Tabulka-8">
    <w:name w:val="_Tabulka-8"/>
    <w:basedOn w:val="Tabulka-9"/>
    <w:qFormat/>
    <w:rsid w:val="00622A53"/>
    <w:rPr>
      <w:sz w:val="16"/>
    </w:rPr>
  </w:style>
  <w:style w:type="paragraph" w:customStyle="1" w:styleId="TPText-1abc">
    <w:name w:val="TP_Text-1_a)b)c)"/>
    <w:basedOn w:val="Normln"/>
    <w:qFormat/>
    <w:rsid w:val="0080457C"/>
    <w:pPr>
      <w:numPr>
        <w:numId w:val="17"/>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622A53"/>
    <w:pPr>
      <w:numPr>
        <w:ilvl w:val="3"/>
      </w:numPr>
    </w:pPr>
  </w:style>
  <w:style w:type="character" w:customStyle="1" w:styleId="Odstavec1-4aChar">
    <w:name w:val="_Odstavec_1-4_(a) Char"/>
    <w:basedOn w:val="Odstavec1-1aChar"/>
    <w:link w:val="Odstavec1-4a"/>
    <w:rsid w:val="00622A53"/>
    <w:rPr>
      <w:rFonts w:ascii="Verdana" w:hAnsi="Verdana"/>
    </w:rPr>
  </w:style>
  <w:style w:type="table" w:customStyle="1" w:styleId="TabulkaS-zahlzap">
    <w:name w:val="_Tabulka_SŽ-zahl+zap"/>
    <w:basedOn w:val="Mkatabulky"/>
    <w:uiPriority w:val="99"/>
    <w:rsid w:val="00622A53"/>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622A53"/>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622A53"/>
    <w:pPr>
      <w:spacing w:before="20" w:after="20"/>
    </w:pPr>
    <w:rPr>
      <w:sz w:val="14"/>
    </w:rPr>
  </w:style>
  <w:style w:type="table" w:customStyle="1" w:styleId="TKPTabulka">
    <w:name w:val="_TKP_Tabulka"/>
    <w:basedOn w:val="Normlntabulka"/>
    <w:uiPriority w:val="99"/>
    <w:rsid w:val="00622A53"/>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43"/>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43"/>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43"/>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43"/>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zdc.cz/dopravci/prohlaseni-o-draze/prohlaseni-o-draze-2020" TargetMode="External"/><Relationship Id="rId18" Type="http://schemas.openxmlformats.org/officeDocument/2006/relationships/image" Target="media/image6.jpeg"/><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5.jpe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ORPHAobch@spravazeleznic.cz"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image" Target="media/image4.jpe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7.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uresJ\Desktop\ZTP_P+R_VZOR_201124_P&#345;ejezdy500_new!.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5C87C99BD3C4F8E85ACFE448FD2A825"/>
        <w:category>
          <w:name w:val="Obecné"/>
          <w:gallery w:val="placeholder"/>
        </w:category>
        <w:types>
          <w:type w:val="bbPlcHdr"/>
        </w:types>
        <w:behaviors>
          <w:behavior w:val="content"/>
        </w:behaviors>
        <w:guid w:val="{CD16512B-56DA-42BA-9DEE-29D8FF26E113}"/>
      </w:docPartPr>
      <w:docPartBody>
        <w:p w:rsidR="008A4795" w:rsidRDefault="003E7723">
          <w:pPr>
            <w:pStyle w:val="15C87C99BD3C4F8E85ACFE448FD2A825"/>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723"/>
    <w:rsid w:val="000B50A6"/>
    <w:rsid w:val="00215E03"/>
    <w:rsid w:val="002E7A6B"/>
    <w:rsid w:val="003E7723"/>
    <w:rsid w:val="00607C19"/>
    <w:rsid w:val="008A4795"/>
    <w:rsid w:val="008C42E6"/>
    <w:rsid w:val="00EC25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15C87C99BD3C4F8E85ACFE448FD2A825">
    <w:name w:val="15C87C99BD3C4F8E85ACFE448FD2A82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FD70ABF-DBA2-45D7-A4A1-7389680B4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ZTP_P+R_VZOR_201124_Přejezdy500_new!</Template>
  <TotalTime>23</TotalTime>
  <Pages>19</Pages>
  <Words>6457</Words>
  <Characters>38101</Characters>
  <Application>Microsoft Office Word</Application>
  <DocSecurity>0</DocSecurity>
  <Lines>317</Lines>
  <Paragraphs>88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P+R-F_201124-Přejezdy</vt:lpstr>
      <vt:lpstr/>
      <vt:lpstr>Titulek 1. úrovně </vt:lpstr>
      <vt:lpstr>    Titulek 2. úrovně</vt:lpstr>
      <vt:lpstr>        Titulek 3. úrovně</vt:lpstr>
    </vt:vector>
  </TitlesOfParts>
  <Manager>Fojta@szdc.cz</Manager>
  <Company>SŽ</Company>
  <LinksUpToDate>false</LinksUpToDate>
  <CharactersWithSpaces>44470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P+R-F_201124-Přejezdy</dc:title>
  <dc:creator>Bureš Jakub, Ing.</dc:creator>
  <cp:lastModifiedBy>Přerovská Kamila, Ing.</cp:lastModifiedBy>
  <cp:revision>7</cp:revision>
  <cp:lastPrinted>2019-03-07T14:42:00Z</cp:lastPrinted>
  <dcterms:created xsi:type="dcterms:W3CDTF">2020-12-30T09:08:00Z</dcterms:created>
  <dcterms:modified xsi:type="dcterms:W3CDTF">2021-02-10T16:16:00Z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